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Default="00C05A20" w:rsidP="00DF44B1">
      <w:pPr>
        <w:jc w:val="center"/>
        <w:rPr>
          <w:rFonts w:eastAsia="TimesNewRoman"/>
          <w:b/>
          <w:bCs/>
        </w:rPr>
      </w:pPr>
    </w:p>
    <w:p w:rsidR="00C05A20" w:rsidRPr="00DF44B1" w:rsidRDefault="00C05A20" w:rsidP="00DF44B1">
      <w:pPr>
        <w:jc w:val="center"/>
        <w:rPr>
          <w:rFonts w:eastAsia="TimesNewRoman"/>
          <w:b/>
          <w:bCs/>
          <w:sz w:val="48"/>
          <w:szCs w:val="48"/>
        </w:rPr>
      </w:pPr>
      <w:r w:rsidRPr="00DF44B1">
        <w:rPr>
          <w:rFonts w:eastAsia="TimesNewRoman"/>
          <w:b/>
          <w:bCs/>
          <w:sz w:val="48"/>
          <w:szCs w:val="48"/>
        </w:rPr>
        <w:t>Лекции по дисциплине</w:t>
      </w:r>
    </w:p>
    <w:p w:rsidR="00C05A20" w:rsidRPr="00DF44B1" w:rsidRDefault="00C05A20" w:rsidP="00DF44B1">
      <w:pPr>
        <w:jc w:val="center"/>
        <w:rPr>
          <w:rFonts w:eastAsia="TimesNewRoman"/>
          <w:b/>
          <w:bCs/>
          <w:sz w:val="48"/>
          <w:szCs w:val="48"/>
        </w:rPr>
      </w:pPr>
      <w:r w:rsidRPr="00DF44B1">
        <w:rPr>
          <w:rFonts w:eastAsia="TimesNewRoman"/>
          <w:b/>
          <w:bCs/>
          <w:sz w:val="48"/>
          <w:szCs w:val="48"/>
        </w:rPr>
        <w:t xml:space="preserve">«Технологические процессы технического обслуживания и ремонта </w:t>
      </w:r>
      <w:r>
        <w:rPr>
          <w:rFonts w:eastAsia="TimesNewRoman"/>
          <w:b/>
          <w:bCs/>
          <w:sz w:val="48"/>
          <w:szCs w:val="48"/>
        </w:rPr>
        <w:t>автомобилей</w:t>
      </w:r>
      <w:r w:rsidRPr="00DF44B1">
        <w:rPr>
          <w:rFonts w:eastAsia="TimesNewRoman"/>
          <w:b/>
          <w:bCs/>
          <w:sz w:val="48"/>
          <w:szCs w:val="48"/>
        </w:rPr>
        <w:t>»</w:t>
      </w:r>
    </w:p>
    <w:p w:rsidR="00C05A20" w:rsidRDefault="00C05A20">
      <w:pPr>
        <w:jc w:val="left"/>
        <w:rPr>
          <w:rFonts w:eastAsia="TimesNewRoman"/>
          <w:b/>
          <w:bCs/>
        </w:rPr>
      </w:pPr>
      <w:r>
        <w:rPr>
          <w:rFonts w:eastAsia="TimesNewRoman"/>
          <w:b/>
          <w:bCs/>
        </w:rPr>
        <w:br w:type="page"/>
      </w: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="TimesNewRoman"/>
          <w:b/>
          <w:bCs/>
        </w:rPr>
      </w:pPr>
      <w:r>
        <w:rPr>
          <w:rFonts w:eastAsia="TimesNewRoman"/>
          <w:b/>
          <w:bCs/>
        </w:rPr>
        <w:t>Лекция 1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  <w:r w:rsidRPr="001D335C">
        <w:rPr>
          <w:rFonts w:eastAsia="TimesNewRoman"/>
          <w:b/>
          <w:bCs/>
        </w:rPr>
        <w:t xml:space="preserve">1. </w:t>
      </w:r>
      <w:r w:rsidRPr="001D335C">
        <w:rPr>
          <w:rFonts w:eastAsia="TimesNewRoman,Bold"/>
          <w:b/>
          <w:bCs/>
        </w:rPr>
        <w:t>ПРОИЗВОДСТВЕННЫЙ ПРОЦЕСС</w:t>
      </w:r>
      <w:r>
        <w:rPr>
          <w:rFonts w:eastAsia="TimesNewRoman,Bold"/>
          <w:b/>
          <w:bCs/>
        </w:rPr>
        <w:t xml:space="preserve"> </w:t>
      </w:r>
      <w:r w:rsidRPr="001D335C">
        <w:rPr>
          <w:rFonts w:eastAsia="TimesNewRoman,Bold"/>
          <w:b/>
          <w:bCs/>
        </w:rPr>
        <w:t>И ЕГО ЭЛЕМЕНТЫ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Основой рациональной организации и управления на автомобильном транспорте при проведении технического обслуживания и ремонта автомобилей является производственный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процесс.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  <w:r w:rsidRPr="001D335C">
        <w:rPr>
          <w:rFonts w:eastAsia="TimesNewRoman"/>
          <w:b/>
          <w:bCs/>
        </w:rPr>
        <w:t xml:space="preserve">1.1. </w:t>
      </w:r>
      <w:r w:rsidRPr="001D335C">
        <w:rPr>
          <w:rFonts w:eastAsia="TimesNewRoman,Bold"/>
          <w:b/>
          <w:bCs/>
        </w:rPr>
        <w:t>Понятия</w:t>
      </w:r>
      <w:r w:rsidRPr="001D335C">
        <w:rPr>
          <w:rFonts w:eastAsia="TimesNewRoman"/>
          <w:b/>
          <w:bCs/>
        </w:rPr>
        <w:t xml:space="preserve">: </w:t>
      </w:r>
      <w:r w:rsidRPr="001D335C">
        <w:rPr>
          <w:rFonts w:eastAsia="TimesNewRoman,Bold"/>
          <w:b/>
          <w:bCs/>
        </w:rPr>
        <w:t>технологический и производственный</w:t>
      </w:r>
      <w:r>
        <w:rPr>
          <w:rFonts w:eastAsia="TimesNewRoman,Bold"/>
          <w:b/>
          <w:bCs/>
        </w:rPr>
        <w:t xml:space="preserve"> </w:t>
      </w:r>
      <w:r w:rsidRPr="001D335C">
        <w:rPr>
          <w:rFonts w:eastAsia="TimesNewRoman,Bold"/>
          <w:b/>
          <w:bCs/>
        </w:rPr>
        <w:t>процессы</w:t>
      </w:r>
      <w:r w:rsidRPr="001D335C">
        <w:rPr>
          <w:rFonts w:eastAsia="TimesNewRoman"/>
          <w:b/>
          <w:bCs/>
        </w:rPr>
        <w:t xml:space="preserve">, </w:t>
      </w:r>
      <w:r w:rsidRPr="001D335C">
        <w:rPr>
          <w:rFonts w:eastAsia="TimesNewRoman,Bold"/>
          <w:b/>
          <w:bCs/>
        </w:rPr>
        <w:t>операция</w:t>
      </w:r>
      <w:r w:rsidRPr="001D335C">
        <w:rPr>
          <w:rFonts w:eastAsia="TimesNewRoman"/>
          <w:b/>
          <w:bCs/>
        </w:rPr>
        <w:t xml:space="preserve">, </w:t>
      </w:r>
      <w:r w:rsidRPr="001D335C">
        <w:rPr>
          <w:rFonts w:eastAsia="TimesNewRoman,Bold"/>
          <w:b/>
          <w:bCs/>
        </w:rPr>
        <w:t>переход</w:t>
      </w:r>
      <w:r w:rsidRPr="001D335C">
        <w:rPr>
          <w:rFonts w:eastAsia="TimesNewRoman"/>
          <w:b/>
          <w:bCs/>
        </w:rPr>
        <w:t xml:space="preserve">. </w:t>
      </w:r>
      <w:r w:rsidRPr="001D335C">
        <w:rPr>
          <w:rFonts w:eastAsia="TimesNewRoman,Bold"/>
          <w:b/>
          <w:bCs/>
        </w:rPr>
        <w:t>Их системная связь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Технологический процесс </w:t>
      </w:r>
      <w:r w:rsidRPr="001D335C">
        <w:rPr>
          <w:rFonts w:eastAsia="TimesNewRoman"/>
        </w:rPr>
        <w:t>представляет собой совокупность операций, выполняемых планомерно и последовательно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во времени и пространстве над автомобилем (агрегатом). Технологический процесс технического обслуживания и текущего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ремонта – это часть производственного процесса, состоящая из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подсистем предметов труда, производственно-технической базы, исполнителей, осуществляющих процесс и управляющих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им, и документации для изменения состояния предметов труда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 данных условиях производства в соответствии с требованиями нормативно-технической документации.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Производственный процесс </w:t>
      </w:r>
      <w:r w:rsidRPr="001D335C">
        <w:rPr>
          <w:rFonts w:eastAsia="TimesNewRoman"/>
        </w:rPr>
        <w:t>– это совокупность технологических процессов технического обслуживания и текущего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ремонта. Производственный процесс представляет собой совокупность всех действий людей и орудий производства, необходимых на данном предприятии для поддержания технической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готовности подвижного состава автомобильного транспорта.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В рассматриваемом случае </w:t>
      </w:r>
      <w:r w:rsidRPr="001D335C">
        <w:rPr>
          <w:rFonts w:eastAsia="TimesNewRoman"/>
          <w:b/>
          <w:bCs/>
          <w:i/>
          <w:iCs/>
        </w:rPr>
        <w:t xml:space="preserve">технология </w:t>
      </w:r>
      <w:r w:rsidRPr="001D335C">
        <w:rPr>
          <w:rFonts w:eastAsia="TimesNewRoman"/>
        </w:rPr>
        <w:t>технического обслуживания и ремонта представляет собой упорядоченный перечень операций, обязательных при выполнении того или иного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вида воздействий и составленных на основе анализа особенностей конструкции и надежностных характеристик деталей, агрегатов и систем автомобилей.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Под </w:t>
      </w:r>
      <w:r w:rsidRPr="001D335C">
        <w:rPr>
          <w:rFonts w:eastAsia="TimesNewRoman"/>
          <w:b/>
          <w:bCs/>
          <w:i/>
          <w:iCs/>
        </w:rPr>
        <w:t xml:space="preserve">производственно-технической базой </w:t>
      </w:r>
      <w:r w:rsidRPr="001D335C">
        <w:rPr>
          <w:rFonts w:eastAsia="TimesNewRoman"/>
        </w:rPr>
        <w:t>(ПТБ) АТП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понимается совокупность зданий, сооружений, технологического оборудования, предназначенных для хранения, ремонта автомобилей и снабжения их эксплуатационными материалами.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Техническое обслуживание </w:t>
      </w:r>
      <w:r w:rsidRPr="001D335C">
        <w:rPr>
          <w:rFonts w:eastAsia="TimesNewRoman"/>
        </w:rPr>
        <w:t>(ТО) – это совокупность работ определенного назначения, состоящих из операций, выполняемых в определенной технологической последовательности.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Работа, группа работ </w:t>
      </w:r>
      <w:r w:rsidRPr="001D335C">
        <w:rPr>
          <w:rFonts w:eastAsia="TimesNewRoman"/>
        </w:rPr>
        <w:t>– это совокупность операций, объединенных по своему назначению, характеру, условиям выполнения, применяемому оборудованию, инструменту и квалификации исполнителей (уборочно-моечные и обтирочные, контрольно-диагностические, контрольно-крепежные, регулировочные и т.п.).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Под </w:t>
      </w:r>
      <w:r w:rsidRPr="001D335C">
        <w:rPr>
          <w:rFonts w:eastAsia="TimesNewRoman"/>
          <w:b/>
          <w:bCs/>
          <w:i/>
          <w:iCs/>
        </w:rPr>
        <w:t>организационными формами технологического</w:t>
      </w:r>
      <w:r>
        <w:rPr>
          <w:rFonts w:eastAsia="TimesNewRoman"/>
          <w:b/>
          <w:bCs/>
          <w:i/>
          <w:iCs/>
        </w:rPr>
        <w:t xml:space="preserve"> </w:t>
      </w:r>
      <w:r w:rsidRPr="001D335C">
        <w:rPr>
          <w:rFonts w:eastAsia="TimesNewRoman"/>
          <w:b/>
          <w:bCs/>
          <w:i/>
          <w:iCs/>
        </w:rPr>
        <w:t xml:space="preserve">процесса </w:t>
      </w:r>
      <w:r w:rsidRPr="001D335C">
        <w:rPr>
          <w:rFonts w:eastAsia="TimesNewRoman"/>
        </w:rPr>
        <w:t>(ОФТП) понимается распределение работ по зонам,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их производственным подразделениям и блокам, другим структурным элементам производства в соответствии с технологическими особенностями операций ТО и ремонта и видам работ, 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также последовательность проведения работ в проце</w:t>
      </w:r>
      <w:r>
        <w:rPr>
          <w:rFonts w:eastAsia="TimesNewRoman"/>
        </w:rPr>
        <w:t>ссе техни</w:t>
      </w:r>
      <w:r w:rsidRPr="001D335C">
        <w:rPr>
          <w:rFonts w:eastAsia="TimesNewRoman"/>
        </w:rPr>
        <w:t>ческих воздействий на автомобиль.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Превращение предмета труда в готовую продукцию в соответствии со специализацией предприятия называется </w:t>
      </w:r>
      <w:r w:rsidRPr="001D335C">
        <w:rPr>
          <w:rFonts w:eastAsia="TimesNewRoman"/>
          <w:b/>
          <w:bCs/>
          <w:i/>
          <w:iCs/>
        </w:rPr>
        <w:t>основным процессом производства</w:t>
      </w:r>
      <w:r w:rsidRPr="001D335C">
        <w:rPr>
          <w:rFonts w:eastAsia="TimesNewRoman"/>
        </w:rPr>
        <w:t>. Для технической службы комплексного АТП основным процессом производства являются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ТО и ремонт (Р) транспортных средств.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Производственный процесс, осуществляемый для удовлетворения нужд основного производства, называется </w:t>
      </w:r>
      <w:r w:rsidRPr="001D335C">
        <w:rPr>
          <w:rFonts w:eastAsia="TimesNewRoman"/>
          <w:b/>
          <w:bCs/>
          <w:i/>
          <w:iCs/>
        </w:rPr>
        <w:t xml:space="preserve">вспомогательным процессом </w:t>
      </w:r>
      <w:r w:rsidRPr="001D335C">
        <w:rPr>
          <w:rFonts w:eastAsia="TimesNewRoman"/>
        </w:rPr>
        <w:t>(например, ремонт технологического оборудования).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Производственные процессы, осуществляемые в АТП, в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основном очень сложные, и для удобства анализа их можно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разделить на организационно и технически обособленные части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 xml:space="preserve">– </w:t>
      </w:r>
      <w:r w:rsidRPr="001D335C">
        <w:rPr>
          <w:rFonts w:eastAsia="TimesNewRoman"/>
          <w:b/>
          <w:bCs/>
          <w:i/>
          <w:iCs/>
        </w:rPr>
        <w:t>частичные процессы</w:t>
      </w:r>
      <w:r w:rsidRPr="001D335C">
        <w:rPr>
          <w:rFonts w:eastAsia="TimesNewRoman"/>
        </w:rPr>
        <w:t>. Частичные процессы, в свою очередь,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состоят из комплекса производственных операций.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Комплексом операций </w:t>
      </w:r>
      <w:r w:rsidRPr="001D335C">
        <w:rPr>
          <w:rFonts w:eastAsia="TimesNewRoman"/>
        </w:rPr>
        <w:t>называется группа операций по изготовлению (восстановлению, обслуживанию) одной продукции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(детали, узла или агрегата) на одном производственном участке.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Операция </w:t>
      </w:r>
      <w:r w:rsidRPr="001D335C">
        <w:rPr>
          <w:rFonts w:eastAsia="TimesNewRoman"/>
        </w:rPr>
        <w:t>– законченная часть производственного процесса,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выполняемая одним или группой рабочих на одном рабочем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 xml:space="preserve">месте и охватывающая все </w:t>
      </w:r>
      <w:r>
        <w:rPr>
          <w:rFonts w:eastAsia="TimesNewRoman"/>
        </w:rPr>
        <w:t>их действия по выполнению задан</w:t>
      </w:r>
      <w:r w:rsidRPr="001D335C">
        <w:rPr>
          <w:rFonts w:eastAsia="TimesNewRoman"/>
        </w:rPr>
        <w:t>ной работы.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Технологически опера</w:t>
      </w:r>
      <w:r>
        <w:rPr>
          <w:rFonts w:eastAsia="TimesNewRoman"/>
        </w:rPr>
        <w:t>ция представляет комплекс после</w:t>
      </w:r>
      <w:r w:rsidRPr="001D335C">
        <w:rPr>
          <w:rFonts w:eastAsia="TimesNewRoman"/>
        </w:rPr>
        <w:t xml:space="preserve">довательных </w:t>
      </w:r>
      <w:r w:rsidRPr="001D335C">
        <w:rPr>
          <w:rFonts w:eastAsia="TimesNewRoman"/>
          <w:b/>
          <w:bCs/>
          <w:i/>
          <w:iCs/>
        </w:rPr>
        <w:t xml:space="preserve">переходов </w:t>
      </w:r>
      <w:r w:rsidRPr="001D335C">
        <w:rPr>
          <w:rFonts w:eastAsia="TimesNewRoman"/>
        </w:rPr>
        <w:t>по обслуживанию агрегата или группы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агрегатов автомобиля (регулировка свободного хода педали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тормоза, смена масла в картере двигателя и т.д.).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  <w:r w:rsidRPr="001D335C">
        <w:rPr>
          <w:rFonts w:eastAsia="TimesNewRoman"/>
          <w:b/>
          <w:bCs/>
        </w:rPr>
        <w:t xml:space="preserve">1.2. </w:t>
      </w:r>
      <w:r w:rsidRPr="001D335C">
        <w:rPr>
          <w:rFonts w:eastAsia="TimesNewRoman,Bold"/>
          <w:b/>
          <w:bCs/>
        </w:rPr>
        <w:t>Система технического обслуживания и ремонта</w:t>
      </w:r>
      <w:r>
        <w:rPr>
          <w:rFonts w:eastAsia="TimesNewRoman,Bold"/>
          <w:b/>
          <w:bCs/>
        </w:rPr>
        <w:t xml:space="preserve"> </w:t>
      </w:r>
      <w:r w:rsidRPr="001D335C">
        <w:rPr>
          <w:rFonts w:eastAsia="TimesNewRoman,Bold"/>
          <w:b/>
          <w:bCs/>
        </w:rPr>
        <w:t>автомобилей</w:t>
      </w:r>
      <w:r w:rsidRPr="001D335C">
        <w:rPr>
          <w:rFonts w:eastAsia="TimesNewRoman"/>
          <w:b/>
          <w:bCs/>
        </w:rPr>
        <w:t xml:space="preserve">, </w:t>
      </w:r>
      <w:r w:rsidRPr="001D335C">
        <w:rPr>
          <w:rFonts w:eastAsia="TimesNewRoman,Bold"/>
          <w:b/>
          <w:bCs/>
        </w:rPr>
        <w:t>принятая на автотранспорте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 процессе эксплуатации автомобиля вследствие изнашивания деталей происходит постепенное ухудшение технологического состояния автомобиля, что приводит к снижению его</w:t>
      </w:r>
      <w:r>
        <w:rPr>
          <w:rFonts w:eastAsia="TimesNewRoman"/>
        </w:rPr>
        <w:t xml:space="preserve"> п</w:t>
      </w:r>
      <w:r w:rsidRPr="001D335C">
        <w:rPr>
          <w:rFonts w:eastAsia="TimesNewRoman"/>
        </w:rPr>
        <w:t>роизводительности и повышению себестоимости перевозок.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Для того чтобы использование автомобиля было рентабельным в течение всего периода эксплуатации, его необходимо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регулярно подвергать определенному комплексу технических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воздействий, которые в зависимости от значения и характера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выполняемых работ можно разделить на две группы: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1) воздействия, направленные на поддержание автомобиля в работоспособном состоянии в течение как можно большего периода эксплуатации и подготовку его к работе.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2) воздействия, направленные на восстановление утраченной работоспособности агрегатами, механизмами и деталями автомобиля.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Комплекс профилактических мероприятий первой группы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составляет систему технического обслуживания, а второй – систему восстановления и ремонта автомобилей.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В нашей стране принята </w:t>
      </w:r>
      <w:r w:rsidRPr="001D335C">
        <w:rPr>
          <w:rFonts w:eastAsia="TimesNewRoman"/>
          <w:b/>
          <w:bCs/>
          <w:i/>
          <w:iCs/>
        </w:rPr>
        <w:t>планово-предупредительнаясистема технического обслуживания и ремонта автомобилей</w:t>
      </w:r>
      <w:r w:rsidRPr="001D335C">
        <w:rPr>
          <w:rFonts w:eastAsia="TimesNewRoman"/>
        </w:rPr>
        <w:t>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Принципиальными положениями такой системы ТО и ремонта являются следующие: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– выполнение </w:t>
      </w:r>
      <w:r w:rsidRPr="001D335C">
        <w:rPr>
          <w:rFonts w:eastAsia="TimesNewRoman"/>
          <w:b/>
          <w:bCs/>
          <w:i/>
          <w:iCs/>
        </w:rPr>
        <w:t xml:space="preserve">в принудительном порядке </w:t>
      </w:r>
      <w:r w:rsidRPr="001D335C">
        <w:rPr>
          <w:rFonts w:eastAsia="TimesNewRoman"/>
        </w:rPr>
        <w:t>постоянного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комплекса работ по ТО после установленного пробега;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– выполнение ремонта автомобиля </w:t>
      </w:r>
      <w:r w:rsidRPr="001D335C">
        <w:rPr>
          <w:rFonts w:eastAsia="TimesNewRoman"/>
          <w:b/>
          <w:bCs/>
          <w:i/>
          <w:iCs/>
        </w:rPr>
        <w:t>по потребности</w:t>
      </w:r>
      <w:r w:rsidRPr="001D335C">
        <w:rPr>
          <w:rFonts w:eastAsia="TimesNewRoman"/>
        </w:rPr>
        <w:t>, которая выявляется в процессе диагностики или в процессе выполнения ТО.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Каждый вид технического обслуживания включает строго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установленную номенклатуру работ, которые должны быть выполнены обязательно.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Принудительное выполнение обслуживаний позволяет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своевременно выявлять и устранять неисправности, возникающие в механизмах и агрегатах автомобиля, или причины, которые могут повлечь за собой неисправности.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Следовательно, техническое обслуживание автомобилей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является предупредительным мероприятием, направленным на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предупреждение возникновения и развития неисправностей,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аварийных износов и поломок деталей.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Применение планово-предупредительной системы позволяет: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обеспечить в процессе эксплуатации уровень надежности, предусмотренный при проектировании и изготовлении автомобиля;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обеспечить высокий коэффициент технической готовности автомобиля;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повысить безопасность движения;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обеспечить экономичную работу автомобиля.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Рационально организованная система ТО и ремонта предусматривает также проведение обкатки новых и капитально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отремонтированных автомобилей, а также их агрегатов перед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вводом в эксплуатацию.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  <w:r w:rsidRPr="001D335C">
        <w:rPr>
          <w:rFonts w:eastAsia="TimesNewRoman"/>
          <w:b/>
          <w:bCs/>
        </w:rPr>
        <w:t xml:space="preserve">1.3. </w:t>
      </w:r>
      <w:r w:rsidRPr="001D335C">
        <w:rPr>
          <w:rFonts w:eastAsia="TimesNewRoman,Bold"/>
          <w:b/>
          <w:bCs/>
        </w:rPr>
        <w:t>Нормативные документы по организации</w:t>
      </w:r>
      <w:r>
        <w:rPr>
          <w:rFonts w:eastAsia="TimesNewRoman,Bold"/>
          <w:b/>
          <w:bCs/>
        </w:rPr>
        <w:t xml:space="preserve"> </w:t>
      </w:r>
      <w:r w:rsidRPr="001D335C">
        <w:rPr>
          <w:rFonts w:eastAsia="TimesNewRoman,Bold"/>
          <w:b/>
          <w:bCs/>
        </w:rPr>
        <w:t>технологических процессов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Одним из важнейших принципов рациональной организации ТО и ремонта автомобилей является применение обоснованных нормативов выполнения профилактических и ремонтных работ. В технической эксплуатации существуют нормативы: периодичности ТО, трудоемкости ТО и ремонта, продолжительности ТО и ремонта, а также ресурса до капитального ремонта.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Основополагающим нормативным документом, регламентирующим планирование, организацию и содержание ТО и ремонта автомобилей, определение ресурсов, является </w:t>
      </w:r>
      <w:r w:rsidRPr="001D335C">
        <w:rPr>
          <w:rFonts w:eastAsia="TimesNewRoman"/>
          <w:b/>
          <w:bCs/>
          <w:i/>
          <w:iCs/>
        </w:rPr>
        <w:t>«Положение о техническом обслуживании и ремонте подвижного</w:t>
      </w:r>
      <w:r>
        <w:rPr>
          <w:rFonts w:eastAsia="TimesNewRoman"/>
          <w:b/>
          <w:bCs/>
          <w:i/>
          <w:iCs/>
        </w:rPr>
        <w:t xml:space="preserve"> </w:t>
      </w:r>
      <w:r w:rsidRPr="001D335C">
        <w:rPr>
          <w:rFonts w:eastAsia="TimesNewRoman"/>
          <w:b/>
          <w:bCs/>
          <w:i/>
          <w:iCs/>
        </w:rPr>
        <w:t xml:space="preserve">состава автомобильного транспорта» </w:t>
      </w:r>
      <w:r w:rsidRPr="001D335C">
        <w:rPr>
          <w:rFonts w:eastAsia="TimesNewRoman"/>
        </w:rPr>
        <w:t>(далее – Положение).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 современных условиях контроль качества выполнения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нормативных положений по ТО и ремонту автомобилей обеспечивается благодаря сущест</w:t>
      </w:r>
      <w:r>
        <w:rPr>
          <w:rFonts w:eastAsia="TimesNewRoman"/>
        </w:rPr>
        <w:t>вующей системе сертификации про</w:t>
      </w:r>
      <w:r w:rsidRPr="001D335C">
        <w:rPr>
          <w:rFonts w:eastAsia="TimesNewRoman"/>
        </w:rPr>
        <w:t>изводственно-технической б</w:t>
      </w:r>
      <w:r>
        <w:rPr>
          <w:rFonts w:eastAsia="TimesNewRoman"/>
        </w:rPr>
        <w:t>азы (ПТБ) и полноте услуг по об</w:t>
      </w:r>
      <w:r w:rsidRPr="001D335C">
        <w:rPr>
          <w:rFonts w:eastAsia="TimesNewRoman"/>
        </w:rPr>
        <w:t>служиванию и ремонту. Нормативное регулирование для субъектов на рынке транспортных и сервисных услуг осуществляется системой лицензирования.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Для оперативного учета изменений конструкций автомобилей и условий их эксплуатации </w:t>
      </w:r>
      <w:r w:rsidRPr="001D335C">
        <w:rPr>
          <w:rFonts w:eastAsia="TimesNewRoman"/>
          <w:b/>
          <w:bCs/>
          <w:i/>
          <w:iCs/>
        </w:rPr>
        <w:t>в Положении предусматриваются две части</w:t>
      </w:r>
      <w:r w:rsidRPr="001D335C">
        <w:rPr>
          <w:rFonts w:eastAsia="TimesNewRoman"/>
        </w:rPr>
        <w:t>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В первой части </w:t>
      </w:r>
      <w:r w:rsidRPr="001D335C">
        <w:rPr>
          <w:rFonts w:eastAsia="TimesNewRoman"/>
        </w:rPr>
        <w:t>содержатся основные положения по организации ТО и ремонта подвижного состава. В данной части устанавливаются: система и виды ТО и ремонта, а также исходные нормативы, регламентирующие их; классификация условий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эксплуатации и методы корректирования нормативов; принципы организации производства ТО и ремонта в АТП; типовые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перечни операций ТО и другие основополагающие материалы.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 xml:space="preserve">Вторая часть (нормативная) </w:t>
      </w:r>
      <w:r w:rsidRPr="001D335C">
        <w:rPr>
          <w:rFonts w:eastAsia="TimesNewRoman"/>
        </w:rPr>
        <w:t>включает конкретные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нормативы по ряду базовых моделей автомобилей и их модификациям. С целью объективного учета изменения выпускаемых автомобилей помодельно (отечественного производства)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данная часть разрабатывается и дополняется с периодичностью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3–5 лет в виде отдельных приложений к 1-й части.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  <w:b/>
          <w:bCs/>
          <w:i/>
          <w:iCs/>
        </w:rPr>
        <w:t>Нормативы ТО и ремонта</w:t>
      </w:r>
      <w:r w:rsidRPr="001D335C">
        <w:rPr>
          <w:rFonts w:eastAsia="TimesNewRoman"/>
        </w:rPr>
        <w:t>, установленные Положением,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относятся к определенным условиям эксплуатации, называемым эталонными. За эталонные условия принята работа базовых моделей автомобилей, имеющих пробег от начала эксплуатации в пределах 50–75 % от нормы пробега до капитального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ремонта, в условиях эксплуатации I категории в умеренном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климатическом районе с умеренной агрессивностью окружающей среды. При этом предусматривается, что ТО и текущий ремонт выполняются на предприятии, имеющем ПТБ для обслуживания 200–300 автомобилей, составляющих не более трех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технологически совместимых групп.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При работе в иных, отличных условиях эксплуатации изменяются безопасность и долговечность автомобилей, а также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трудовые и материальные затраты на обеспечение их работоспособности. Поэтому нормативы ТО и ремонта корректируются.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  <w:r w:rsidRPr="001D335C">
        <w:rPr>
          <w:rFonts w:eastAsia="TimesNewRoman"/>
          <w:b/>
          <w:bCs/>
        </w:rPr>
        <w:t xml:space="preserve">1.3.1. </w:t>
      </w:r>
      <w:r w:rsidRPr="001D335C">
        <w:rPr>
          <w:rFonts w:eastAsia="TimesNewRoman,Bold"/>
          <w:b/>
          <w:bCs/>
        </w:rPr>
        <w:t>Содержание основных операций ТО</w:t>
      </w:r>
      <w:r>
        <w:rPr>
          <w:rFonts w:eastAsia="TimesNewRoman,Bold"/>
          <w:b/>
          <w:bCs/>
        </w:rPr>
        <w:t xml:space="preserve"> </w:t>
      </w:r>
      <w:r w:rsidRPr="001D335C">
        <w:rPr>
          <w:rFonts w:eastAsia="TimesNewRoman,Bold"/>
          <w:b/>
          <w:bCs/>
        </w:rPr>
        <w:t>автомобилей</w:t>
      </w:r>
      <w:r w:rsidRPr="001D335C">
        <w:rPr>
          <w:rFonts w:eastAsia="TimesNewRoman"/>
          <w:b/>
          <w:bCs/>
        </w:rPr>
        <w:t xml:space="preserve">, </w:t>
      </w:r>
      <w:r w:rsidRPr="001D335C">
        <w:rPr>
          <w:rFonts w:eastAsia="TimesNewRoman,Bold"/>
          <w:b/>
          <w:bCs/>
        </w:rPr>
        <w:t>предусмотренных Положением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Все виды ТО автомобилей проводятся в объеме приведенных ниже примерных перечней основных операций технического обслуживания. При обнаружении в ходе ТО неисправностей,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не устраняемых регулировкой, производится ремонт или замена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соответствующих деталей (узлов).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Bold"/>
          <w:b/>
          <w:bCs/>
        </w:rPr>
        <w:t xml:space="preserve">Ежедневное техническое обслуживание </w:t>
      </w:r>
      <w:r w:rsidRPr="001D335C">
        <w:rPr>
          <w:rFonts w:eastAsia="TimesNewRoman"/>
          <w:b/>
          <w:bCs/>
        </w:rPr>
        <w:t>(</w:t>
      </w:r>
      <w:r w:rsidRPr="001D335C">
        <w:rPr>
          <w:rFonts w:eastAsia="TimesNewRoman,Bold"/>
          <w:b/>
          <w:bCs/>
        </w:rPr>
        <w:t>ЕО</w:t>
      </w:r>
      <w:r w:rsidRPr="001D335C">
        <w:rPr>
          <w:rFonts w:eastAsia="TimesNewRoman"/>
          <w:b/>
          <w:bCs/>
        </w:rPr>
        <w:t xml:space="preserve">) </w:t>
      </w:r>
      <w:r w:rsidRPr="001D335C">
        <w:rPr>
          <w:rFonts w:eastAsia="TimesNewRoman"/>
        </w:rPr>
        <w:t>проводится ежедневно и включает в себя следующие виды работ: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>Контрольно</w:t>
      </w:r>
      <w:r w:rsidRPr="001D335C">
        <w:rPr>
          <w:rFonts w:eastAsia="TimesNewRoman"/>
          <w:i/>
          <w:iCs/>
        </w:rPr>
        <w:t>-</w:t>
      </w:r>
      <w:r w:rsidRPr="001D335C">
        <w:rPr>
          <w:rFonts w:eastAsia="TimesNewRoman,Italic"/>
          <w:i/>
          <w:iCs/>
        </w:rPr>
        <w:t>осмотровые работы</w:t>
      </w:r>
      <w:r w:rsidRPr="001D335C">
        <w:rPr>
          <w:rFonts w:eastAsia="TimesNewRoman"/>
        </w:rPr>
        <w:t>. Осмотр автомобиля 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выявление наружных повреждений, проверка его комплектности, состояния кабины, платформы (кузова), стекол, зеркал заднего вида, капота двигателя и багажника, состояние подвесок,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колес, шин и др. Проводится контроль действия приборов освещения и сигнализации, стеклоочистителей и т.д.; проверка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свободного хода рулевого колеса, приводов тормозов, систем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двигателя, работы агрегатов, узлов, систем и контрольноизмерительных приборов автомобиля на месте и на ходу.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 xml:space="preserve">Уборочные и моечные работы </w:t>
      </w:r>
      <w:r w:rsidRPr="001D335C">
        <w:rPr>
          <w:rFonts w:eastAsia="TimesNewRoman"/>
          <w:i/>
          <w:iCs/>
        </w:rPr>
        <w:t>(</w:t>
      </w:r>
      <w:r w:rsidRPr="001D335C">
        <w:rPr>
          <w:rFonts w:eastAsia="TimesNewRoman,Italic"/>
          <w:i/>
          <w:iCs/>
        </w:rPr>
        <w:t>УМР</w:t>
      </w:r>
      <w:r w:rsidRPr="001D335C">
        <w:rPr>
          <w:rFonts w:eastAsia="TimesNewRoman"/>
          <w:i/>
          <w:iCs/>
        </w:rPr>
        <w:t>)</w:t>
      </w:r>
      <w:r w:rsidRPr="001D335C">
        <w:rPr>
          <w:rFonts w:eastAsia="TimesNewRoman"/>
        </w:rPr>
        <w:t>. Уборка кабины (салона) и платформы (кузова). Мойка и сушка автомобиля, в случае необходимости – санитарная обработка; протирка зеркал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заднего вида, фар, подфарников, указателей поворотов, задних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фонарей и стоп-сигналов, стекол кабины, а также номерных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знаков.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>Смазочные</w:t>
      </w:r>
      <w:r w:rsidRPr="001D335C">
        <w:rPr>
          <w:rFonts w:eastAsia="TimesNewRoman"/>
          <w:i/>
          <w:iCs/>
        </w:rPr>
        <w:t xml:space="preserve">, </w:t>
      </w:r>
      <w:r w:rsidRPr="001D335C">
        <w:rPr>
          <w:rFonts w:eastAsia="TimesNewRoman,Italic"/>
          <w:i/>
          <w:iCs/>
        </w:rPr>
        <w:t>очистительные и заправочные работы</w:t>
      </w:r>
      <w:r w:rsidRPr="001D335C">
        <w:rPr>
          <w:rFonts w:eastAsia="TimesNewRoman"/>
        </w:rPr>
        <w:t>. Проверка (доливка) уровня масла в двигателе. Проверка (доливка)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уровня жидкости в системе охлаждения; проверка уровня топлива (заправка).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Bold"/>
          <w:b/>
          <w:bCs/>
        </w:rPr>
        <w:t xml:space="preserve">Первое техническое обслуживание </w:t>
      </w:r>
      <w:r w:rsidRPr="001D335C">
        <w:rPr>
          <w:rFonts w:eastAsia="TimesNewRoman"/>
          <w:b/>
          <w:bCs/>
        </w:rPr>
        <w:t>(</w:t>
      </w:r>
      <w:r w:rsidRPr="001D335C">
        <w:rPr>
          <w:rFonts w:eastAsia="TimesNewRoman,Bold"/>
          <w:b/>
          <w:bCs/>
        </w:rPr>
        <w:t>ТО</w:t>
      </w:r>
      <w:r w:rsidRPr="001D335C">
        <w:rPr>
          <w:rFonts w:eastAsia="TimesNewRoman"/>
          <w:b/>
          <w:bCs/>
        </w:rPr>
        <w:t xml:space="preserve">-1) </w:t>
      </w:r>
      <w:r w:rsidRPr="001D335C">
        <w:rPr>
          <w:rFonts w:eastAsia="TimesNewRoman"/>
        </w:rPr>
        <w:t>включает всебя следующие виды работ: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>Контрольно</w:t>
      </w:r>
      <w:r w:rsidRPr="001D335C">
        <w:rPr>
          <w:rFonts w:eastAsia="TimesNewRoman"/>
          <w:i/>
          <w:iCs/>
        </w:rPr>
        <w:t>-</w:t>
      </w:r>
      <w:r w:rsidRPr="001D335C">
        <w:rPr>
          <w:rFonts w:eastAsia="TimesNewRoman,Italic"/>
          <w:i/>
          <w:iCs/>
        </w:rPr>
        <w:t>диагностические</w:t>
      </w:r>
      <w:r w:rsidRPr="001D335C">
        <w:rPr>
          <w:rFonts w:eastAsia="TimesNewRoman"/>
          <w:i/>
          <w:iCs/>
        </w:rPr>
        <w:t xml:space="preserve">, </w:t>
      </w:r>
      <w:r w:rsidRPr="001D335C">
        <w:rPr>
          <w:rFonts w:eastAsia="TimesNewRoman,Italic"/>
          <w:i/>
          <w:iCs/>
        </w:rPr>
        <w:t>крепежные и регулировочные работы</w:t>
      </w:r>
      <w:r w:rsidRPr="001D335C">
        <w:rPr>
          <w:rFonts w:eastAsia="TimesNewRoman"/>
        </w:rPr>
        <w:t>, которые, в свою очередь, делятся по специализации: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(регулировка) свободного хода педали сцепления, люфта в шарнирных и шлицевых соединениях карданной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передачи, при необходимости закрепление фланцев карданного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вала;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герметичности усилителя рулевого управления,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крепления шаровых пальцев и люфта рулевого колеса, шарниров рулевых тяг и др.;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(регулировка) эффективности действия тормозной системы, свободного и рабочего хода педали тормозной</w:t>
      </w:r>
      <w:r>
        <w:rPr>
          <w:rFonts w:eastAsia="TimesNewRoman"/>
        </w:rPr>
        <w:t xml:space="preserve"> с</w:t>
      </w:r>
      <w:r w:rsidRPr="001D335C">
        <w:rPr>
          <w:rFonts w:eastAsia="TimesNewRoman"/>
        </w:rPr>
        <w:t>истемы, а также действия стояночной тормозной системы;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состояния узлов и деталей подвески, состояния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шин и давления воздуха в них;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замков, петель и ручек дверей кабины и другие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работы;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состояния приборов и приводов системы питания, герметичности их соединений;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очистка и проверка работоспособности аккумуляторной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батареи, генератора, приборов и электропроводки.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>Смазочные и очистительные работы</w:t>
      </w:r>
      <w:r w:rsidRPr="001D335C">
        <w:rPr>
          <w:rFonts w:eastAsia="TimesNewRoman"/>
        </w:rPr>
        <w:t>. Смазка узлов трения и проверка уровня масла в картерах агрегатов и бачках гидропривода автомобиля в соответствии с картой смазки.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>Дополнительные работы по специальным автомобилям и</w:t>
      </w:r>
      <w:r>
        <w:rPr>
          <w:rFonts w:eastAsia="TimesNewRoman,Italic"/>
          <w:i/>
          <w:iCs/>
        </w:rPr>
        <w:t xml:space="preserve"> </w:t>
      </w:r>
      <w:r w:rsidRPr="001D335C">
        <w:rPr>
          <w:rFonts w:eastAsia="TimesNewRoman,Italic"/>
          <w:i/>
          <w:iCs/>
        </w:rPr>
        <w:t>тягачам</w:t>
      </w:r>
      <w:r w:rsidRPr="001D335C">
        <w:rPr>
          <w:rFonts w:eastAsia="TimesNewRoman"/>
        </w:rPr>
        <w:t>, требующие проверки состояния несущих элементов,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соединений и коммуникаций, проверки уровня масла в баке механизма подъема платформы и др.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Bold"/>
          <w:b/>
          <w:bCs/>
        </w:rPr>
        <w:t xml:space="preserve">Второе техническое обслуживание </w:t>
      </w:r>
      <w:r w:rsidRPr="001D335C">
        <w:rPr>
          <w:rFonts w:eastAsia="TimesNewRoman"/>
          <w:b/>
          <w:bCs/>
        </w:rPr>
        <w:t>(</w:t>
      </w:r>
      <w:r w:rsidRPr="001D335C">
        <w:rPr>
          <w:rFonts w:eastAsia="TimesNewRoman,Bold"/>
          <w:b/>
          <w:bCs/>
        </w:rPr>
        <w:t>ТО</w:t>
      </w:r>
      <w:r w:rsidRPr="001D335C">
        <w:rPr>
          <w:rFonts w:eastAsia="TimesNewRoman"/>
          <w:b/>
          <w:bCs/>
        </w:rPr>
        <w:t xml:space="preserve">-2) </w:t>
      </w:r>
      <w:r w:rsidRPr="001D335C">
        <w:rPr>
          <w:rFonts w:eastAsia="TimesNewRoman"/>
        </w:rPr>
        <w:t>включает следующие виды работ: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>Контрольно</w:t>
      </w:r>
      <w:r w:rsidRPr="001D335C">
        <w:rPr>
          <w:rFonts w:eastAsia="TimesNewRoman"/>
          <w:i/>
          <w:iCs/>
        </w:rPr>
        <w:t>-</w:t>
      </w:r>
      <w:r w:rsidRPr="001D335C">
        <w:rPr>
          <w:rFonts w:eastAsia="TimesNewRoman,Italic"/>
          <w:i/>
          <w:iCs/>
        </w:rPr>
        <w:t>диагностические</w:t>
      </w:r>
      <w:r w:rsidRPr="001D335C">
        <w:rPr>
          <w:rFonts w:eastAsia="TimesNewRoman"/>
          <w:i/>
          <w:iCs/>
        </w:rPr>
        <w:t xml:space="preserve">, </w:t>
      </w:r>
      <w:r w:rsidRPr="001D335C">
        <w:rPr>
          <w:rFonts w:eastAsia="TimesNewRoman,Italic"/>
          <w:i/>
          <w:iCs/>
        </w:rPr>
        <w:t>крепежные и регулировочные работы</w:t>
      </w:r>
      <w:r w:rsidRPr="001D335C">
        <w:rPr>
          <w:rFonts w:eastAsia="TimesNewRoman"/>
        </w:rPr>
        <w:t>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герметичности систем охлаждения (отопления); проверка состояния цилиндро-поршневой группы двигателя; проверка крепления трубопроводов и приемных труб глушителя, поддона картеров двигателя и сцепления;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действия пружины сцепления, свободного 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полного хода педали, работа сцепления; проверка люфта в шарнирных и шлицевых соединениях карданной передачи; проверка состояния картеров ведущих мостов;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регулировка схождения передних колес, развала, продольного и поперечного наклонов шкворней и углов поворота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передних колес, а также их балансировка и т.д. Проверка степени износа тормозных барабанов или дисков, колодок, накладок,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свободного и рабочего ходо</w:t>
      </w:r>
      <w:r>
        <w:rPr>
          <w:rFonts w:eastAsia="TimesNewRoman"/>
        </w:rPr>
        <w:t>в педали тормоза, состояние пру</w:t>
      </w:r>
      <w:r w:rsidRPr="001D335C">
        <w:rPr>
          <w:rFonts w:eastAsia="TimesNewRoman"/>
        </w:rPr>
        <w:t>жин, подшипников, колес и др. При необходимости замена узлов или деталей;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состояния и герметичности трубопроводов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тормозной системы, их регулировка; проверка параметров работы тормозной системы; проверка работоспособности других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элементов, обеспечивающих тормозные свойства автомобиля.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Проверка состояния несущих конструкций и элементов автомобиля, правильности расположения заднего моста; проверка состояния колесных дисков и крепления колес, состояния шин.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При необходимости – выполнение регулировочных операций;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состояния поверхности кабины, кузова, оперения; проверка состояния систем вентиляции и отопления салона, а также уплотнителей дверей и вентиляционных люков.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Проверка всех внешних и внутренних креплений кузова, креплений брызговиков. При необходимости – выполнение косметического ремонта;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крепления, соединений и герметичности ответственных элементов и коммуникаций системы питания бензиновых двигателей. Проверка качества приготовляемой горючей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смеси и при необходимости регулировка элементов системы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питания;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крепления, герметичности и исправности ответственных элементов и коммуникаций топливного бака, трубопроводов, топливных насосов, форсунок системы питания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дизельных двигателей. При необходимости – устранение неисправностей и другие работы;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работоспособности аккумуляторной батареи;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состояния контактных элементов (контактных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колец, щеток), подшипников, при необходимости – разборка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генератора и замена изношенных деталей (щеток, нажимных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пружин). Проверка работы стартера и реле-регулятора. Регулировка напряжения реле-регулятора с учетом времени года, если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это предусмотрено его конструкцией;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свечей и катушки зажигания, прерывателя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распределителя. При необходимости – регулировка зазоров в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приборах зажигания;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проверка работоспособности и регулировка приборов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освещения и сигнализации.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 xml:space="preserve">Смазочные </w:t>
      </w:r>
      <w:r w:rsidRPr="001D335C">
        <w:rPr>
          <w:rFonts w:eastAsia="TimesNewRoman"/>
        </w:rPr>
        <w:t>и очистительные работы. Смазка узлов трения автомобиля, проверка уровня масла в элементах двигателя,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проверка и замена фильтрующих элементов.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>Дополнительные работы по специальным автомобилям и</w:t>
      </w:r>
      <w:r>
        <w:rPr>
          <w:rFonts w:eastAsia="TimesNewRoman,Italic"/>
          <w:i/>
          <w:iCs/>
        </w:rPr>
        <w:t xml:space="preserve"> </w:t>
      </w:r>
      <w:r w:rsidRPr="001D335C">
        <w:rPr>
          <w:rFonts w:eastAsia="TimesNewRoman,Italic"/>
          <w:i/>
          <w:iCs/>
        </w:rPr>
        <w:t>тягачам</w:t>
      </w:r>
      <w:r w:rsidRPr="001D335C">
        <w:rPr>
          <w:rFonts w:eastAsia="TimesNewRoman"/>
        </w:rPr>
        <w:t>. Проводятся в соответствии с особенностями конструкций этих автомобилей.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Перед выполнением работ по специализациям каждого вида ТО необходимо провести общий осмотр автомобиля.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Во всех видах ТО, кроме указанных видов работ, предполагается выполнение специфических работ по автобусам и легковым автомобилям.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Ежедневное обслуживание выполняется один раз в сутки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после работы подвижного состава на линии и должно включать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 себя общий внешний контроль автомобиля, направленный на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обеспечения безопасности, поддержание внешнего вида и заправку его топливом, маслом и водой.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Периодичность первого и второго технического обслуживания устанавливают по пробегу в зависимости от условий эксплуатации.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Основное назначение первого и второго технических обслуживаний – снизить интенсивность изнашивания деталей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своевременным выполнением контрольных, смазочных, крепежных, регулировочных и других работ, а также своевременно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выявить и устранить неиспр</w:t>
      </w:r>
      <w:r>
        <w:rPr>
          <w:rFonts w:eastAsia="TimesNewRoman"/>
        </w:rPr>
        <w:t>авности или причины, которые мо</w:t>
      </w:r>
      <w:r w:rsidRPr="001D335C">
        <w:rPr>
          <w:rFonts w:eastAsia="TimesNewRoman"/>
        </w:rPr>
        <w:t>гут повлечь возникновение неисправностей.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Bold"/>
          <w:b/>
          <w:bCs/>
        </w:rPr>
        <w:t xml:space="preserve">Сезонное техническое обслуживание </w:t>
      </w:r>
      <w:r w:rsidRPr="001D335C">
        <w:rPr>
          <w:rFonts w:eastAsia="TimesNewRoman"/>
          <w:b/>
          <w:bCs/>
        </w:rPr>
        <w:t>(</w:t>
      </w:r>
      <w:r w:rsidRPr="001D335C">
        <w:rPr>
          <w:rFonts w:eastAsia="TimesNewRoman,Bold"/>
          <w:b/>
          <w:bCs/>
        </w:rPr>
        <w:t>СО</w:t>
      </w:r>
      <w:r w:rsidRPr="001D335C">
        <w:rPr>
          <w:rFonts w:eastAsia="TimesNewRoman"/>
          <w:b/>
          <w:bCs/>
        </w:rPr>
        <w:t xml:space="preserve">) </w:t>
      </w:r>
      <w:r w:rsidRPr="001D335C">
        <w:rPr>
          <w:rFonts w:eastAsia="TimesNewRoman"/>
        </w:rPr>
        <w:t>проводят два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раза в год с целью подготовки автомобиля к эксплуатации в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зимнее или летнее время год</w:t>
      </w:r>
      <w:r>
        <w:rPr>
          <w:rFonts w:eastAsia="TimesNewRoman"/>
        </w:rPr>
        <w:t>а, совмещая его с очередным тех</w:t>
      </w:r>
      <w:r w:rsidRPr="001D335C">
        <w:rPr>
          <w:rFonts w:eastAsia="TimesNewRoman"/>
        </w:rPr>
        <w:t>ническим обслуживанием, обычно с ТО-2.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 качестве отдельно планируемого вида СО рекомендуется проводить для подвижного</w:t>
      </w:r>
      <w:r>
        <w:rPr>
          <w:rFonts w:eastAsia="TimesNewRoman"/>
        </w:rPr>
        <w:t xml:space="preserve"> состава, работающего в зоне хо</w:t>
      </w:r>
      <w:r w:rsidRPr="001D335C">
        <w:rPr>
          <w:rFonts w:eastAsia="TimesNewRoman"/>
        </w:rPr>
        <w:t>лодного климата и районах Крайнего Севера.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К зоне холодного климата относятся: Мурманская, Архангельская, Тюменская, Омская, Новосибирская, Томская области,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Алтайский край, Красноярский край, Иркутская, Читинская,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Амурская область, Хабаровский край, Камчатская область,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Приморский край, Сахалинская область.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К районам Крайнего </w:t>
      </w:r>
      <w:r>
        <w:rPr>
          <w:rFonts w:eastAsia="TimesNewRoman"/>
        </w:rPr>
        <w:t>Севера относят: Якутию, Магадан</w:t>
      </w:r>
      <w:r w:rsidRPr="001D335C">
        <w:rPr>
          <w:rFonts w:eastAsia="TimesNewRoman"/>
        </w:rPr>
        <w:t>скую область и др., где температура января (-35 oС) и ниже.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Дополнительно к работам ТО-2 при СО промывают системы охлаждения двигателя, предпускового подогревателя, проверяют состояние и действие сливных кранов систем охлаждения и питания, тормозной системы, производят замену масла в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двигателе, трансмиссии, меха</w:t>
      </w:r>
      <w:r>
        <w:rPr>
          <w:rFonts w:eastAsia="TimesNewRoman"/>
        </w:rPr>
        <w:t>низме рулевого управления на со</w:t>
      </w:r>
      <w:r w:rsidRPr="001D335C">
        <w:rPr>
          <w:rFonts w:eastAsia="TimesNewRoman"/>
        </w:rPr>
        <w:t>ответствующие (зимние или летние) масла. Подзаряжают аккумуляторные батареи (в зимнее время года плотность электролита должна быть больше), утепляют их.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Необходимо также проверить работу реле-регулятора 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при необходимости его отрегулировать, очистить и продуть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внутренние полости генератора и стартера, при необходимости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их разобрать, заменить изношенные детали и смазать подшипники.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Кроме того, проверяют стеклоочистители, термостат и жалюзи радиатора, работу датчика включения муфты вентилятора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системы охлаждения и датчиков аварийных сигнализаторов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температуры охлаждающей жидкости и давления масла в смазочной системе, уплотнение дверей и окон.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Необходимо также очистить от продуктов коррозии поверхности кузова, кабины и крыльев, окрасить их; нанести на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нижние поверхности крыльев и кузовов автобусов и легковых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автомобилей антикоррозий</w:t>
      </w:r>
      <w:r>
        <w:rPr>
          <w:rFonts w:eastAsia="TimesNewRoman"/>
        </w:rPr>
        <w:t>ную мастику; отрегулировать кар</w:t>
      </w:r>
      <w:r w:rsidRPr="001D335C">
        <w:rPr>
          <w:rFonts w:eastAsia="TimesNewRoman"/>
        </w:rPr>
        <w:t>бюраторы и топливные насосы высокого давления для работы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зимой; укомплектовать автомобили цепями противоскольжения, утеплительными чехлам</w:t>
      </w:r>
      <w:r>
        <w:rPr>
          <w:rFonts w:eastAsia="TimesNewRoman"/>
        </w:rPr>
        <w:t>и капота и радиатора, и буксиро</w:t>
      </w:r>
      <w:r w:rsidRPr="001D335C">
        <w:rPr>
          <w:rFonts w:eastAsia="TimesNewRoman"/>
        </w:rPr>
        <w:t>вочными тросами.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  <w:r w:rsidRPr="001D335C">
        <w:rPr>
          <w:rFonts w:eastAsia="TimesNewRoman"/>
          <w:b/>
          <w:bCs/>
        </w:rPr>
        <w:t xml:space="preserve">1.3.2. </w:t>
      </w:r>
      <w:r w:rsidRPr="001D335C">
        <w:rPr>
          <w:rFonts w:eastAsia="TimesNewRoman,Bold"/>
          <w:b/>
          <w:bCs/>
        </w:rPr>
        <w:t>Виды ремонтов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 соответствии с планово-предупредительной системой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Положением предусматрив</w:t>
      </w:r>
      <w:r>
        <w:rPr>
          <w:rFonts w:eastAsia="TimesNewRoman"/>
        </w:rPr>
        <w:t>аются текущий ремонт и капиталь</w:t>
      </w:r>
      <w:r w:rsidRPr="001D335C">
        <w:rPr>
          <w:rFonts w:eastAsia="TimesNewRoman"/>
        </w:rPr>
        <w:t>ный ремонт автомобиля и его агрегатов, узлов и механизмов.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Bold"/>
          <w:b/>
          <w:bCs/>
        </w:rPr>
        <w:t xml:space="preserve">Текущий ремонт </w:t>
      </w:r>
      <w:r w:rsidRPr="001D335C">
        <w:rPr>
          <w:rFonts w:eastAsia="TimesNewRoman"/>
          <w:b/>
          <w:bCs/>
        </w:rPr>
        <w:t>(</w:t>
      </w:r>
      <w:r w:rsidRPr="001D335C">
        <w:rPr>
          <w:rFonts w:eastAsia="TimesNewRoman,Bold"/>
          <w:b/>
          <w:bCs/>
        </w:rPr>
        <w:t>ТР</w:t>
      </w:r>
      <w:r w:rsidRPr="001D335C">
        <w:rPr>
          <w:rFonts w:eastAsia="TimesNewRoman"/>
          <w:b/>
          <w:bCs/>
        </w:rPr>
        <w:t xml:space="preserve">) </w:t>
      </w:r>
      <w:r w:rsidRPr="001D335C">
        <w:rPr>
          <w:rFonts w:eastAsia="TimesNewRoman"/>
        </w:rPr>
        <w:t>выполняется в АТП и на станциях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технического обслуживания автомобилей (СТО).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ТР включает: контрольно-диагностические, разборочные,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сборочные, регулировочны</w:t>
      </w:r>
      <w:r>
        <w:rPr>
          <w:rFonts w:eastAsia="TimesNewRoman"/>
        </w:rPr>
        <w:t>е, слесарные, механические, мед</w:t>
      </w:r>
      <w:r w:rsidRPr="001D335C">
        <w:rPr>
          <w:rFonts w:eastAsia="TimesNewRoman"/>
        </w:rPr>
        <w:t>ницкие, кузнечные, сварочные</w:t>
      </w:r>
      <w:r>
        <w:rPr>
          <w:rFonts w:eastAsia="TimesNewRoman"/>
        </w:rPr>
        <w:t>, жестяницкие, обойные, электро</w:t>
      </w:r>
      <w:r w:rsidRPr="001D335C">
        <w:rPr>
          <w:rFonts w:eastAsia="TimesNewRoman"/>
        </w:rPr>
        <w:t>технические, шиноремонтные, малярные и другие работы.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 xml:space="preserve">Текущий ремонт </w:t>
      </w:r>
      <w:r w:rsidRPr="001D335C">
        <w:rPr>
          <w:rFonts w:eastAsia="TimesNewRoman"/>
        </w:rPr>
        <w:t>автомобиля выполняется для устранения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возникших отказов и неиспр</w:t>
      </w:r>
      <w:r>
        <w:rPr>
          <w:rFonts w:eastAsia="TimesNewRoman"/>
        </w:rPr>
        <w:t>авностей и поддержания автомоби</w:t>
      </w:r>
      <w:r w:rsidRPr="001D335C">
        <w:rPr>
          <w:rFonts w:eastAsia="TimesNewRoman"/>
        </w:rPr>
        <w:t xml:space="preserve">ля в рабочем состоянии до </w:t>
      </w:r>
      <w:r>
        <w:rPr>
          <w:rFonts w:eastAsia="TimesNewRoman"/>
        </w:rPr>
        <w:t>капитального ремонта. При выпол</w:t>
      </w:r>
      <w:r w:rsidRPr="001D335C">
        <w:rPr>
          <w:rFonts w:eastAsia="TimesNewRoman"/>
        </w:rPr>
        <w:t>нении ТР агрегатов допускается замена деталей, достигших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 xml:space="preserve">предельного состояния, кроме </w:t>
      </w:r>
      <w:r>
        <w:rPr>
          <w:rFonts w:eastAsia="TimesNewRoman"/>
        </w:rPr>
        <w:t>базовых. При этом могут заме</w:t>
      </w:r>
      <w:r w:rsidRPr="001D335C">
        <w:rPr>
          <w:rFonts w:eastAsia="TimesNewRoman"/>
        </w:rPr>
        <w:t>няться отдельные детали, механизмы и агрегаты.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ТР направлен на обеспе</w:t>
      </w:r>
      <w:r>
        <w:rPr>
          <w:rFonts w:eastAsia="TimesNewRoman"/>
        </w:rPr>
        <w:t>чение безотказной работы агрега</w:t>
      </w:r>
      <w:r w:rsidRPr="001D335C">
        <w:rPr>
          <w:rFonts w:eastAsia="TimesNewRoman"/>
        </w:rPr>
        <w:t>тов и узлов автомобиля до очередного ТО-2. Нормативными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документами регламентиру</w:t>
      </w:r>
      <w:r>
        <w:rPr>
          <w:rFonts w:eastAsia="TimesNewRoman"/>
        </w:rPr>
        <w:t xml:space="preserve">ется трудоемкость ТР в человеко </w:t>
      </w:r>
      <w:r w:rsidRPr="001D335C">
        <w:rPr>
          <w:rFonts w:eastAsia="TimesNewRoman"/>
        </w:rPr>
        <w:t>часах на 1000 км пробега автомобиля, затраты в рублях на ТР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на 1000 км пробега автомобиля, а также используемая рабочая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сила, количество запасных ч</w:t>
      </w:r>
      <w:r>
        <w:rPr>
          <w:rFonts w:eastAsia="TimesNewRoman"/>
        </w:rPr>
        <w:t>астей и материалов. Часть опера</w:t>
      </w:r>
      <w:r w:rsidRPr="001D335C">
        <w:rPr>
          <w:rFonts w:eastAsia="TimesNewRoman"/>
        </w:rPr>
        <w:t>ций ТР (сопутствующий ТР)</w:t>
      </w:r>
      <w:r>
        <w:rPr>
          <w:rFonts w:eastAsia="TimesNewRoman"/>
        </w:rPr>
        <w:t xml:space="preserve"> может совмещаться с ТО-2. Неко</w:t>
      </w:r>
      <w:r w:rsidRPr="001D335C">
        <w:rPr>
          <w:rFonts w:eastAsia="TimesNewRoman"/>
        </w:rPr>
        <w:t>торые работы предупредительного ремонта, направленные на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поддержание исправного сос</w:t>
      </w:r>
      <w:r>
        <w:rPr>
          <w:rFonts w:eastAsia="TimesNewRoman"/>
        </w:rPr>
        <w:t>тояния кузовов, кабин, рам авто</w:t>
      </w:r>
      <w:r w:rsidRPr="001D335C">
        <w:rPr>
          <w:rFonts w:eastAsia="TimesNewRoman"/>
        </w:rPr>
        <w:t>мобиля, выполняются как самостоятельные операции два-три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раза за весь срок службы а</w:t>
      </w:r>
      <w:r>
        <w:rPr>
          <w:rFonts w:eastAsia="TimesNewRoman"/>
        </w:rPr>
        <w:t>втомобиля и включают в себя сле</w:t>
      </w:r>
      <w:r w:rsidRPr="001D335C">
        <w:rPr>
          <w:rFonts w:eastAsia="TimesNewRoman"/>
        </w:rPr>
        <w:t>дующее: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углубленный контроль технического состояния некоторых элементов;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восстановление или замену деталей, достигших предельного состояния;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работа по обеспечению герметичности и прочности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сварных швов;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удаление продуктов коррозии и нанесение антикоррозийного покрытия;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устранение вмятин и трещин;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работы по обеспечению комфортных условий для водителя и пассажиров;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– полную или частичную окраску кузова, кабины, рамы.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 xml:space="preserve">Текущий ремонт производится </w:t>
      </w:r>
      <w:r w:rsidRPr="001D335C">
        <w:rPr>
          <w:rFonts w:eastAsia="TimesNewRoman"/>
          <w:b/>
          <w:bCs/>
          <w:i/>
          <w:iCs/>
        </w:rPr>
        <w:t>по потребности</w:t>
      </w:r>
      <w:r w:rsidRPr="001D335C">
        <w:rPr>
          <w:rFonts w:eastAsia="TimesNewRoman"/>
        </w:rPr>
        <w:t>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Bold"/>
          <w:b/>
          <w:bCs/>
        </w:rPr>
        <w:t xml:space="preserve">Капитальный ремонт </w:t>
      </w:r>
      <w:r w:rsidRPr="001D335C">
        <w:rPr>
          <w:rFonts w:eastAsia="TimesNewRoman"/>
          <w:b/>
          <w:bCs/>
        </w:rPr>
        <w:t>(</w:t>
      </w:r>
      <w:r w:rsidRPr="001D335C">
        <w:rPr>
          <w:rFonts w:eastAsia="TimesNewRoman,Bold"/>
          <w:b/>
          <w:bCs/>
        </w:rPr>
        <w:t>КР</w:t>
      </w:r>
      <w:r w:rsidRPr="001D335C">
        <w:rPr>
          <w:rFonts w:eastAsia="TimesNewRoman"/>
          <w:b/>
          <w:bCs/>
        </w:rPr>
        <w:t xml:space="preserve">) </w:t>
      </w:r>
      <w:r w:rsidRPr="001D335C">
        <w:rPr>
          <w:rFonts w:eastAsia="TimesNewRoman"/>
        </w:rPr>
        <w:t>направлен на восстановление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потерявшего работоспособность автомобиля и его агрегатов 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обеспечение их работоспособности до следующего ремонта или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списания.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КР какого-либо агрегата предусматривает его полную разборку, определение причин неисправности, восстановление 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замену деталей, сборку, регулировку и испытание данного агрегата.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Агрегат направляется на КР в случаях, когда базовым 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основным деталям (табл. 1.1) необходим ремонт с полной разборкой агрегата или работоспособность агрегата не может быть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восстановлена путем проведения ТР.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 xml:space="preserve">Основные детали </w:t>
      </w:r>
      <w:r w:rsidRPr="001D335C">
        <w:rPr>
          <w:rFonts w:eastAsia="TimesNewRoman"/>
        </w:rPr>
        <w:t>обеспечивают выполнение функциональных свойств агрегата и определяют эксплуатационную надежность. Поэтому при восстановлении основных деталей при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капитальном ремонте должен обеспечиваться уровень качества,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близкий к качеству новых изделий.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,Italic"/>
          <w:i/>
          <w:iCs/>
        </w:rPr>
        <w:t xml:space="preserve">К базовым или корпусным деталям </w:t>
      </w:r>
      <w:r w:rsidRPr="001D335C">
        <w:rPr>
          <w:rFonts w:eastAsia="TimesNewRoman"/>
        </w:rPr>
        <w:t>относятся детали, составляющие основу данного агрегата. Они должны обеспечивать правильное размещение и функционирование всех остальных деталей и самого агрегата. Работоспособность и ремонтопригодность базовых деталей, как правило, определяют срок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службы агрегата и условия его списания.</w:t>
      </w: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Italic"/>
          <w:i/>
          <w:iCs/>
        </w:rPr>
      </w:pPr>
      <w:r w:rsidRPr="00865659">
        <w:rPr>
          <w:rFonts w:eastAsia="TimesNewRoman,Italic"/>
          <w:i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9.25pt;height:269.25pt;visibility:visible">
            <v:imagedata r:id="rId4" o:title=""/>
          </v:shape>
        </w:pic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Капитальный ремонт должен проводиться на специализированных автотранспортных предприятиях.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Решение о проведении КР должно основываться на результатах анализа технического состояния автомобиля с применением средств контроля и диагностики, с учетом пробега автомобиля и затрат на его выполнение.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Как правило, легковые автомобили и автобусы направляются на капитальный ремонт, если есть необходимость в капитальном ремонте кузова; грузовые автомобили – при необходимости капитального ремонта рамы, кабины, а также не менее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трех основных агрегатов автомобиля в любом их сочетании,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 которым относятся двигатель, коробка передач, раздаточная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коробка, мосты, передняя ось и рулевой механизм.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Нередко при КР на авторемонтных заводах (АРЗ) неисправный агрегат не ремонтируется, а заменяется аналогичным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из оборотного фонда (агрегаты, отремонтированные ранее).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За срок службы полнокомплектный автомобиль подвергается, как правило, одному капитальному ремонту, не считая капитального ремонта агрегатов и узлов до и после капитального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ремонта автомобиля.</w:t>
      </w: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</w:p>
    <w:p w:rsidR="00C05A20" w:rsidRDefault="00C05A20" w:rsidP="004948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="TimesNewRoman,Bold"/>
          <w:b/>
          <w:bCs/>
        </w:rPr>
      </w:pPr>
      <w:r>
        <w:rPr>
          <w:rFonts w:eastAsia="TimesNewRoman,Bold"/>
          <w:b/>
          <w:bCs/>
        </w:rPr>
        <w:t>Лекция 2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,Bold"/>
          <w:b/>
          <w:bCs/>
        </w:rPr>
      </w:pPr>
      <w:r w:rsidRPr="001D335C">
        <w:rPr>
          <w:rFonts w:eastAsia="TimesNewRoman"/>
          <w:b/>
          <w:bCs/>
        </w:rPr>
        <w:t xml:space="preserve">2. </w:t>
      </w:r>
      <w:r w:rsidRPr="001D335C">
        <w:rPr>
          <w:rFonts w:eastAsia="TimesNewRoman,Bold"/>
          <w:b/>
          <w:bCs/>
        </w:rPr>
        <w:t>ОРГАНИЗАЦИЯ</w:t>
      </w:r>
      <w:r>
        <w:rPr>
          <w:rFonts w:eastAsia="TimesNewRoman,Bold"/>
          <w:b/>
          <w:bCs/>
        </w:rPr>
        <w:t xml:space="preserve"> </w:t>
      </w:r>
      <w:r w:rsidRPr="001D335C">
        <w:rPr>
          <w:rFonts w:eastAsia="TimesNewRoman,Bold"/>
          <w:b/>
          <w:bCs/>
        </w:rPr>
        <w:t>ТЕХНОЛОГИЧЕСКИХ ПРОЦЕССОВ ТО</w:t>
      </w:r>
      <w:r>
        <w:rPr>
          <w:rFonts w:eastAsia="TimesNewRoman,Bold"/>
          <w:b/>
          <w:bCs/>
        </w:rPr>
        <w:t xml:space="preserve"> </w:t>
      </w:r>
      <w:r w:rsidRPr="001D335C">
        <w:rPr>
          <w:rFonts w:eastAsia="TimesNewRoman,Bold"/>
          <w:b/>
          <w:bCs/>
        </w:rPr>
        <w:t>И ДИАГНОСТИРОВАНИЯ АВТОМОБИЛЕЙ</w:t>
      </w: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Техническое обслуживание и текущий ремонт автомобилей в АТП и на СТО представляет собой достаточно сложный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технологический процесс, состоящий из отдельных, последовательно выполняемых технических воздействий (рис. 2.1).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На рис. 2.1 сплошными линиями показан основной путь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следования автомобилей через соответствующие производственные участки с момента их приема и до выпуска на линию.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Прибытие автомобилей в ремонтную зону обычно происходит в течение относительно короткого времени, а пропускная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способность зоны ЕО рассчитывается на одну или две рабочие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смены.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 то же время большая часть автомобилей после приема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направляется в зону хранения, откуда в порядке очереди они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 xml:space="preserve">поступают в зону ЕО и далее </w:t>
      </w:r>
      <w:r>
        <w:rPr>
          <w:rFonts w:eastAsia="TimesNewRoman"/>
        </w:rPr>
        <w:t>в соответствии с графиком на по</w:t>
      </w:r>
      <w:r w:rsidRPr="001D335C">
        <w:rPr>
          <w:rFonts w:eastAsia="TimesNewRoman"/>
        </w:rPr>
        <w:t>сты ТО-1 и ТО-2 или в зону хранения.</w: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 зоны ТО-1 и ТО-2 подвижной состав поступает после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определенного пробега по п</w:t>
      </w:r>
      <w:r>
        <w:rPr>
          <w:rFonts w:eastAsia="TimesNewRoman"/>
        </w:rPr>
        <w:t>лану, регламентированному графи</w:t>
      </w:r>
      <w:r w:rsidRPr="001D335C">
        <w:rPr>
          <w:rFonts w:eastAsia="TimesNewRoman"/>
        </w:rPr>
        <w:t>ком ТО автомобилей на предприятии. Для обеспечения высокой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технической готовности парка рабочие зоны должны полностью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выполнять суточную программу ТО-1 и ТО-2 при качественном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проведении всех операций дан</w:t>
      </w:r>
      <w:r>
        <w:rPr>
          <w:rFonts w:eastAsia="TimesNewRoman"/>
        </w:rPr>
        <w:t>ного вида обслуживания на каж</w:t>
      </w:r>
      <w:r w:rsidRPr="001D335C">
        <w:rPr>
          <w:rFonts w:eastAsia="TimesNewRoman"/>
        </w:rPr>
        <w:t>дом автомобиле. Для этого н</w:t>
      </w:r>
      <w:r>
        <w:rPr>
          <w:rFonts w:eastAsia="TimesNewRoman"/>
        </w:rPr>
        <w:t>еобходимо провести общее диагно</w:t>
      </w:r>
      <w:r w:rsidRPr="001D335C">
        <w:rPr>
          <w:rFonts w:eastAsia="TimesNewRoman"/>
        </w:rPr>
        <w:t>стирование, называемое Д-1, и поэлементное диагностирование,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называемое Д-2.</w:t>
      </w:r>
    </w:p>
    <w:p w:rsidR="00C05A20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Выполнение суточной программы ТО при правильном диагностировании и планировании позволяет соблюдать требуемую периодичность ТО-1 и ТО-2.</w:t>
      </w:r>
    </w:p>
    <w:p w:rsidR="00C05A20" w:rsidRPr="001D335C" w:rsidRDefault="00C05A20" w:rsidP="004948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2" o:spid="_x0000_i1026" type="#_x0000_t75" style="width:343.5pt;height:219pt;visibility:visible">
            <v:imagedata r:id="rId5" o:title=""/>
          </v:shape>
        </w:pict>
      </w:r>
    </w:p>
    <w:p w:rsidR="00C05A20" w:rsidRPr="001D335C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Рис. 2.1. Принципиальная схема технологического процесса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технического обслуживания и ремонта автомобилей</w:t>
      </w:r>
    </w:p>
    <w:p w:rsidR="00C05A20" w:rsidRPr="0070114A" w:rsidRDefault="00C05A20" w:rsidP="0070114A">
      <w:pPr>
        <w:widowControl w:val="0"/>
        <w:suppressAutoHyphens/>
        <w:autoSpaceDE w:val="0"/>
        <w:autoSpaceDN w:val="0"/>
        <w:adjustRightInd w:val="0"/>
        <w:ind w:firstLine="709"/>
        <w:rPr>
          <w:rFonts w:eastAsia="TimesNewRoman"/>
        </w:rPr>
      </w:pPr>
      <w:r w:rsidRPr="001D335C">
        <w:rPr>
          <w:rFonts w:eastAsia="TimesNewRoman"/>
        </w:rPr>
        <w:t>Таким образом, зонам ТО количество обслуживаний планируют, а объемы работ (чел.-ч) по каждому автомобилю в значительной степени выявляют сами исполнители. Нормы трудоемкости ТО-1 и ТО-2 установлены как средние величины при</w:t>
      </w:r>
      <w:r>
        <w:rPr>
          <w:rFonts w:eastAsia="TimesNewRoman"/>
        </w:rPr>
        <w:t xml:space="preserve"> </w:t>
      </w:r>
      <w:r w:rsidRPr="001D335C">
        <w:rPr>
          <w:rFonts w:eastAsia="TimesNewRoman"/>
        </w:rPr>
        <w:t>выявленных статистических</w:t>
      </w:r>
      <w:r>
        <w:rPr>
          <w:rFonts w:eastAsia="TimesNewRoman"/>
        </w:rPr>
        <w:t xml:space="preserve"> коэффициентах повторяемости ис</w:t>
      </w:r>
      <w:r w:rsidRPr="0070114A">
        <w:rPr>
          <w:rFonts w:eastAsia="TimesNewRoman"/>
        </w:rPr>
        <w:t>полнительных частей опера</w:t>
      </w:r>
      <w:r>
        <w:rPr>
          <w:rFonts w:eastAsia="TimesNewRoman"/>
        </w:rPr>
        <w:t>ций для автомобилей основных мо</w:t>
      </w:r>
      <w:r w:rsidRPr="0070114A">
        <w:rPr>
          <w:rFonts w:eastAsia="TimesNewRoman"/>
        </w:rPr>
        <w:t>делей.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  <w:r w:rsidRPr="0070114A">
        <w:rPr>
          <w:rFonts w:eastAsia="TimesNewRoman"/>
          <w:b/>
          <w:bCs/>
        </w:rPr>
        <w:t xml:space="preserve">2.1. </w:t>
      </w:r>
      <w:r w:rsidRPr="0070114A">
        <w:rPr>
          <w:rFonts w:eastAsia="TimesNewRoman,Bold"/>
          <w:b/>
          <w:bCs/>
        </w:rPr>
        <w:t>Методы организации труда при выполнении</w:t>
      </w:r>
      <w:r>
        <w:rPr>
          <w:rFonts w:eastAsia="TimesNewRoman,Bold"/>
          <w:b/>
          <w:bCs/>
        </w:rPr>
        <w:t xml:space="preserve"> </w:t>
      </w:r>
      <w:r w:rsidRPr="0070114A">
        <w:rPr>
          <w:rFonts w:eastAsia="TimesNewRoman,Bold"/>
          <w:b/>
          <w:bCs/>
        </w:rPr>
        <w:t>ТО и ТР автомобилей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Наибольшее применение в АТП получили три метода организации труда: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метод специализированных бригад;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метод комплексных бригад;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агрегатный метод.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Метод специализированных бригад</w:t>
      </w:r>
      <w:r w:rsidRPr="0070114A">
        <w:rPr>
          <w:rFonts w:eastAsia="TimesNewRoman"/>
        </w:rPr>
        <w:t>, предусматривающий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формирование по признакам специализации и технического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воздействия на автомобиль, с</w:t>
      </w:r>
      <w:r>
        <w:rPr>
          <w:rFonts w:eastAsia="TimesNewRoman"/>
        </w:rPr>
        <w:t>остоит в том, что создаются бри</w:t>
      </w:r>
      <w:r w:rsidRPr="0070114A">
        <w:rPr>
          <w:rFonts w:eastAsia="TimesNewRoman"/>
        </w:rPr>
        <w:t>гады, на каждую из которых в зависимости от объемов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планируются определенное количество рабочих необходимых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специальностей (рис. 2.2).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3" o:spid="_x0000_i1027" type="#_x0000_t75" style="width:384.75pt;height:172.5pt;visibility:visible">
            <v:imagedata r:id="rId6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2.2. Схема обслуживания подвижного состава методом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специализированных бригад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Специализация бригад по видам воздействий: ЕО, ТО-1,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ТО-2, диагностирование, ТР, ремонт агрегатов способствует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повышению производительности труда рабочих за счет п</w:t>
      </w:r>
      <w:r>
        <w:rPr>
          <w:rFonts w:eastAsia="TimesNewRoman"/>
        </w:rPr>
        <w:t>риме</w:t>
      </w:r>
      <w:r w:rsidRPr="0070114A">
        <w:rPr>
          <w:rFonts w:eastAsia="TimesNewRoman"/>
        </w:rPr>
        <w:t>нения прогрессивных техно</w:t>
      </w:r>
      <w:r>
        <w:rPr>
          <w:rFonts w:eastAsia="TimesNewRoman"/>
        </w:rPr>
        <w:t>логических процессов и механиза</w:t>
      </w:r>
      <w:r w:rsidRPr="0070114A">
        <w:rPr>
          <w:rFonts w:eastAsia="TimesNewRoman"/>
        </w:rPr>
        <w:t>ции, повышения навыков и специализации исполнителей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выполнение закрепленной за ними ограниченной номенклатуры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технологических операций.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такой организации работ обеспечивается технологическая однородность каждого участка (зоны), создаются предпосылки к эффективному оперативному управлению производством за счет маневра людьми, запасными частями, технологическим оборудованием и инструментом, упрощаются учет и контроль выполнения тех или иных видов технических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воздействий.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Существенным недостатком данного метода организации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производства является слабая персональная ответственность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исполнителей за выполненны</w:t>
      </w:r>
      <w:r>
        <w:rPr>
          <w:rFonts w:eastAsia="TimesNewRoman"/>
        </w:rPr>
        <w:t>е работы. В случае преждевремен</w:t>
      </w:r>
      <w:r w:rsidRPr="0070114A">
        <w:rPr>
          <w:rFonts w:eastAsia="TimesNewRoman"/>
        </w:rPr>
        <w:t>ного отказа сложно проанализировать все причины, установить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конкретного виновника снижения надежности, так как агрегат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обслуживают и ремонтируют рабочие различных подразделений. Это приводит к значительному увеличению числа отказов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простоям автомобилей в ремонте. Эффективность данного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метода повышается при це</w:t>
      </w:r>
      <w:r>
        <w:rPr>
          <w:rFonts w:eastAsia="TimesNewRoman"/>
        </w:rPr>
        <w:t>нтрализованном управлении произ</w:t>
      </w:r>
      <w:r w:rsidRPr="0070114A">
        <w:rPr>
          <w:rFonts w:eastAsia="TimesNewRoman"/>
        </w:rPr>
        <w:t>водством и применении спе</w:t>
      </w:r>
      <w:r>
        <w:rPr>
          <w:rFonts w:eastAsia="TimesNewRoman"/>
        </w:rPr>
        <w:t>циальных систем управления каче</w:t>
      </w:r>
      <w:r w:rsidRPr="0070114A">
        <w:rPr>
          <w:rFonts w:eastAsia="TimesNewRoman"/>
        </w:rPr>
        <w:t>ством ТО и ТР.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 xml:space="preserve">Метод комплексных бригад </w:t>
      </w:r>
      <w:r w:rsidRPr="0070114A">
        <w:rPr>
          <w:rFonts w:eastAsia="TimesNewRoman"/>
        </w:rPr>
        <w:t>состоит в том, что создаются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бригады, на каждую из которых закрепляются подразделения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признаку их предметной специализации, т.е. закрепление за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бригадой определенной гру</w:t>
      </w:r>
      <w:r>
        <w:rPr>
          <w:rFonts w:eastAsia="TimesNewRoman"/>
        </w:rPr>
        <w:t>ппы автомобилей (например, авто</w:t>
      </w:r>
      <w:r w:rsidRPr="0070114A">
        <w:rPr>
          <w:rFonts w:eastAsia="TimesNewRoman"/>
        </w:rPr>
        <w:t>мобилей одной колонны, автомобилей одной модели, прицепов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полуприцепов), по которым бригада проводит ТО-1, ТО-2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 (рис. 2.3).</w:t>
      </w:r>
    </w:p>
    <w:p w:rsidR="00C05A20" w:rsidRPr="0070114A" w:rsidRDefault="00C05A20" w:rsidP="0049480D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4" o:spid="_x0000_i1028" type="#_x0000_t75" style="width:384pt;height:190.5pt;visibility:visible">
            <v:imagedata r:id="rId7" o:title=""/>
          </v:shape>
        </w:pic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2.3. Схема обслуживания подвижного состава методом</w:t>
      </w:r>
      <w:r>
        <w:rPr>
          <w:rFonts w:eastAsia="TimesNewRoman"/>
        </w:rPr>
        <w:t xml:space="preserve"> к</w:t>
      </w:r>
      <w:r w:rsidRPr="0070114A">
        <w:rPr>
          <w:rFonts w:eastAsia="TimesNewRoman"/>
        </w:rPr>
        <w:t>омплексных бригад</w:t>
      </w:r>
      <w:r>
        <w:rPr>
          <w:rFonts w:eastAsia="TimesNewRoman"/>
        </w:rPr>
        <w:t xml:space="preserve"> 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этом централизованно, как правило, выполняются ЕО,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диагностирование и ремонт а</w:t>
      </w:r>
      <w:r>
        <w:rPr>
          <w:rFonts w:eastAsia="TimesNewRoman"/>
        </w:rPr>
        <w:t>грегатов. Метод комплексных бри</w:t>
      </w:r>
      <w:r w:rsidRPr="0070114A">
        <w:rPr>
          <w:rFonts w:eastAsia="TimesNewRoman"/>
        </w:rPr>
        <w:t>гад характеризуется тем, что</w:t>
      </w:r>
      <w:r>
        <w:rPr>
          <w:rFonts w:eastAsia="TimesNewRoman"/>
        </w:rPr>
        <w:t xml:space="preserve"> каждое из подразделений (напри</w:t>
      </w:r>
      <w:r w:rsidRPr="0070114A">
        <w:rPr>
          <w:rFonts w:eastAsia="TimesNewRoman"/>
        </w:rPr>
        <w:t>мер, автоколонна) крупного АТП имеет свою комплексную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бригаду, выполняющую ТО-1, ТО-2 и ТР закрепленных за ней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автомобилей. Централизов</w:t>
      </w:r>
      <w:r>
        <w:rPr>
          <w:rFonts w:eastAsia="TimesNewRoman"/>
        </w:rPr>
        <w:t>анно выполняются только ЕО и ре</w:t>
      </w:r>
      <w:r w:rsidRPr="0070114A">
        <w:rPr>
          <w:rFonts w:eastAsia="TimesNewRoman"/>
        </w:rPr>
        <w:t>монт агрегатов. Комплексные бригады укомплектовываются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исполнителями различных специальностей, необходимыми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выполнения закрепленных за бригадой 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такой организации недостаточная ответственность за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качество ТО, а следовательно, и увеличение объема работ по ТР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остаются, как и при специал</w:t>
      </w:r>
      <w:r>
        <w:rPr>
          <w:rFonts w:eastAsia="TimesNewRoman"/>
        </w:rPr>
        <w:t>изированных бригадах, но ограни</w:t>
      </w:r>
      <w:r w:rsidRPr="0070114A">
        <w:rPr>
          <w:rFonts w:eastAsia="TimesNewRoman"/>
        </w:rPr>
        <w:t>чиваются размерами комплексной бригады.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Кроме того, данный мет</w:t>
      </w:r>
      <w:r>
        <w:rPr>
          <w:rFonts w:eastAsia="TimesNewRoman"/>
        </w:rPr>
        <w:t>од затрудняет организацию поточ</w:t>
      </w:r>
      <w:r w:rsidRPr="0070114A">
        <w:rPr>
          <w:rFonts w:eastAsia="TimesNewRoman"/>
        </w:rPr>
        <w:t>ного ТО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Материально-техничес</w:t>
      </w:r>
      <w:r>
        <w:rPr>
          <w:rFonts w:eastAsia="TimesNewRoman"/>
        </w:rPr>
        <w:t>кие средства (оборудование, обо</w:t>
      </w:r>
      <w:r w:rsidRPr="0070114A">
        <w:rPr>
          <w:rFonts w:eastAsia="TimesNewRoman"/>
        </w:rPr>
        <w:t>ротные агрегаты, запчасти, материалы и т.п.) распределяются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бригадам и, следовательно, используются неэффективно.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Однако существенным преимуществом этого метода является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бригадная ответственность за качество проводимых 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Комплексные бригады укомплектовываются исполнителями различных специальностей (автослесарями, слесарями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регулировщиками, электриками, смазчиками) для выполнения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закрепленных за бригадой 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Каждая бригада, как правило, имеет закрепленные за ней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рабочие места, посты для ТО и</w:t>
      </w:r>
      <w:r>
        <w:rPr>
          <w:rFonts w:eastAsia="TimesNewRoman"/>
        </w:rPr>
        <w:t xml:space="preserve"> ремонта, свое, в основном, уни</w:t>
      </w:r>
      <w:r w:rsidRPr="0070114A">
        <w:rPr>
          <w:rFonts w:eastAsia="TimesNewRoman"/>
        </w:rPr>
        <w:t>версальное технологическое</w:t>
      </w:r>
      <w:r>
        <w:rPr>
          <w:rFonts w:eastAsia="TimesNewRoman"/>
        </w:rPr>
        <w:t xml:space="preserve"> оборудование и инструменты, за</w:t>
      </w:r>
      <w:r w:rsidRPr="0070114A">
        <w:rPr>
          <w:rFonts w:eastAsia="TimesNewRoman"/>
        </w:rPr>
        <w:t>пас оборотных агрегатов и запасных частей, т.е.</w:t>
      </w:r>
      <w:r>
        <w:rPr>
          <w:rFonts w:eastAsia="TimesNewRoman"/>
        </w:rPr>
        <w:t xml:space="preserve"> происходит со</w:t>
      </w:r>
      <w:r w:rsidRPr="0070114A">
        <w:rPr>
          <w:rFonts w:eastAsia="TimesNewRoman"/>
        </w:rPr>
        <w:t>кращение программы и распыление материальных средств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АТП, что усложняет организацию производства технического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обслуживания и ремонта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Сложности управления при этом методе объясняются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трудностями маневрирования производственными мощностями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и материальными ресурсами </w:t>
      </w:r>
      <w:r>
        <w:rPr>
          <w:rFonts w:eastAsia="TimesNewRoman"/>
        </w:rPr>
        <w:t>и регулирования загрузки отдель</w:t>
      </w:r>
      <w:r w:rsidRPr="0070114A">
        <w:rPr>
          <w:rFonts w:eastAsia="TimesNewRoman"/>
        </w:rPr>
        <w:t>ных исполнителей по разл</w:t>
      </w:r>
      <w:r>
        <w:rPr>
          <w:rFonts w:eastAsia="TimesNewRoman"/>
        </w:rPr>
        <w:t>ичным комплексным бригадам. Воз</w:t>
      </w:r>
      <w:r w:rsidRPr="0070114A">
        <w:rPr>
          <w:rFonts w:eastAsia="TimesNewRoman"/>
        </w:rPr>
        <w:t>никают ситуации, когда рабочие одной комплексной бригады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перегружены, а другой – недогружены, но бригады не заинтересованы во взаимопомощи.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Однако существенным </w:t>
      </w:r>
      <w:r>
        <w:rPr>
          <w:rFonts w:eastAsia="TimesNewRoman"/>
        </w:rPr>
        <w:t>преимуществом этого метода явля</w:t>
      </w:r>
      <w:r w:rsidRPr="0070114A">
        <w:rPr>
          <w:rFonts w:eastAsia="TimesNewRoman"/>
        </w:rPr>
        <w:t>ется бригадная ответственность за качество проводимых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ТО и ТР.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 xml:space="preserve">Агрегатный метод </w:t>
      </w:r>
      <w:r w:rsidRPr="0070114A">
        <w:rPr>
          <w:rFonts w:eastAsia="TimesNewRoman"/>
        </w:rPr>
        <w:t>выполнения ТО и ТР. Главное в этом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методе заключается в том, что выполнение всех работ по ТО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 производится по результатам диагностики.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Преимущества метода </w:t>
      </w:r>
      <w:r w:rsidRPr="0070114A">
        <w:rPr>
          <w:rFonts w:eastAsia="TimesNewRoman"/>
        </w:rPr>
        <w:t>следующие: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1. Выполнение всех</w:t>
      </w:r>
      <w:r>
        <w:rPr>
          <w:rFonts w:eastAsia="TimesNewRoman"/>
        </w:rPr>
        <w:t xml:space="preserve"> работ по ТО производится в меж</w:t>
      </w:r>
      <w:r w:rsidRPr="0070114A">
        <w:rPr>
          <w:rFonts w:eastAsia="TimesNewRoman"/>
        </w:rPr>
        <w:t>сменное время работы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2. Выполнение ТР методом замены агрегатов позволяет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получить высокое качество 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Недостатки метода </w:t>
      </w:r>
      <w:r w:rsidRPr="0070114A">
        <w:rPr>
          <w:rFonts w:eastAsia="TimesNewRoman"/>
        </w:rPr>
        <w:t>следующие: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1. Сложная организация планирования производства.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2. Требуется большой зап</w:t>
      </w:r>
      <w:r>
        <w:rPr>
          <w:rFonts w:eastAsia="TimesNewRoman"/>
        </w:rPr>
        <w:t>ас агрегатов и запчастей автомо</w:t>
      </w:r>
      <w:r w:rsidRPr="0070114A">
        <w:rPr>
          <w:rFonts w:eastAsia="TimesNewRoman"/>
        </w:rPr>
        <w:t>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  <w:i/>
          <w:iCs/>
        </w:rPr>
      </w:pPr>
      <w:r w:rsidRPr="0070114A">
        <w:rPr>
          <w:rFonts w:eastAsia="TimesNewRoman"/>
          <w:b/>
          <w:bCs/>
          <w:i/>
          <w:iCs/>
        </w:rPr>
        <w:t>Выбор метода</w:t>
      </w:r>
      <w:r w:rsidRPr="0070114A">
        <w:rPr>
          <w:rFonts w:eastAsia="TimesNewRoman"/>
          <w:i/>
          <w:iCs/>
        </w:rPr>
        <w:t>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выборе метода организации труда ТО и ТР нужно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учитывать следующие факторы: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характеристику, численность и условия эксплуатации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автомобилей;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программу ТО;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уровень квалификации рабочих;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техническую оснащенность АТП;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прогрессивность технологии;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внедрение диагностики.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Правильно подобранная организация труда дает следующие результаты: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высокие показатели использования рабочего времени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исполнителей;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максимальная загрузка оборудования;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минимальный простой автомобилей в ТО и ТР;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высокий коэффициент технической готовности (КТГ);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минимальная стоимость работ ТО и ТР.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  <w:r w:rsidRPr="0070114A">
        <w:rPr>
          <w:rFonts w:eastAsia="TimesNewRoman"/>
          <w:b/>
          <w:bCs/>
        </w:rPr>
        <w:t xml:space="preserve">2.2. </w:t>
      </w:r>
      <w:r w:rsidRPr="0070114A">
        <w:rPr>
          <w:rFonts w:eastAsia="TimesNewRoman,Bold"/>
          <w:b/>
          <w:bCs/>
        </w:rPr>
        <w:t>Методы и формы организации ТО</w:t>
      </w:r>
      <w:r>
        <w:rPr>
          <w:rFonts w:eastAsia="TimesNewRoman,Bold"/>
          <w:b/>
          <w:bCs/>
        </w:rPr>
        <w:t xml:space="preserve"> </w:t>
      </w:r>
      <w:r w:rsidRPr="0070114A">
        <w:rPr>
          <w:rFonts w:eastAsia="TimesNewRoman,Bold"/>
          <w:b/>
          <w:bCs/>
        </w:rPr>
        <w:t>автомобилей в АТП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Одним из путей повышения производительности труда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снижения простоев автом</w:t>
      </w:r>
      <w:r>
        <w:rPr>
          <w:rFonts w:eastAsia="TimesNewRoman"/>
        </w:rPr>
        <w:t>обилей в ТО и ТР является рацио</w:t>
      </w:r>
      <w:r w:rsidRPr="0070114A">
        <w:rPr>
          <w:rFonts w:eastAsia="TimesNewRoman"/>
        </w:rPr>
        <w:t>нальная организация рабочих мест и, следовательно, улучшение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их использования.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Рабочее место </w:t>
      </w:r>
      <w:r w:rsidRPr="0070114A">
        <w:rPr>
          <w:rFonts w:eastAsia="TimesNewRoman"/>
        </w:rPr>
        <w:t>– это зон</w:t>
      </w:r>
      <w:r>
        <w:rPr>
          <w:rFonts w:eastAsia="TimesNewRoman"/>
        </w:rPr>
        <w:t>а трудовой деятельности исполни</w:t>
      </w:r>
      <w:r w:rsidRPr="0070114A">
        <w:rPr>
          <w:rFonts w:eastAsia="TimesNewRoman"/>
        </w:rPr>
        <w:t>теля, оснащенная необходимыми средствами и предметами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труда, размещенными в определенном порядке: все виды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ТО и ТР начинают и закан</w:t>
      </w:r>
      <w:r>
        <w:rPr>
          <w:rFonts w:eastAsia="TimesNewRoman"/>
        </w:rPr>
        <w:t>чивают на автомобиле. Для прове</w:t>
      </w:r>
      <w:r w:rsidRPr="0070114A">
        <w:rPr>
          <w:rFonts w:eastAsia="TimesNewRoman"/>
        </w:rPr>
        <w:t>дения работ на автомобиле организуют рабочие посты. Рабочим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местом рабочего или бригады</w:t>
      </w:r>
      <w:r>
        <w:rPr>
          <w:rFonts w:eastAsia="TimesNewRoman"/>
        </w:rPr>
        <w:t xml:space="preserve"> рабочих называется участок про</w:t>
      </w:r>
      <w:r w:rsidRPr="0070114A">
        <w:rPr>
          <w:rFonts w:eastAsia="TimesNewRoman"/>
        </w:rPr>
        <w:t>изводственной площадки,</w:t>
      </w:r>
      <w:r>
        <w:rPr>
          <w:rFonts w:eastAsia="TimesNewRoman"/>
        </w:rPr>
        <w:t xml:space="preserve"> оснащенный необходимым оборудо</w:t>
      </w:r>
      <w:r w:rsidRPr="0070114A">
        <w:rPr>
          <w:rFonts w:eastAsia="TimesNewRoman"/>
        </w:rPr>
        <w:t>ванием, приспособлениями и инструментом для выполнения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определенного комплекса </w:t>
      </w:r>
      <w:r>
        <w:rPr>
          <w:rFonts w:eastAsia="TimesNewRoman"/>
        </w:rPr>
        <w:t>работ по техническому обслужива</w:t>
      </w:r>
      <w:r w:rsidRPr="0070114A">
        <w:rPr>
          <w:rFonts w:eastAsia="TimesNewRoman"/>
        </w:rPr>
        <w:t>нию и ремонту автомобилей. Рабочие места ремонтных рабочих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располагаются на постах ЕО, ТО-1 и ТО-2, в зонах текущего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ремонта и в цехах производственного корпуса АТП.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Рабочий пост </w:t>
      </w:r>
      <w:r w:rsidRPr="0070114A">
        <w:rPr>
          <w:rFonts w:eastAsia="TimesNewRoman"/>
        </w:rPr>
        <w:t>– это участок производственной площади,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предназначенный для размещения автомобиля и включающий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одно или несколько рабочих мест </w:t>
      </w:r>
      <w:r>
        <w:rPr>
          <w:rFonts w:eastAsia="TimesNewRoman"/>
        </w:rPr>
        <w:t>для проведения ТО и ТР. Та</w:t>
      </w:r>
      <w:r w:rsidRPr="0070114A">
        <w:rPr>
          <w:rFonts w:eastAsia="TimesNewRoman"/>
        </w:rPr>
        <w:t>ким образом, при организа</w:t>
      </w:r>
      <w:r>
        <w:rPr>
          <w:rFonts w:eastAsia="TimesNewRoman"/>
        </w:rPr>
        <w:t>ции рабочих мест на АТП применя</w:t>
      </w:r>
      <w:r w:rsidRPr="0070114A">
        <w:rPr>
          <w:rFonts w:eastAsia="TimesNewRoman"/>
        </w:rPr>
        <w:t>ются два метода их размещения – на рабочем посту, т.е. около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предмета труда и около орудия производства – у стенда, станка,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верстака.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зависимости от числа постов, между которыми распределяется комплекс работ дан</w:t>
      </w:r>
      <w:r>
        <w:rPr>
          <w:rFonts w:eastAsia="TimesNewRoman"/>
        </w:rPr>
        <w:t>ного вида обслуживания, различа</w:t>
      </w:r>
      <w:r w:rsidRPr="0070114A">
        <w:rPr>
          <w:rFonts w:eastAsia="TimesNewRoman"/>
        </w:rPr>
        <w:t>ются два метода организации работ: на универсальных и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специализированных постах.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 xml:space="preserve">Метод ТО автомобилей на универсальных постах </w:t>
      </w:r>
      <w:r>
        <w:rPr>
          <w:rFonts w:eastAsia="TimesNewRoman"/>
        </w:rPr>
        <w:t>за</w:t>
      </w:r>
      <w:r w:rsidRPr="0070114A">
        <w:rPr>
          <w:rFonts w:eastAsia="TimesNewRoman"/>
        </w:rPr>
        <w:t>ключается в выполнении всех работ ТО (кроме УМР) на одном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посту группой исполнителей, </w:t>
      </w:r>
      <w:r>
        <w:rPr>
          <w:rFonts w:eastAsia="TimesNewRoman"/>
        </w:rPr>
        <w:t>состоящей из рабочих всех специ</w:t>
      </w:r>
      <w:r w:rsidRPr="0070114A">
        <w:rPr>
          <w:rFonts w:eastAsia="TimesNewRoman"/>
        </w:rPr>
        <w:t>альностей (слесарей, смазчиков, электриков) или рабочих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универсалов, где исполнители выполняют свою часть работ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определенной технологичес</w:t>
      </w:r>
      <w:r>
        <w:rPr>
          <w:rFonts w:eastAsia="TimesNewRoman"/>
        </w:rPr>
        <w:t>кой последовательности. При дан</w:t>
      </w:r>
      <w:r w:rsidRPr="0070114A">
        <w:rPr>
          <w:rFonts w:eastAsia="TimesNewRoman"/>
        </w:rPr>
        <w:t>ном методе организации тех</w:t>
      </w:r>
      <w:r>
        <w:rPr>
          <w:rFonts w:eastAsia="TimesNewRoman"/>
        </w:rPr>
        <w:t>нологического процесса посты мо</w:t>
      </w:r>
      <w:r w:rsidRPr="0070114A">
        <w:rPr>
          <w:rFonts w:eastAsia="TimesNewRoman"/>
        </w:rPr>
        <w:t>гут быть тупиковые и проез</w:t>
      </w:r>
      <w:r>
        <w:rPr>
          <w:rFonts w:eastAsia="TimesNewRoman"/>
        </w:rPr>
        <w:t>дные. Тупиковые посты в большин</w:t>
      </w:r>
      <w:r w:rsidRPr="0070114A">
        <w:rPr>
          <w:rFonts w:eastAsia="TimesNewRoman"/>
        </w:rPr>
        <w:t>стве случаев используются п</w:t>
      </w:r>
      <w:r>
        <w:rPr>
          <w:rFonts w:eastAsia="TimesNewRoman"/>
        </w:rPr>
        <w:t>ри ТО-1 и ТО-2. Проездные – пре</w:t>
      </w:r>
      <w:r w:rsidRPr="0070114A">
        <w:rPr>
          <w:rFonts w:eastAsia="TimesNewRoman"/>
        </w:rPr>
        <w:t>имущественно при ЕО.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Недостатками метода</w:t>
      </w:r>
      <w:r>
        <w:rPr>
          <w:rFonts w:eastAsia="TimesNewRoman"/>
        </w:rPr>
        <w:t xml:space="preserve"> (при тупиковом расположении по</w:t>
      </w:r>
      <w:r w:rsidRPr="0070114A">
        <w:rPr>
          <w:rFonts w:eastAsia="TimesNewRoman"/>
        </w:rPr>
        <w:t>стов) являются следующие: значительная потеря времени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установку автомобилей на посты и съезд с них; загрязнение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воздуха отработанными газ</w:t>
      </w:r>
      <w:r>
        <w:rPr>
          <w:rFonts w:eastAsia="TimesNewRoman"/>
        </w:rPr>
        <w:t>ами при маневрировании автомоби</w:t>
      </w:r>
      <w:r w:rsidRPr="0070114A">
        <w:rPr>
          <w:rFonts w:eastAsia="TimesNewRoman"/>
        </w:rPr>
        <w:t>ля в процессе заезда на посты и съезда с них; необходимость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неоднократного дублирования одинакового оборудования.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Сущностью </w:t>
      </w:r>
      <w:r w:rsidRPr="0070114A">
        <w:rPr>
          <w:rFonts w:eastAsia="TimesNewRoman,Bold"/>
          <w:b/>
          <w:bCs/>
        </w:rPr>
        <w:t xml:space="preserve">метода ТО автомобилей на специализированных постах </w:t>
      </w:r>
      <w:r w:rsidRPr="0070114A">
        <w:rPr>
          <w:rFonts w:eastAsia="TimesNewRoman"/>
        </w:rPr>
        <w:t>является распределение объема работ данного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вида ТО по нескольким постам. Посты, рабочие и оборудование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 них специализируются с у</w:t>
      </w:r>
      <w:r>
        <w:rPr>
          <w:rFonts w:eastAsia="TimesNewRoman"/>
        </w:rPr>
        <w:t>четом однородности работ или ра</w:t>
      </w:r>
      <w:r w:rsidRPr="0070114A">
        <w:rPr>
          <w:rFonts w:eastAsia="TimesNewRoman"/>
        </w:rPr>
        <w:t>циональной их совместимости.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Метод специализированных постов может быть поточным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операционно-постовым.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 xml:space="preserve">Поточный метод </w:t>
      </w:r>
      <w:r w:rsidRPr="0070114A">
        <w:rPr>
          <w:rFonts w:eastAsia="TimesNewRoman"/>
        </w:rPr>
        <w:t xml:space="preserve">основан на применении </w:t>
      </w:r>
      <w:r w:rsidRPr="0070114A">
        <w:rPr>
          <w:rFonts w:eastAsia="TimesNewRoman"/>
          <w:b/>
          <w:bCs/>
          <w:i/>
          <w:iCs/>
        </w:rPr>
        <w:t xml:space="preserve">поточной линии </w:t>
      </w:r>
      <w:r w:rsidRPr="0070114A">
        <w:rPr>
          <w:rFonts w:eastAsia="TimesNewRoman"/>
        </w:rPr>
        <w:t>– такой совокупности п</w:t>
      </w:r>
      <w:r>
        <w:rPr>
          <w:rFonts w:eastAsia="TimesNewRoman"/>
        </w:rPr>
        <w:t>остов, при которой специализиро</w:t>
      </w:r>
      <w:r w:rsidRPr="0070114A">
        <w:rPr>
          <w:rFonts w:eastAsia="TimesNewRoman"/>
        </w:rPr>
        <w:t>ванные посты располагаются последовательно по одной линии.</w:t>
      </w:r>
    </w:p>
    <w:p w:rsidR="00C05A20" w:rsidRPr="0070114A" w:rsidRDefault="00C05A20" w:rsidP="00084FDD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70114A">
        <w:rPr>
          <w:rFonts w:eastAsia="TimesNewRoman"/>
        </w:rPr>
        <w:t>Необходимым условием при этом является одинаковая продолжительность пребывания автомобиля на каждом посту (синхронизация работы постов), которая обеспечивается при различных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объемах выполняемых работ по постам соответствующим количеством рабочих при соблюдении условия</w:t>
      </w:r>
    </w:p>
    <w:p w:rsidR="00C05A20" w:rsidRDefault="00C05A20" w:rsidP="00084FDD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5" o:spid="_x0000_i1029" type="#_x0000_t75" style="width:246pt;height:51pt;visibility:visible">
            <v:imagedata r:id="rId8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где </w:t>
      </w:r>
      <w:r w:rsidRPr="0070114A">
        <w:rPr>
          <w:rFonts w:eastAsia="TimesNewRoman"/>
          <w:i/>
          <w:iCs/>
        </w:rPr>
        <w:t xml:space="preserve">t </w:t>
      </w:r>
      <w:r w:rsidRPr="0070114A">
        <w:rPr>
          <w:rFonts w:eastAsia="TimesNewRoman"/>
        </w:rPr>
        <w:t>– продолжительность простоя автомобиля на посту (такт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поста), ч; </w:t>
      </w:r>
      <w:r w:rsidRPr="0070114A">
        <w:rPr>
          <w:rFonts w:eastAsia="TimesNewRoman"/>
          <w:i/>
          <w:iCs/>
        </w:rPr>
        <w:t>t</w:t>
      </w:r>
      <w:r w:rsidRPr="0070114A">
        <w:rPr>
          <w:rFonts w:eastAsia="TimesNewRoman"/>
        </w:rPr>
        <w:t>0 – объем работ по ТО, выполняемых на посту, чел.-ч;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Р </w:t>
      </w:r>
      <w:r w:rsidRPr="0070114A">
        <w:rPr>
          <w:rFonts w:eastAsia="TimesNewRoman"/>
        </w:rPr>
        <w:t>– число рабочих на посту, чел.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поточном методе специализированные посты могут</w:t>
      </w:r>
      <w:r>
        <w:rPr>
          <w:rFonts w:eastAsia="TimesNewRoman"/>
        </w:rPr>
        <w:t xml:space="preserve"> быть расположены прямоточно, </w:t>
      </w:r>
      <w:r w:rsidRPr="0070114A">
        <w:rPr>
          <w:rFonts w:eastAsia="TimesNewRoman"/>
        </w:rPr>
        <w:t>как это организуется при ЕО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(рис. 2.4), и поперечно по отношению к направлению движения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потока.</w:t>
      </w:r>
    </w:p>
    <w:p w:rsidR="00C05A20" w:rsidRPr="0070114A" w:rsidRDefault="00C05A20" w:rsidP="00084FDD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6" o:spid="_x0000_i1030" type="#_x0000_t75" style="width:381.75pt;height:189pt;visibility:visible">
            <v:imagedata r:id="rId9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2.4. Технологическая планировка поста уборки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мойки автомобиля: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i/>
          <w:iCs/>
        </w:rPr>
        <w:t xml:space="preserve">1 </w:t>
      </w:r>
      <w:r w:rsidRPr="0070114A">
        <w:rPr>
          <w:rFonts w:eastAsia="TimesNewRoman"/>
        </w:rPr>
        <w:t xml:space="preserve">– контейнер для мусора; </w:t>
      </w:r>
      <w:r w:rsidRPr="0070114A">
        <w:rPr>
          <w:rFonts w:eastAsia="TimesNewRoman"/>
          <w:i/>
          <w:iCs/>
        </w:rPr>
        <w:t xml:space="preserve">2 </w:t>
      </w:r>
      <w:r w:rsidRPr="0070114A">
        <w:rPr>
          <w:rFonts w:eastAsia="TimesNewRoman"/>
        </w:rPr>
        <w:t xml:space="preserve">– электротельфер; </w:t>
      </w:r>
      <w:r w:rsidRPr="0070114A">
        <w:rPr>
          <w:rFonts w:eastAsia="TimesNewRoman"/>
          <w:i/>
          <w:iCs/>
        </w:rPr>
        <w:t xml:space="preserve">3 </w:t>
      </w:r>
      <w:r w:rsidRPr="0070114A">
        <w:rPr>
          <w:rFonts w:eastAsia="TimesNewRoman"/>
        </w:rPr>
        <w:t xml:space="preserve">– установка создания воздушной завесы; </w:t>
      </w:r>
      <w:r w:rsidRPr="0070114A">
        <w:rPr>
          <w:rFonts w:eastAsia="TimesNewRoman"/>
          <w:i/>
          <w:iCs/>
        </w:rPr>
        <w:t xml:space="preserve">4 </w:t>
      </w:r>
      <w:r w:rsidRPr="0070114A">
        <w:rPr>
          <w:rFonts w:eastAsia="TimesNewRoman"/>
        </w:rPr>
        <w:t xml:space="preserve">– пульт управления; </w:t>
      </w:r>
      <w:r w:rsidRPr="0070114A">
        <w:rPr>
          <w:rFonts w:eastAsia="TimesNewRoman"/>
          <w:i/>
          <w:iCs/>
        </w:rPr>
        <w:t xml:space="preserve">5 </w:t>
      </w:r>
      <w:r w:rsidRPr="0070114A">
        <w:rPr>
          <w:rFonts w:eastAsia="TimesNewRoman"/>
        </w:rPr>
        <w:t xml:space="preserve">– огнетушитель углекислотный; </w:t>
      </w:r>
      <w:r w:rsidRPr="0070114A">
        <w:rPr>
          <w:rFonts w:eastAsia="TimesNewRoman"/>
          <w:i/>
          <w:iCs/>
        </w:rPr>
        <w:t xml:space="preserve">6 </w:t>
      </w:r>
      <w:r w:rsidRPr="0070114A">
        <w:rPr>
          <w:rFonts w:eastAsia="TimesNewRoman"/>
        </w:rPr>
        <w:t xml:space="preserve">– ящик для песка; </w:t>
      </w:r>
      <w:r w:rsidRPr="0070114A">
        <w:rPr>
          <w:rFonts w:eastAsia="TimesNewRoman"/>
          <w:i/>
          <w:iCs/>
        </w:rPr>
        <w:t xml:space="preserve">7 </w:t>
      </w:r>
      <w:r w:rsidRPr="0070114A">
        <w:rPr>
          <w:rFonts w:eastAsia="TimesNewRoman"/>
        </w:rPr>
        <w:t xml:space="preserve">– ларь для обтирочного материала; </w:t>
      </w:r>
      <w:r w:rsidRPr="0070114A">
        <w:rPr>
          <w:rFonts w:eastAsia="TimesNewRoman"/>
          <w:i/>
          <w:iCs/>
        </w:rPr>
        <w:t xml:space="preserve">8 </w:t>
      </w:r>
      <w:r w:rsidRPr="0070114A">
        <w:rPr>
          <w:rFonts w:eastAsia="TimesNewRoman"/>
        </w:rPr>
        <w:t xml:space="preserve">– ворота механизированные; </w:t>
      </w:r>
      <w:r w:rsidRPr="0070114A">
        <w:rPr>
          <w:rFonts w:eastAsia="TimesNewRoman"/>
          <w:i/>
          <w:iCs/>
        </w:rPr>
        <w:t xml:space="preserve">9 </w:t>
      </w:r>
      <w:r w:rsidRPr="0070114A">
        <w:rPr>
          <w:rFonts w:eastAsia="TimesNewRoman"/>
        </w:rPr>
        <w:t xml:space="preserve">– барабан с самонаматывающимся шлангом и пистолетом для воды; </w:t>
      </w:r>
      <w:r w:rsidRPr="0070114A">
        <w:rPr>
          <w:rFonts w:eastAsia="TimesNewRoman"/>
          <w:i/>
          <w:iCs/>
        </w:rPr>
        <w:t xml:space="preserve">10 </w:t>
      </w:r>
      <w:r w:rsidRPr="0070114A">
        <w:rPr>
          <w:rFonts w:eastAsia="TimesNewRoman"/>
        </w:rPr>
        <w:t xml:space="preserve">– автоматическая моечная установка; </w:t>
      </w:r>
      <w:r w:rsidRPr="0070114A">
        <w:rPr>
          <w:rFonts w:eastAsia="TimesNewRoman"/>
          <w:i/>
          <w:iCs/>
        </w:rPr>
        <w:t xml:space="preserve">11 </w:t>
      </w:r>
      <w:r w:rsidRPr="0070114A">
        <w:rPr>
          <w:rFonts w:eastAsia="TimesNewRoman"/>
        </w:rPr>
        <w:t xml:space="preserve">– воздухораздаточная колонка; </w:t>
      </w:r>
      <w:r w:rsidRPr="0070114A">
        <w:rPr>
          <w:rFonts w:eastAsia="TimesNewRoman"/>
          <w:i/>
          <w:iCs/>
        </w:rPr>
        <w:t xml:space="preserve">12 </w:t>
      </w:r>
      <w:r w:rsidRPr="0070114A">
        <w:rPr>
          <w:rFonts w:eastAsia="TimesNewRoman"/>
        </w:rPr>
        <w:t xml:space="preserve">– знаки безопасности; </w:t>
      </w:r>
      <w:r w:rsidRPr="0070114A">
        <w:rPr>
          <w:rFonts w:eastAsia="TimesNewRoman"/>
          <w:i/>
          <w:iCs/>
        </w:rPr>
        <w:t xml:space="preserve">13 </w:t>
      </w:r>
      <w:r w:rsidRPr="0070114A">
        <w:rPr>
          <w:rFonts w:eastAsia="TimesNewRoman"/>
        </w:rPr>
        <w:t xml:space="preserve">– щит для инвентаря; </w:t>
      </w:r>
      <w:r w:rsidRPr="0070114A">
        <w:rPr>
          <w:rFonts w:eastAsia="TimesNewRoman"/>
          <w:i/>
          <w:iCs/>
        </w:rPr>
        <w:t xml:space="preserve">14 </w:t>
      </w:r>
      <w:r w:rsidRPr="0070114A">
        <w:rPr>
          <w:rFonts w:eastAsia="TimesNewRoman"/>
        </w:rPr>
        <w:t xml:space="preserve">– пылесос; </w:t>
      </w:r>
      <w:r w:rsidRPr="0070114A">
        <w:rPr>
          <w:rFonts w:eastAsia="TimesNewRoman"/>
          <w:i/>
          <w:iCs/>
        </w:rPr>
        <w:t xml:space="preserve">15 </w:t>
      </w:r>
      <w:r w:rsidRPr="0070114A">
        <w:rPr>
          <w:rFonts w:eastAsia="TimesNewRoman"/>
        </w:rPr>
        <w:t>– конвейер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Достоинствами метода являются: сокращение потерь времени на перемещение автомобиля (рабочих) и экономное использование производственн</w:t>
      </w:r>
      <w:r>
        <w:rPr>
          <w:rFonts w:eastAsia="TimesNewRoman"/>
        </w:rPr>
        <w:t>ых площадей. Недостатком являет</w:t>
      </w:r>
      <w:r w:rsidRPr="0070114A">
        <w:rPr>
          <w:rFonts w:eastAsia="TimesNewRoman"/>
        </w:rPr>
        <w:t xml:space="preserve">ся невозможность изменения </w:t>
      </w:r>
      <w:r>
        <w:rPr>
          <w:rFonts w:eastAsia="TimesNewRoman"/>
        </w:rPr>
        <w:t>объема работ (в сторону увеличе</w:t>
      </w:r>
      <w:r w:rsidRPr="0070114A">
        <w:rPr>
          <w:rFonts w:eastAsia="TimesNewRoman"/>
        </w:rPr>
        <w:t>ния) на каком-либо из постов, если не предусмотреть для этой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цели резервных (скользя</w:t>
      </w:r>
      <w:r>
        <w:rPr>
          <w:rFonts w:eastAsia="TimesNewRoman"/>
        </w:rPr>
        <w:t>щих) рабочих, включающихся в вы</w:t>
      </w:r>
      <w:r w:rsidRPr="0070114A">
        <w:rPr>
          <w:rFonts w:eastAsia="TimesNewRoman"/>
        </w:rPr>
        <w:t>полнение дополнительно возникших работ, чтобы обеспечить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соблюдение такта линии. Часто функции скользящих рабочих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возлагаются на бригадиров.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При организации ТО на поточных линиях различают потоки </w:t>
      </w:r>
      <w:r w:rsidRPr="0070114A">
        <w:rPr>
          <w:rFonts w:eastAsia="TimesNewRoman,Italic"/>
          <w:i/>
          <w:iCs/>
        </w:rPr>
        <w:t xml:space="preserve">непрерывного </w:t>
      </w:r>
      <w:r w:rsidRPr="0070114A">
        <w:rPr>
          <w:rFonts w:eastAsia="TimesNewRoman"/>
        </w:rPr>
        <w:t xml:space="preserve">и </w:t>
      </w:r>
      <w:r w:rsidRPr="0070114A">
        <w:rPr>
          <w:rFonts w:eastAsia="TimesNewRoman,Italic"/>
          <w:i/>
          <w:iCs/>
        </w:rPr>
        <w:t xml:space="preserve">периодического </w:t>
      </w:r>
      <w:r w:rsidRPr="0070114A">
        <w:rPr>
          <w:rFonts w:eastAsia="TimesNewRoman"/>
        </w:rPr>
        <w:t>действия. Потоком непрерывного действия (применяется только для работ ЕО) называют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такую организацию технологического процесса, при которой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 производится на непрерывно перемещающихся по рабочим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зонам автомобилях. Скорость конвейера при этом выбирают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пределах 0,8–1,5 м/мин. Расстояние между перемещаемыми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друг за другом автомобилями </w:t>
      </w:r>
      <w:r w:rsidRPr="0070114A">
        <w:rPr>
          <w:rFonts w:eastAsia="TimesNewRoman,Italic"/>
          <w:i/>
          <w:iCs/>
        </w:rPr>
        <w:t xml:space="preserve">А </w:t>
      </w:r>
      <w:r w:rsidRPr="0070114A">
        <w:rPr>
          <w:rFonts w:eastAsia="TimesNewRoman"/>
        </w:rPr>
        <w:t xml:space="preserve">(2–4 м) в зависимости от скорости конвейера) выбирается с учетом того, что оно является частью длины рабочей зоны </w:t>
      </w:r>
      <w:r w:rsidRPr="0070114A">
        <w:rPr>
          <w:rFonts w:eastAsia="TimesNewRoman"/>
          <w:i/>
          <w:iCs/>
        </w:rPr>
        <w:t>L</w:t>
      </w:r>
      <w:r w:rsidRPr="0070114A">
        <w:rPr>
          <w:rFonts w:eastAsia="TimesNewRoman,Italic"/>
          <w:i/>
          <w:iCs/>
        </w:rPr>
        <w:t>р</w:t>
      </w:r>
      <w:r w:rsidRPr="0070114A">
        <w:rPr>
          <w:rFonts w:eastAsia="TimesNewRoman"/>
          <w:i/>
          <w:iCs/>
        </w:rPr>
        <w:t>.</w:t>
      </w:r>
      <w:r w:rsidRPr="0070114A">
        <w:rPr>
          <w:rFonts w:eastAsia="TimesNewRoman,Italic"/>
          <w:i/>
          <w:iCs/>
        </w:rPr>
        <w:t>з</w:t>
      </w:r>
      <w:r w:rsidRPr="0070114A">
        <w:rPr>
          <w:rFonts w:eastAsia="TimesNewRoman"/>
          <w:i/>
          <w:iCs/>
        </w:rPr>
        <w:t>. = L</w:t>
      </w:r>
      <w:r w:rsidRPr="0070114A">
        <w:rPr>
          <w:rFonts w:eastAsia="TimesNewRoman,Italic"/>
          <w:i/>
          <w:iCs/>
        </w:rPr>
        <w:t xml:space="preserve">а </w:t>
      </w:r>
      <w:r w:rsidRPr="0070114A">
        <w:rPr>
          <w:rFonts w:eastAsia="TimesNewRoman"/>
          <w:i/>
          <w:iCs/>
        </w:rPr>
        <w:t xml:space="preserve">+ </w:t>
      </w:r>
      <w:r w:rsidRPr="0070114A">
        <w:rPr>
          <w:rFonts w:eastAsia="TimesNewRoman,Italic"/>
          <w:i/>
          <w:iCs/>
        </w:rPr>
        <w:t>А</w:t>
      </w:r>
      <w:r w:rsidRPr="0070114A">
        <w:rPr>
          <w:rFonts w:eastAsia="TimesNewRoman"/>
        </w:rPr>
        <w:t xml:space="preserve">, где </w:t>
      </w:r>
      <w:r w:rsidRPr="0070114A">
        <w:rPr>
          <w:rFonts w:eastAsia="TimesNewRoman"/>
          <w:i/>
          <w:iCs/>
        </w:rPr>
        <w:t>L</w:t>
      </w:r>
      <w:r w:rsidRPr="0070114A">
        <w:rPr>
          <w:rFonts w:eastAsia="TimesNewRoman,Italic"/>
          <w:i/>
          <w:iCs/>
        </w:rPr>
        <w:t xml:space="preserve">а </w:t>
      </w:r>
      <w:r>
        <w:rPr>
          <w:rFonts w:eastAsia="TimesNewRoman"/>
        </w:rPr>
        <w:t>– длина автомо</w:t>
      </w:r>
      <w:r w:rsidRPr="0070114A">
        <w:rPr>
          <w:rFonts w:eastAsia="TimesNewRoman"/>
        </w:rPr>
        <w:t>биля.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Потоком периодического действия называют организацию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технологического процесса,</w:t>
      </w:r>
      <w:r>
        <w:rPr>
          <w:rFonts w:eastAsia="TimesNewRoman"/>
        </w:rPr>
        <w:t xml:space="preserve"> при котором автомобили периоди</w:t>
      </w:r>
      <w:r w:rsidRPr="0070114A">
        <w:rPr>
          <w:rFonts w:eastAsia="TimesNewRoman"/>
        </w:rPr>
        <w:t xml:space="preserve">чески перемещаются с одного рабочего поста на другой (скорость конвейера – до 15 м/мин, </w:t>
      </w:r>
      <w:r w:rsidRPr="0070114A">
        <w:rPr>
          <w:rFonts w:eastAsia="TimesNewRoman,Italic"/>
          <w:i/>
          <w:iCs/>
        </w:rPr>
        <w:t xml:space="preserve">А </w:t>
      </w:r>
      <w:r w:rsidRPr="0070114A">
        <w:rPr>
          <w:rFonts w:eastAsia="TimesNewRoman"/>
        </w:rPr>
        <w:t>= 1 м).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При </w:t>
      </w:r>
      <w:r w:rsidRPr="0070114A">
        <w:rPr>
          <w:rFonts w:eastAsia="TimesNewRoman,Italic"/>
          <w:i/>
          <w:iCs/>
        </w:rPr>
        <w:t>операционно</w:t>
      </w:r>
      <w:r w:rsidRPr="0070114A">
        <w:rPr>
          <w:rFonts w:eastAsia="TimesNewRoman"/>
          <w:i/>
          <w:iCs/>
        </w:rPr>
        <w:t>-</w:t>
      </w:r>
      <w:r w:rsidRPr="0070114A">
        <w:rPr>
          <w:rFonts w:eastAsia="TimesNewRoman,Italic"/>
          <w:i/>
          <w:iCs/>
        </w:rPr>
        <w:t xml:space="preserve">постовом методе </w:t>
      </w:r>
      <w:r w:rsidRPr="0070114A">
        <w:rPr>
          <w:rFonts w:eastAsia="TimesNewRoman"/>
        </w:rPr>
        <w:t>обслуживания объем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 данного вида ТО рас</w:t>
      </w:r>
      <w:r>
        <w:rPr>
          <w:rFonts w:eastAsia="TimesNewRoman"/>
        </w:rPr>
        <w:t>пределяется также между несколь</w:t>
      </w:r>
      <w:r w:rsidRPr="0070114A">
        <w:rPr>
          <w:rFonts w:eastAsia="TimesNewRoman"/>
        </w:rPr>
        <w:t>кими специализированными, но параллельно расположенными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постами, за каждым из котор</w:t>
      </w:r>
      <w:r>
        <w:rPr>
          <w:rFonts w:eastAsia="TimesNewRoman"/>
        </w:rPr>
        <w:t>ых закреплена определенная груп</w:t>
      </w:r>
      <w:r w:rsidRPr="0070114A">
        <w:rPr>
          <w:rFonts w:eastAsia="TimesNewRoman"/>
        </w:rPr>
        <w:t>па работ или операций. П</w:t>
      </w:r>
      <w:r>
        <w:rPr>
          <w:rFonts w:eastAsia="TimesNewRoman"/>
        </w:rPr>
        <w:t>ри этом работы или операции ком</w:t>
      </w:r>
      <w:r w:rsidRPr="0070114A">
        <w:rPr>
          <w:rFonts w:eastAsia="TimesNewRoman"/>
        </w:rPr>
        <w:t>плектуются по виду обслу</w:t>
      </w:r>
      <w:r>
        <w:rPr>
          <w:rFonts w:eastAsia="TimesNewRoman"/>
        </w:rPr>
        <w:t>живаемых агрегатов и систем (на</w:t>
      </w:r>
      <w:r w:rsidRPr="0070114A">
        <w:rPr>
          <w:rFonts w:eastAsia="TimesNewRoman"/>
        </w:rPr>
        <w:t>пример: механизмы передней подвески и переднего моста; задний мост и тормозная система; коробка передач, сцепление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карданная передача). Обслуживание автомобилей в этом случае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выполняют на тупиковых постах.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Преимуществами данного метода являются: возможность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специализации оборудования, повышение уровня механизации,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повышение качества работ и производительности труда, более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оперативная организация те</w:t>
      </w:r>
      <w:r>
        <w:rPr>
          <w:rFonts w:eastAsia="TimesNewRoman"/>
        </w:rPr>
        <w:t>хнологического процесса (незави</w:t>
      </w:r>
      <w:r w:rsidRPr="0070114A">
        <w:rPr>
          <w:rFonts w:eastAsia="TimesNewRoman"/>
        </w:rPr>
        <w:t>симость постановки автомобилей на пост). Недостатком метода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является то, что необходимость перестановки автомобилей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поста на пост требует маневр</w:t>
      </w:r>
      <w:r>
        <w:rPr>
          <w:rFonts w:eastAsia="TimesNewRoman"/>
        </w:rPr>
        <w:t>ирования автомобиля, что вызыва</w:t>
      </w:r>
      <w:r w:rsidRPr="0070114A">
        <w:rPr>
          <w:rFonts w:eastAsia="TimesNewRoman"/>
        </w:rPr>
        <w:t>ет увеличение непроизводительных потерь времени, а также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загазованность помещений отработавшими газами.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данном методе ТО целесообразно организовывать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несколько приемов (заездов), </w:t>
      </w:r>
      <w:r>
        <w:rPr>
          <w:rFonts w:eastAsia="TimesNewRoman"/>
        </w:rPr>
        <w:t>распределив все работы ТО на не</w:t>
      </w:r>
      <w:r w:rsidRPr="0070114A">
        <w:rPr>
          <w:rFonts w:eastAsia="TimesNewRoman"/>
        </w:rPr>
        <w:t>сколько дней.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>Организация ТО</w:t>
      </w:r>
      <w:r w:rsidRPr="0070114A">
        <w:rPr>
          <w:rFonts w:eastAsia="TimesNewRoman"/>
          <w:b/>
          <w:bCs/>
        </w:rPr>
        <w:t xml:space="preserve">-1 </w:t>
      </w:r>
      <w:r w:rsidRPr="0070114A">
        <w:rPr>
          <w:rFonts w:eastAsia="TimesNewRoman,Bold"/>
          <w:b/>
          <w:bCs/>
        </w:rPr>
        <w:t>иТО</w:t>
      </w:r>
      <w:r w:rsidRPr="0070114A">
        <w:rPr>
          <w:rFonts w:eastAsia="TimesNewRoman"/>
          <w:b/>
          <w:bCs/>
        </w:rPr>
        <w:t xml:space="preserve">-2 </w:t>
      </w:r>
      <w:r w:rsidRPr="0070114A">
        <w:rPr>
          <w:rFonts w:eastAsia="TimesNewRoman,Bold"/>
          <w:b/>
          <w:bCs/>
        </w:rPr>
        <w:t>на универсальных постах</w:t>
      </w:r>
      <w:r w:rsidRPr="0070114A">
        <w:rPr>
          <w:rFonts w:eastAsia="TimesNewRoman"/>
          <w:b/>
          <w:bCs/>
        </w:rPr>
        <w:t xml:space="preserve">. </w:t>
      </w:r>
      <w:r w:rsidRPr="0070114A">
        <w:rPr>
          <w:rFonts w:eastAsia="TimesNewRoman"/>
        </w:rPr>
        <w:t>При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небольшом списочном составе парка АТП, а следовательно, небольшой программе ТО не удается использовать поточный метод обслуживания. В этом случае ТО проводят на универсальных постах, обеспечивающих полное выполнение перечня обязательных операций ТО-1 (или ТО-2) на каждом из них.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При выполнении ТО </w:t>
      </w:r>
      <w:r>
        <w:rPr>
          <w:rFonts w:eastAsia="TimesNewRoman"/>
        </w:rPr>
        <w:t>автомобилей на универсальных по</w:t>
      </w:r>
      <w:r w:rsidRPr="0070114A">
        <w:rPr>
          <w:rFonts w:eastAsia="TimesNewRoman"/>
        </w:rPr>
        <w:t>стах применяется частичная или полная специализация исполнителей – по видам работ или группам агрегатов.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Посты используются тупикового и проездного типов. Проездные посты, позволяющие сохранить маневрирование подвижного состава, наиболее предпочтительны для обслуживания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автопоездов и автобусов сочлененного типа.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программе обслуживания до восьми автобусов в сутки НИИАТ рекомендует выполнять ТО-1 на универсальном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проездном посту (рис. 2.5).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таких постах выпол</w:t>
      </w:r>
      <w:r>
        <w:rPr>
          <w:rFonts w:eastAsia="TimesNewRoman"/>
        </w:rPr>
        <w:t>няются контрольные, регулировоч</w:t>
      </w:r>
      <w:r w:rsidRPr="0070114A">
        <w:rPr>
          <w:rFonts w:eastAsia="TimesNewRoman"/>
        </w:rPr>
        <w:t>ные и крепежные работы по агрегатам и механизмам автомобиля, а также работы электротехнические, по системе питания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шинам. При этом выполнен</w:t>
      </w:r>
      <w:r>
        <w:rPr>
          <w:rFonts w:eastAsia="TimesNewRoman"/>
        </w:rPr>
        <w:t>ие смазочных, заправочных и очи</w:t>
      </w:r>
      <w:r w:rsidRPr="0070114A">
        <w:rPr>
          <w:rFonts w:eastAsia="TimesNewRoman"/>
        </w:rPr>
        <w:t>стительных работ предусматривается на отдельном посту смазки.</w:t>
      </w:r>
    </w:p>
    <w:p w:rsidR="00C05A20" w:rsidRPr="0070114A" w:rsidRDefault="00C05A20" w:rsidP="000D2660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7" o:spid="_x0000_i1031" type="#_x0000_t75" style="width:255pt;height:161.25pt;visibility:visible">
            <v:imagedata r:id="rId10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2.5. Технологическая планировка универсального поста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ТО-1 автобусов: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i/>
          <w:iCs/>
        </w:rPr>
        <w:t xml:space="preserve">1 – </w:t>
      </w:r>
      <w:r w:rsidRPr="0070114A">
        <w:rPr>
          <w:rFonts w:eastAsia="TimesNewRoman"/>
        </w:rPr>
        <w:t xml:space="preserve">тележка для сброса фильтрующих элементов; </w:t>
      </w:r>
      <w:r w:rsidRPr="0070114A">
        <w:rPr>
          <w:rFonts w:eastAsia="TimesNewRoman"/>
          <w:i/>
          <w:iCs/>
        </w:rPr>
        <w:t xml:space="preserve">2 – </w:t>
      </w:r>
      <w:r w:rsidRPr="0070114A">
        <w:rPr>
          <w:rFonts w:eastAsia="TimesNewRoman"/>
        </w:rPr>
        <w:t>стол-ванна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для промывки фильтров; </w:t>
      </w:r>
      <w:r w:rsidRPr="0070114A">
        <w:rPr>
          <w:rFonts w:eastAsia="TimesNewRoman"/>
          <w:i/>
          <w:iCs/>
        </w:rPr>
        <w:t xml:space="preserve">3 – </w:t>
      </w:r>
      <w:r w:rsidRPr="0070114A">
        <w:rPr>
          <w:rFonts w:eastAsia="TimesNewRoman"/>
        </w:rPr>
        <w:t xml:space="preserve">стол-ванна для чистого масла на подставке; </w:t>
      </w:r>
      <w:r w:rsidRPr="0070114A">
        <w:rPr>
          <w:rFonts w:eastAsia="TimesNewRoman"/>
          <w:i/>
          <w:iCs/>
        </w:rPr>
        <w:t xml:space="preserve">4 – </w:t>
      </w:r>
      <w:r w:rsidRPr="0070114A">
        <w:rPr>
          <w:rFonts w:eastAsia="TimesNewRoman"/>
        </w:rPr>
        <w:t xml:space="preserve">ларь для чистых обтирочных материалов; </w:t>
      </w:r>
      <w:r w:rsidRPr="0070114A">
        <w:rPr>
          <w:rFonts w:eastAsia="TimesNewRoman"/>
          <w:i/>
          <w:iCs/>
        </w:rPr>
        <w:t xml:space="preserve">5 – </w:t>
      </w:r>
      <w:r>
        <w:rPr>
          <w:rFonts w:eastAsia="TimesNewRoman"/>
        </w:rPr>
        <w:t>наконеч</w:t>
      </w:r>
      <w:r w:rsidRPr="0070114A">
        <w:rPr>
          <w:rFonts w:eastAsia="TimesNewRoman"/>
        </w:rPr>
        <w:t xml:space="preserve">ник с манометром для воздухораздаточного шланга; </w:t>
      </w:r>
      <w:r w:rsidRPr="0070114A">
        <w:rPr>
          <w:rFonts w:eastAsia="TimesNewRoman"/>
          <w:i/>
          <w:iCs/>
        </w:rPr>
        <w:t xml:space="preserve">6 – </w:t>
      </w:r>
      <w:r>
        <w:rPr>
          <w:rFonts w:eastAsia="TimesNewRoman"/>
        </w:rPr>
        <w:t>стацио</w:t>
      </w:r>
      <w:r w:rsidRPr="0070114A">
        <w:rPr>
          <w:rFonts w:eastAsia="TimesNewRoman"/>
        </w:rPr>
        <w:t xml:space="preserve">нарная установка; </w:t>
      </w:r>
      <w:r w:rsidRPr="0070114A">
        <w:rPr>
          <w:rFonts w:eastAsia="TimesNewRoman"/>
          <w:i/>
          <w:iCs/>
        </w:rPr>
        <w:t xml:space="preserve">7 – </w:t>
      </w:r>
      <w:r w:rsidRPr="0070114A">
        <w:rPr>
          <w:rFonts w:eastAsia="TimesNewRoman"/>
        </w:rPr>
        <w:t xml:space="preserve">направляющие для колес автобуса; </w:t>
      </w:r>
      <w:r w:rsidRPr="0070114A">
        <w:rPr>
          <w:rFonts w:eastAsia="TimesNewRoman"/>
          <w:i/>
          <w:iCs/>
        </w:rPr>
        <w:t>8 –</w:t>
      </w:r>
      <w:r w:rsidRPr="0070114A">
        <w:rPr>
          <w:rFonts w:eastAsia="TimesNewRoman"/>
        </w:rPr>
        <w:t xml:space="preserve">подъемник с креплением на стенке канавы; </w:t>
      </w:r>
      <w:r w:rsidRPr="0070114A">
        <w:rPr>
          <w:rFonts w:eastAsia="TimesNewRoman"/>
          <w:i/>
          <w:iCs/>
        </w:rPr>
        <w:t xml:space="preserve">9 – </w:t>
      </w:r>
      <w:r>
        <w:rPr>
          <w:rFonts w:eastAsia="TimesNewRoman"/>
        </w:rPr>
        <w:t>подставка для ра</w:t>
      </w:r>
      <w:r w:rsidRPr="0070114A">
        <w:rPr>
          <w:rFonts w:eastAsia="TimesNewRoman"/>
        </w:rPr>
        <w:t xml:space="preserve">боты в осмотровой канаве; </w:t>
      </w:r>
      <w:r w:rsidRPr="0070114A">
        <w:rPr>
          <w:rFonts w:eastAsia="TimesNewRoman"/>
          <w:i/>
          <w:iCs/>
        </w:rPr>
        <w:t xml:space="preserve">10 – </w:t>
      </w:r>
      <w:r>
        <w:rPr>
          <w:rFonts w:eastAsia="TimesNewRoman"/>
        </w:rPr>
        <w:t>переносной ящик для инструмен</w:t>
      </w:r>
      <w:r w:rsidRPr="0070114A">
        <w:rPr>
          <w:rFonts w:eastAsia="TimesNewRoman"/>
        </w:rPr>
        <w:t xml:space="preserve">тов и крепежных деталей; </w:t>
      </w:r>
      <w:r w:rsidRPr="0070114A">
        <w:rPr>
          <w:rFonts w:eastAsia="TimesNewRoman"/>
          <w:i/>
          <w:iCs/>
        </w:rPr>
        <w:t xml:space="preserve">11 – </w:t>
      </w:r>
      <w:r w:rsidRPr="0070114A">
        <w:rPr>
          <w:rFonts w:eastAsia="TimesNewRoman"/>
        </w:rPr>
        <w:t xml:space="preserve">маслораздаточный бак; </w:t>
      </w:r>
      <w:r w:rsidRPr="0070114A">
        <w:rPr>
          <w:rFonts w:eastAsia="TimesNewRoman"/>
          <w:i/>
          <w:iCs/>
        </w:rPr>
        <w:t xml:space="preserve">12 – </w:t>
      </w:r>
      <w:r>
        <w:rPr>
          <w:rFonts w:eastAsia="TimesNewRoman"/>
        </w:rPr>
        <w:t>элек</w:t>
      </w:r>
      <w:r w:rsidRPr="0070114A">
        <w:rPr>
          <w:rFonts w:eastAsia="TimesNewRoman"/>
        </w:rPr>
        <w:t xml:space="preserve">тромеханический солидолонагнетатель; </w:t>
      </w:r>
      <w:r w:rsidRPr="0070114A">
        <w:rPr>
          <w:rFonts w:eastAsia="TimesNewRoman"/>
          <w:i/>
          <w:iCs/>
        </w:rPr>
        <w:t xml:space="preserve">13 – </w:t>
      </w:r>
      <w:r w:rsidRPr="0070114A">
        <w:rPr>
          <w:rFonts w:eastAsia="TimesNewRoman"/>
        </w:rPr>
        <w:t>маслораздаточная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колонка</w:t>
      </w:r>
      <w:r w:rsidRPr="0070114A">
        <w:rPr>
          <w:rFonts w:eastAsia="TimesNewRoman"/>
          <w:i/>
          <w:iCs/>
        </w:rPr>
        <w:t xml:space="preserve">; 14 – </w:t>
      </w:r>
      <w:r w:rsidRPr="0070114A">
        <w:rPr>
          <w:rFonts w:eastAsia="TimesNewRoman"/>
        </w:rPr>
        <w:t xml:space="preserve">стеллаж-вертушка для крепежных деталей; </w:t>
      </w:r>
      <w:r w:rsidRPr="0070114A">
        <w:rPr>
          <w:rFonts w:eastAsia="TimesNewRoman"/>
          <w:i/>
          <w:iCs/>
        </w:rPr>
        <w:t xml:space="preserve">15 – </w:t>
      </w:r>
      <w:r>
        <w:rPr>
          <w:rFonts w:eastAsia="TimesNewRoman"/>
        </w:rPr>
        <w:t>сле</w:t>
      </w:r>
      <w:r w:rsidRPr="0070114A">
        <w:rPr>
          <w:rFonts w:eastAsia="TimesNewRoman"/>
        </w:rPr>
        <w:t>сарный верстак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>Организация ТО</w:t>
      </w:r>
      <w:r w:rsidRPr="0070114A">
        <w:rPr>
          <w:rFonts w:eastAsia="TimesNewRoman"/>
          <w:b/>
          <w:bCs/>
        </w:rPr>
        <w:t xml:space="preserve">-1 </w:t>
      </w:r>
      <w:r w:rsidRPr="0070114A">
        <w:rPr>
          <w:rFonts w:eastAsia="TimesNewRoman,Bold"/>
          <w:b/>
          <w:bCs/>
        </w:rPr>
        <w:t>на потоке</w:t>
      </w:r>
      <w:r w:rsidRPr="0070114A">
        <w:rPr>
          <w:rFonts w:eastAsia="TimesNewRoman"/>
          <w:b/>
          <w:bCs/>
        </w:rPr>
        <w:t xml:space="preserve">. </w:t>
      </w:r>
      <w:r w:rsidRPr="0070114A">
        <w:rPr>
          <w:rFonts w:eastAsia="TimesNewRoman"/>
        </w:rPr>
        <w:t>К основным условиям, при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которых достижима эффективность поточного метода, относятся: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достаточная для полной загрузки поточной линии суточная или сменная программа обслуживания;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строгое выполнение всего комплекса операций определенного для данного вида обслуживания автомобиля и условий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его работы;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четкое распределение перечня операций по отдельным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исполнителям;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правильный расчет такта линии и строгое его выполнение; максимальная механизация и автоматизация работ, включая передвижение автомобиля с поста на пост;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максимально возможная специализация отдельных постов по виду выполняемых работ</w:t>
      </w:r>
      <w:r>
        <w:rPr>
          <w:rFonts w:eastAsia="TimesNewRoman"/>
        </w:rPr>
        <w:t xml:space="preserve"> при большой программе об</w:t>
      </w:r>
      <w:r w:rsidRPr="0070114A">
        <w:rPr>
          <w:rFonts w:eastAsia="TimesNewRoman"/>
        </w:rPr>
        <w:t>служивания, совмещение работ различного вида на одном посту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относительно небольшой программе;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хорошо налаженное снабжение поточной линии всеми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необходимыми деталями, материалами и инструментом, хранящимся вблизи от рабочих постов или непосредственно на постах;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возможность переходов рабочих с поста на пост и наличие так называемых «скользящих» рабочих для продолжения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незаконченной операции или</w:t>
      </w:r>
      <w:r>
        <w:rPr>
          <w:rFonts w:eastAsia="TimesNewRoman"/>
        </w:rPr>
        <w:t xml:space="preserve"> оказания помощи в работе сосед</w:t>
      </w:r>
      <w:r w:rsidRPr="0070114A">
        <w:rPr>
          <w:rFonts w:eastAsia="TimesNewRoman"/>
        </w:rPr>
        <w:t>ним постам (особенно при разномарочном сост</w:t>
      </w:r>
      <w:r>
        <w:rPr>
          <w:rFonts w:eastAsia="TimesNewRoman"/>
        </w:rPr>
        <w:t>аве автомоби</w:t>
      </w:r>
      <w:r w:rsidRPr="0070114A">
        <w:rPr>
          <w:rFonts w:eastAsia="TimesNewRoman"/>
        </w:rPr>
        <w:t>лей), а также наличие необходимости дополнительного поста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для завершения работ, по </w:t>
      </w:r>
      <w:r>
        <w:rPr>
          <w:rFonts w:eastAsia="TimesNewRoman"/>
        </w:rPr>
        <w:t>каким-либо причинам не выполнен</w:t>
      </w:r>
      <w:r w:rsidRPr="0070114A">
        <w:rPr>
          <w:rFonts w:eastAsia="TimesNewRoman"/>
        </w:rPr>
        <w:t>ных на самой линии.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Типаж поточных линий включает два типа линий: на два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три рабочих поста (рис. 2.6). Для трехпостовой поточной линии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 производительностью 17–20 автомобилей в смену, при семи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рабочих на постах, распределение видов работ по постам может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иметь следующий вид.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Первый пост предназ</w:t>
      </w:r>
      <w:r>
        <w:rPr>
          <w:rFonts w:eastAsia="TimesNewRoman"/>
        </w:rPr>
        <w:t>начен для выполнения контрольно-</w:t>
      </w:r>
      <w:r w:rsidRPr="0070114A">
        <w:rPr>
          <w:rFonts w:eastAsia="TimesNewRoman"/>
        </w:rPr>
        <w:t>диагностических, крепежных и регулировочных работ, св</w:t>
      </w:r>
      <w:r>
        <w:rPr>
          <w:rFonts w:eastAsia="TimesNewRoman"/>
        </w:rPr>
        <w:t>язан</w:t>
      </w:r>
      <w:r w:rsidRPr="0070114A">
        <w:rPr>
          <w:rFonts w:eastAsia="TimesNewRoman"/>
        </w:rPr>
        <w:t>ных с вывешиванием колес а</w:t>
      </w:r>
      <w:r>
        <w:rPr>
          <w:rFonts w:eastAsia="TimesNewRoman"/>
        </w:rPr>
        <w:t>втомобиля (по переднему и задне</w:t>
      </w:r>
      <w:r w:rsidRPr="0070114A">
        <w:rPr>
          <w:rFonts w:eastAsia="TimesNewRoman"/>
        </w:rPr>
        <w:t>му мостам, тормозной систем</w:t>
      </w:r>
      <w:r>
        <w:rPr>
          <w:rFonts w:eastAsia="TimesNewRoman"/>
        </w:rPr>
        <w:t>е, рулевому управлению и подвес</w:t>
      </w:r>
      <w:r w:rsidRPr="0070114A">
        <w:rPr>
          <w:rFonts w:eastAsia="TimesNewRoman"/>
        </w:rPr>
        <w:t>ке автомобиля). На втор</w:t>
      </w:r>
      <w:r>
        <w:rPr>
          <w:rFonts w:eastAsia="TimesNewRoman"/>
        </w:rPr>
        <w:t>ом посту выполняются контрольно-</w:t>
      </w:r>
      <w:r w:rsidRPr="0070114A">
        <w:rPr>
          <w:rFonts w:eastAsia="TimesNewRoman"/>
        </w:rPr>
        <w:t xml:space="preserve">диагностические, крепежные </w:t>
      </w:r>
      <w:r>
        <w:rPr>
          <w:rFonts w:eastAsia="TimesNewRoman"/>
        </w:rPr>
        <w:t>и регулировочные работы, не свя</w:t>
      </w:r>
      <w:r w:rsidRPr="0070114A">
        <w:rPr>
          <w:rFonts w:eastAsia="TimesNewRoman"/>
        </w:rPr>
        <w:t>занные с вывешиванием коле</w:t>
      </w:r>
      <w:r>
        <w:rPr>
          <w:rFonts w:eastAsia="TimesNewRoman"/>
        </w:rPr>
        <w:t>с автомобиля (по электрооборудо</w:t>
      </w:r>
      <w:r w:rsidRPr="0070114A">
        <w:rPr>
          <w:rFonts w:eastAsia="TimesNewRoman"/>
        </w:rPr>
        <w:t>ванию, системе питания, КПП, сцеплению и др.). На третьем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посту производятся работы</w:t>
      </w:r>
      <w:r>
        <w:rPr>
          <w:rFonts w:eastAsia="TimesNewRoman"/>
        </w:rPr>
        <w:t xml:space="preserve"> по двигателю, смазочные, запра</w:t>
      </w:r>
      <w:r w:rsidRPr="0070114A">
        <w:rPr>
          <w:rFonts w:eastAsia="TimesNewRoman"/>
        </w:rPr>
        <w:t>вочные и очистительные операции по всему автомобилю.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линии может быть предусмотрен нерабочий пост, который чаще всего используется для стоянки автомобиля, ожи</w:t>
      </w:r>
      <w:r>
        <w:rPr>
          <w:rFonts w:eastAsia="TimesNewRoman"/>
        </w:rPr>
        <w:t>дающего ТО.</w:t>
      </w:r>
    </w:p>
    <w:p w:rsidR="00C05A20" w:rsidRPr="0070114A" w:rsidRDefault="00C05A20" w:rsidP="000D2660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8" o:spid="_x0000_i1032" type="#_x0000_t75" style="width:350.25pt;height:227.25pt;visibility:visible">
            <v:imagedata r:id="rId11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2.6. Технологическая планировка поточной линии ТО-1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 трех постах: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i/>
          <w:iCs/>
        </w:rPr>
        <w:t xml:space="preserve">1 </w:t>
      </w:r>
      <w:r w:rsidRPr="0070114A">
        <w:rPr>
          <w:rFonts w:eastAsia="TimesNewRoman"/>
        </w:rPr>
        <w:t xml:space="preserve">– направляющий ролик; </w:t>
      </w:r>
      <w:r w:rsidRPr="0070114A">
        <w:rPr>
          <w:rFonts w:eastAsia="TimesNewRoman"/>
          <w:i/>
          <w:iCs/>
        </w:rPr>
        <w:t xml:space="preserve">2 </w:t>
      </w:r>
      <w:r w:rsidRPr="0070114A">
        <w:rPr>
          <w:rFonts w:eastAsia="TimesNewRoman"/>
        </w:rPr>
        <w:t xml:space="preserve">– конторский стол; </w:t>
      </w:r>
      <w:r w:rsidRPr="0070114A">
        <w:rPr>
          <w:rFonts w:eastAsia="TimesNewRoman"/>
          <w:i/>
          <w:iCs/>
        </w:rPr>
        <w:t xml:space="preserve">3 </w:t>
      </w:r>
      <w:r w:rsidRPr="0070114A">
        <w:rPr>
          <w:rFonts w:eastAsia="TimesNewRoman"/>
        </w:rPr>
        <w:t xml:space="preserve">– слесарный верстак; </w:t>
      </w:r>
      <w:r w:rsidRPr="0070114A">
        <w:rPr>
          <w:rFonts w:eastAsia="TimesNewRoman"/>
          <w:i/>
          <w:iCs/>
        </w:rPr>
        <w:t xml:space="preserve">4 </w:t>
      </w:r>
      <w:r w:rsidRPr="0070114A">
        <w:rPr>
          <w:rFonts w:eastAsia="TimesNewRoman"/>
        </w:rPr>
        <w:t xml:space="preserve">– регулируемые подставки под ноги; </w:t>
      </w:r>
      <w:r w:rsidRPr="0070114A">
        <w:rPr>
          <w:rFonts w:eastAsia="TimesNewRoman"/>
          <w:i/>
          <w:iCs/>
        </w:rPr>
        <w:t xml:space="preserve">5 </w:t>
      </w:r>
      <w:r w:rsidRPr="0070114A">
        <w:rPr>
          <w:rFonts w:eastAsia="TimesNewRoman"/>
        </w:rPr>
        <w:t>– стеллаж-вертушка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для крепежных деталей; </w:t>
      </w:r>
      <w:r w:rsidRPr="0070114A">
        <w:rPr>
          <w:rFonts w:eastAsia="TimesNewRoman"/>
          <w:i/>
          <w:iCs/>
        </w:rPr>
        <w:t xml:space="preserve">6 </w:t>
      </w:r>
      <w:r w:rsidRPr="0070114A">
        <w:rPr>
          <w:rFonts w:eastAsia="TimesNewRoman"/>
        </w:rPr>
        <w:t xml:space="preserve">– переходный мостик; </w:t>
      </w:r>
      <w:r w:rsidRPr="0070114A">
        <w:rPr>
          <w:rFonts w:eastAsia="TimesNewRoman"/>
          <w:i/>
          <w:iCs/>
        </w:rPr>
        <w:t xml:space="preserve">7 </w:t>
      </w:r>
      <w:r w:rsidRPr="0070114A">
        <w:rPr>
          <w:rFonts w:eastAsia="TimesNewRoman"/>
        </w:rPr>
        <w:t>– передвижной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пост электрика; </w:t>
      </w:r>
      <w:r w:rsidRPr="0070114A">
        <w:rPr>
          <w:rFonts w:eastAsia="TimesNewRoman"/>
          <w:i/>
          <w:iCs/>
        </w:rPr>
        <w:t xml:space="preserve">8 </w:t>
      </w:r>
      <w:r w:rsidRPr="0070114A">
        <w:rPr>
          <w:rFonts w:eastAsia="TimesNewRoman"/>
        </w:rPr>
        <w:t>– тележка для транспортировки аккумуляторных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батарей; </w:t>
      </w:r>
      <w:r w:rsidRPr="0070114A">
        <w:rPr>
          <w:rFonts w:eastAsia="TimesNewRoman"/>
          <w:i/>
          <w:iCs/>
        </w:rPr>
        <w:t xml:space="preserve">9 </w:t>
      </w:r>
      <w:r w:rsidRPr="0070114A">
        <w:rPr>
          <w:rFonts w:eastAsia="TimesNewRoman"/>
        </w:rPr>
        <w:t xml:space="preserve">– ящик для инструмента и крепежных деталей; </w:t>
      </w:r>
      <w:r w:rsidRPr="0070114A">
        <w:rPr>
          <w:rFonts w:eastAsia="TimesNewRoman"/>
          <w:i/>
          <w:iCs/>
        </w:rPr>
        <w:t xml:space="preserve">10 </w:t>
      </w:r>
      <w:r>
        <w:rPr>
          <w:rFonts w:eastAsia="TimesNewRoman"/>
        </w:rPr>
        <w:t>– гид</w:t>
      </w:r>
      <w:r w:rsidRPr="0070114A">
        <w:rPr>
          <w:rFonts w:eastAsia="TimesNewRoman"/>
        </w:rPr>
        <w:t xml:space="preserve">равлический передвижной подъемник; </w:t>
      </w:r>
      <w:r w:rsidRPr="0070114A">
        <w:rPr>
          <w:rFonts w:eastAsia="TimesNewRoman"/>
          <w:i/>
          <w:iCs/>
        </w:rPr>
        <w:t xml:space="preserve">11 </w:t>
      </w:r>
      <w:r>
        <w:rPr>
          <w:rFonts w:eastAsia="TimesNewRoman"/>
        </w:rPr>
        <w:t>– гайковерт для гаек ко</w:t>
      </w:r>
      <w:r w:rsidRPr="0070114A">
        <w:rPr>
          <w:rFonts w:eastAsia="TimesNewRoman"/>
        </w:rPr>
        <w:t xml:space="preserve">лес; </w:t>
      </w:r>
      <w:r w:rsidRPr="0070114A">
        <w:rPr>
          <w:rFonts w:eastAsia="TimesNewRoman"/>
          <w:i/>
          <w:iCs/>
        </w:rPr>
        <w:t xml:space="preserve">12 </w:t>
      </w:r>
      <w:r w:rsidRPr="0070114A">
        <w:rPr>
          <w:rFonts w:eastAsia="TimesNewRoman"/>
        </w:rPr>
        <w:t xml:space="preserve">– стол-ванна для промывки фильтров; </w:t>
      </w:r>
      <w:r w:rsidRPr="0070114A">
        <w:rPr>
          <w:rFonts w:eastAsia="TimesNewRoman"/>
          <w:i/>
          <w:iCs/>
        </w:rPr>
        <w:t xml:space="preserve">13 </w:t>
      </w:r>
      <w:r>
        <w:rPr>
          <w:rFonts w:eastAsia="TimesNewRoman"/>
        </w:rPr>
        <w:t>– воздухораздаточ</w:t>
      </w:r>
      <w:r w:rsidRPr="0070114A">
        <w:rPr>
          <w:rFonts w:eastAsia="TimesNewRoman"/>
        </w:rPr>
        <w:t xml:space="preserve">ная автоматическая колонка; </w:t>
      </w:r>
      <w:r w:rsidRPr="0070114A">
        <w:rPr>
          <w:rFonts w:eastAsia="TimesNewRoman"/>
          <w:i/>
          <w:iCs/>
        </w:rPr>
        <w:t xml:space="preserve">14 </w:t>
      </w:r>
      <w:r w:rsidRPr="0070114A">
        <w:rPr>
          <w:rFonts w:eastAsia="TimesNewRoman"/>
        </w:rPr>
        <w:t xml:space="preserve">– маслораздаточная колонка; </w:t>
      </w:r>
      <w:r w:rsidRPr="0070114A">
        <w:rPr>
          <w:rFonts w:eastAsia="TimesNewRoman"/>
          <w:i/>
          <w:iCs/>
        </w:rPr>
        <w:t xml:space="preserve">15 </w:t>
      </w:r>
      <w:r w:rsidRPr="0070114A">
        <w:rPr>
          <w:rFonts w:eastAsia="TimesNewRoman"/>
        </w:rPr>
        <w:t xml:space="preserve">–передвижной пост смазчика-заправщика; </w:t>
      </w:r>
      <w:r w:rsidRPr="0070114A">
        <w:rPr>
          <w:rFonts w:eastAsia="TimesNewRoman"/>
          <w:i/>
          <w:iCs/>
        </w:rPr>
        <w:t xml:space="preserve">16 </w:t>
      </w:r>
      <w:r w:rsidRPr="0070114A">
        <w:rPr>
          <w:rFonts w:eastAsia="TimesNewRoman"/>
        </w:rPr>
        <w:t>– маслораздаточный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бак; </w:t>
      </w:r>
      <w:r w:rsidRPr="0070114A">
        <w:rPr>
          <w:rFonts w:eastAsia="TimesNewRoman"/>
          <w:i/>
          <w:iCs/>
        </w:rPr>
        <w:t xml:space="preserve">17 </w:t>
      </w:r>
      <w:r w:rsidRPr="0070114A">
        <w:rPr>
          <w:rFonts w:eastAsia="TimesNewRoman"/>
        </w:rPr>
        <w:t xml:space="preserve">– ларь для обтирочных материалов; </w:t>
      </w:r>
      <w:r w:rsidRPr="0070114A">
        <w:rPr>
          <w:rFonts w:eastAsia="TimesNewRoman"/>
          <w:i/>
          <w:iCs/>
        </w:rPr>
        <w:t xml:space="preserve">18 </w:t>
      </w:r>
      <w:r>
        <w:rPr>
          <w:rFonts w:eastAsia="TimesNewRoman"/>
        </w:rPr>
        <w:t>– установка для от</w:t>
      </w:r>
      <w:r w:rsidRPr="0070114A">
        <w:rPr>
          <w:rFonts w:eastAsia="TimesNewRoman"/>
        </w:rPr>
        <w:t xml:space="preserve">соса отработавших газов; </w:t>
      </w:r>
      <w:r w:rsidRPr="0070114A">
        <w:rPr>
          <w:rFonts w:eastAsia="TimesNewRoman"/>
          <w:i/>
          <w:iCs/>
        </w:rPr>
        <w:t xml:space="preserve">19 </w:t>
      </w:r>
      <w:r w:rsidRPr="0070114A">
        <w:rPr>
          <w:rFonts w:eastAsia="TimesNewRoman"/>
        </w:rPr>
        <w:t xml:space="preserve">– механизм привода ворот; </w:t>
      </w:r>
      <w:r w:rsidRPr="0070114A">
        <w:rPr>
          <w:rFonts w:eastAsia="TimesNewRoman"/>
          <w:i/>
          <w:iCs/>
        </w:rPr>
        <w:t xml:space="preserve">20 </w:t>
      </w:r>
      <w:r w:rsidRPr="0070114A">
        <w:rPr>
          <w:rFonts w:eastAsia="TimesNewRoman"/>
        </w:rPr>
        <w:t>– лари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для отходов; </w:t>
      </w:r>
      <w:r w:rsidRPr="0070114A">
        <w:rPr>
          <w:rFonts w:eastAsia="TimesNewRoman"/>
          <w:i/>
          <w:iCs/>
        </w:rPr>
        <w:t xml:space="preserve">21 </w:t>
      </w:r>
      <w:r w:rsidRPr="0070114A">
        <w:rPr>
          <w:rFonts w:eastAsia="TimesNewRoman"/>
        </w:rPr>
        <w:t xml:space="preserve">– воронка для слива отработавших масел; </w:t>
      </w:r>
      <w:r w:rsidRPr="0070114A">
        <w:rPr>
          <w:rFonts w:eastAsia="TimesNewRoman"/>
          <w:i/>
          <w:iCs/>
        </w:rPr>
        <w:t xml:space="preserve">22 </w:t>
      </w:r>
      <w:r>
        <w:rPr>
          <w:rFonts w:eastAsia="TimesNewRoman"/>
        </w:rPr>
        <w:t>– уста</w:t>
      </w:r>
      <w:r w:rsidRPr="0070114A">
        <w:rPr>
          <w:rFonts w:eastAsia="TimesNewRoman"/>
        </w:rPr>
        <w:t xml:space="preserve">новка для заправки трансмиссионным маслом; </w:t>
      </w:r>
      <w:r w:rsidRPr="0070114A">
        <w:rPr>
          <w:rFonts w:eastAsia="TimesNewRoman"/>
          <w:i/>
          <w:iCs/>
        </w:rPr>
        <w:t xml:space="preserve">23 </w:t>
      </w:r>
      <w:r>
        <w:rPr>
          <w:rFonts w:eastAsia="TimesNewRoman"/>
        </w:rPr>
        <w:t>– передвижной на</w:t>
      </w:r>
      <w:r w:rsidRPr="0070114A">
        <w:rPr>
          <w:rFonts w:eastAsia="TimesNewRoman"/>
        </w:rPr>
        <w:t xml:space="preserve">греватель смазки; </w:t>
      </w:r>
      <w:r w:rsidRPr="0070114A">
        <w:rPr>
          <w:rFonts w:eastAsia="TimesNewRoman"/>
          <w:i/>
          <w:iCs/>
        </w:rPr>
        <w:t xml:space="preserve">24 </w:t>
      </w:r>
      <w:r w:rsidRPr="0070114A">
        <w:rPr>
          <w:rFonts w:eastAsia="TimesNewRoman"/>
        </w:rPr>
        <w:t>– передвижной пост слесаря-авторемонтника;</w:t>
      </w:r>
      <w:r>
        <w:rPr>
          <w:rFonts w:eastAsia="TimesNewRoman"/>
        </w:rPr>
        <w:t xml:space="preserve"> </w:t>
      </w:r>
      <w:r w:rsidRPr="0070114A">
        <w:rPr>
          <w:rFonts w:eastAsia="TimesNewRoman"/>
          <w:i/>
          <w:iCs/>
        </w:rPr>
        <w:t xml:space="preserve">25 </w:t>
      </w:r>
      <w:r w:rsidRPr="0070114A">
        <w:rPr>
          <w:rFonts w:eastAsia="TimesNewRoman"/>
        </w:rPr>
        <w:t xml:space="preserve">– гайковерт для гаек стремянок рессор; </w:t>
      </w:r>
      <w:r w:rsidRPr="0070114A">
        <w:rPr>
          <w:rFonts w:eastAsia="TimesNewRoman"/>
          <w:i/>
          <w:iCs/>
        </w:rPr>
        <w:t xml:space="preserve">26 </w:t>
      </w:r>
      <w:r>
        <w:rPr>
          <w:rFonts w:eastAsia="TimesNewRoman"/>
        </w:rPr>
        <w:t>– установка для тепло</w:t>
      </w:r>
      <w:r w:rsidRPr="0070114A">
        <w:rPr>
          <w:rFonts w:eastAsia="TimesNewRoman"/>
        </w:rPr>
        <w:t>вой воздушной завесы ворот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>Организация ТО</w:t>
      </w:r>
      <w:r w:rsidRPr="0070114A">
        <w:rPr>
          <w:rFonts w:eastAsia="TimesNewRoman"/>
          <w:b/>
          <w:bCs/>
        </w:rPr>
        <w:t xml:space="preserve">-2 </w:t>
      </w:r>
      <w:r w:rsidRPr="0070114A">
        <w:rPr>
          <w:rFonts w:eastAsia="TimesNewRoman,Bold"/>
          <w:b/>
          <w:bCs/>
        </w:rPr>
        <w:t>на потоке</w:t>
      </w:r>
      <w:r w:rsidRPr="0070114A">
        <w:rPr>
          <w:rFonts w:eastAsia="TimesNewRoman"/>
          <w:b/>
          <w:bCs/>
        </w:rPr>
        <w:t xml:space="preserve">. </w:t>
      </w:r>
      <w:r>
        <w:rPr>
          <w:rFonts w:eastAsia="TimesNewRoman"/>
        </w:rPr>
        <w:t>ТО-2 на потоке имеет сле</w:t>
      </w:r>
      <w:r w:rsidRPr="0070114A">
        <w:rPr>
          <w:rFonts w:eastAsia="TimesNewRoman"/>
        </w:rPr>
        <w:t>дующие основные особенности: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распределение всего комплекса операций ТО-2 по месту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их выполнения (специализиро</w:t>
      </w:r>
      <w:r>
        <w:rPr>
          <w:rFonts w:eastAsia="TimesNewRoman"/>
        </w:rPr>
        <w:t>ванным постам), исходя из техно</w:t>
      </w:r>
      <w:r w:rsidRPr="0070114A">
        <w:rPr>
          <w:rFonts w:eastAsia="TimesNewRoman"/>
        </w:rPr>
        <w:t>логической разнородности ра</w:t>
      </w:r>
      <w:r>
        <w:rPr>
          <w:rFonts w:eastAsia="TimesNewRoman"/>
        </w:rPr>
        <w:t>зличных групп операций, техноло</w:t>
      </w:r>
      <w:r w:rsidRPr="0070114A">
        <w:rPr>
          <w:rFonts w:eastAsia="TimesNewRoman"/>
        </w:rPr>
        <w:t>гической последовательности их выполнения, специфичности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применяемого оборудования, санитарных и других условий;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включение в ТО-2 операций ТР малой трудоемкости, не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нарушающих ритмичности </w:t>
      </w:r>
      <w:r>
        <w:rPr>
          <w:rFonts w:eastAsia="TimesNewRoman"/>
        </w:rPr>
        <w:t>выполнения собственно обслужива</w:t>
      </w:r>
      <w:r w:rsidRPr="0070114A">
        <w:rPr>
          <w:rFonts w:eastAsia="TimesNewRoman"/>
        </w:rPr>
        <w:t>ния (по разработанному примерному перечню таких операций);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вариантность технологических схем, предусматривающая возможность их использования различными по масштабу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АТП, с выполнением обслуживания как на постах тупикового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типа, так и на поточной лин</w:t>
      </w:r>
      <w:r>
        <w:rPr>
          <w:rFonts w:eastAsia="TimesNewRoman"/>
        </w:rPr>
        <w:t>ии (на наиболее крупных предпри</w:t>
      </w:r>
      <w:r w:rsidRPr="0070114A">
        <w:rPr>
          <w:rFonts w:eastAsia="TimesNewRoman"/>
        </w:rPr>
        <w:t>ятиях);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возможность унификации поточных линий ТО-2 в целях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проведения работ на них в различные смены (на одних и тех же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производственных площадях).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зависимости от масштаба производственной программы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могут применяться различ</w:t>
      </w:r>
      <w:r>
        <w:rPr>
          <w:rFonts w:eastAsia="TimesNewRoman"/>
        </w:rPr>
        <w:t>ные организационные схемы обслу</w:t>
      </w:r>
      <w:r w:rsidRPr="0070114A">
        <w:rPr>
          <w:rFonts w:eastAsia="TimesNewRoman"/>
        </w:rPr>
        <w:t>живания ТО-2 на потоке с делением поступивших автомобилей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 четыре группы.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 первой из этих схем после выполнения контрольно</w:t>
      </w:r>
      <w:r>
        <w:rPr>
          <w:rFonts w:eastAsia="TimesNewRoman"/>
        </w:rPr>
        <w:t>-</w:t>
      </w:r>
      <w:r w:rsidRPr="0070114A">
        <w:rPr>
          <w:rFonts w:eastAsia="TimesNewRoman"/>
        </w:rPr>
        <w:t xml:space="preserve">диагностических операций на </w:t>
      </w:r>
      <w:r>
        <w:rPr>
          <w:rFonts w:eastAsia="TimesNewRoman"/>
        </w:rPr>
        <w:t>посту диагностики (рис. 2.7) ав</w:t>
      </w:r>
      <w:r w:rsidRPr="0070114A">
        <w:rPr>
          <w:rFonts w:eastAsia="TimesNewRoman"/>
        </w:rPr>
        <w:t>томобили 1-й группы следуют в зону ТО-2 на посты тупикового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типа, где выполняются опе</w:t>
      </w:r>
      <w:r>
        <w:rPr>
          <w:rFonts w:eastAsia="TimesNewRoman"/>
        </w:rPr>
        <w:t>рации 2-й и 3-й групп. Смазочно-</w:t>
      </w:r>
      <w:r w:rsidRPr="0070114A">
        <w:rPr>
          <w:rFonts w:eastAsia="TimesNewRoman"/>
        </w:rPr>
        <w:t>очистительные операции 4-й группы выполняются на посту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смазки зоны ТО-1 или на со</w:t>
      </w:r>
      <w:r>
        <w:rPr>
          <w:rFonts w:eastAsia="TimesNewRoman"/>
        </w:rPr>
        <w:t>ответствующем посту поточной ли</w:t>
      </w:r>
      <w:r w:rsidRPr="0070114A">
        <w:rPr>
          <w:rFonts w:eastAsia="TimesNewRoman"/>
        </w:rPr>
        <w:t>нии ТО-1.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 второй и третьей схемам все операции, кроме контрольно-диагностических, выполняются на четырех- или пятипостовой поточной линии ТО-2.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Рекомендациями по выбору схемы организации ТО-2 устанавливаются, что при программе, равной 2–3 обслуживаниям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грузовых автомобилей в смену</w:t>
      </w:r>
      <w:r>
        <w:rPr>
          <w:rFonts w:eastAsia="TimesNewRoman"/>
        </w:rPr>
        <w:t>, принимается первая схема с по</w:t>
      </w:r>
      <w:r w:rsidRPr="0070114A">
        <w:rPr>
          <w:rFonts w:eastAsia="TimesNewRoman"/>
        </w:rPr>
        <w:t>стами тупикового типа. При программе на 4–5 обслуживаний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применима вторая схема – с четырехпостовой поточной линией.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программе на 6–7 обслуживаний – пятипостовая линия.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</w:p>
    <w:p w:rsidR="00C05A20" w:rsidRPr="0070114A" w:rsidRDefault="00C05A20" w:rsidP="009661FA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Рисунок 9" o:spid="_x0000_i1033" type="#_x0000_t75" style="width:357.75pt;height:198pt;visibility:visible">
            <v:imagedata r:id="rId12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2.7. Технологическая планировка поста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диагностирования Д-2: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i/>
          <w:iCs/>
        </w:rPr>
        <w:t xml:space="preserve">1 </w:t>
      </w:r>
      <w:r w:rsidRPr="0070114A">
        <w:rPr>
          <w:rFonts w:eastAsia="TimesNewRoman"/>
        </w:rPr>
        <w:t xml:space="preserve">– вывод отработавших газов; </w:t>
      </w:r>
      <w:r w:rsidRPr="0070114A">
        <w:rPr>
          <w:rFonts w:eastAsia="TimesNewRoman"/>
          <w:i/>
          <w:iCs/>
        </w:rPr>
        <w:t xml:space="preserve">2 </w:t>
      </w:r>
      <w:r w:rsidRPr="0070114A">
        <w:rPr>
          <w:rFonts w:eastAsia="TimesNewRoman"/>
        </w:rPr>
        <w:t>– раковина для мытья рук;</w:t>
      </w:r>
      <w:r>
        <w:rPr>
          <w:rFonts w:eastAsia="TimesNewRoman"/>
        </w:rPr>
        <w:t xml:space="preserve"> </w:t>
      </w:r>
      <w:r w:rsidRPr="0070114A">
        <w:rPr>
          <w:rFonts w:eastAsia="TimesNewRoman"/>
          <w:i/>
          <w:iCs/>
        </w:rPr>
        <w:t xml:space="preserve">3 </w:t>
      </w:r>
      <w:r w:rsidRPr="0070114A">
        <w:rPr>
          <w:rFonts w:eastAsia="TimesNewRoman"/>
        </w:rPr>
        <w:t xml:space="preserve">– шкаф для одежды; </w:t>
      </w:r>
      <w:r w:rsidRPr="0070114A">
        <w:rPr>
          <w:rFonts w:eastAsia="TimesNewRoman"/>
          <w:i/>
          <w:iCs/>
        </w:rPr>
        <w:t xml:space="preserve">4 </w:t>
      </w:r>
      <w:r w:rsidRPr="0070114A">
        <w:rPr>
          <w:rFonts w:eastAsia="TimesNewRoman"/>
        </w:rPr>
        <w:t xml:space="preserve">– пульт управления стендом; </w:t>
      </w:r>
      <w:r w:rsidRPr="0070114A">
        <w:rPr>
          <w:rFonts w:eastAsia="TimesNewRoman"/>
          <w:i/>
          <w:iCs/>
        </w:rPr>
        <w:t xml:space="preserve">5 </w:t>
      </w:r>
      <w:r w:rsidRPr="0070114A">
        <w:rPr>
          <w:rFonts w:eastAsia="TimesNewRoman"/>
        </w:rPr>
        <w:t>– стол;</w:t>
      </w:r>
      <w:r>
        <w:rPr>
          <w:rFonts w:eastAsia="TimesNewRoman"/>
        </w:rPr>
        <w:t xml:space="preserve"> </w:t>
      </w:r>
      <w:r w:rsidRPr="0070114A">
        <w:rPr>
          <w:rFonts w:eastAsia="TimesNewRoman"/>
          <w:i/>
          <w:iCs/>
        </w:rPr>
        <w:t xml:space="preserve">6 </w:t>
      </w:r>
      <w:r w:rsidRPr="0070114A">
        <w:rPr>
          <w:rFonts w:eastAsia="TimesNewRoman"/>
        </w:rPr>
        <w:t xml:space="preserve">– стул; </w:t>
      </w:r>
      <w:r w:rsidRPr="0070114A">
        <w:rPr>
          <w:rFonts w:eastAsia="TimesNewRoman"/>
          <w:i/>
          <w:iCs/>
        </w:rPr>
        <w:t xml:space="preserve">7 </w:t>
      </w:r>
      <w:r w:rsidRPr="0070114A">
        <w:rPr>
          <w:rFonts w:eastAsia="TimesNewRoman"/>
        </w:rPr>
        <w:t xml:space="preserve">– подвод сжатого воздуха; </w:t>
      </w:r>
      <w:r w:rsidRPr="0070114A">
        <w:rPr>
          <w:rFonts w:eastAsia="TimesNewRoman"/>
          <w:i/>
          <w:iCs/>
        </w:rPr>
        <w:t xml:space="preserve">8 </w:t>
      </w:r>
      <w:r w:rsidRPr="0070114A">
        <w:rPr>
          <w:rFonts w:eastAsia="TimesNewRoman"/>
        </w:rPr>
        <w:t>– прибор для проверки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системы зажигания; </w:t>
      </w:r>
      <w:r w:rsidRPr="0070114A">
        <w:rPr>
          <w:rFonts w:eastAsia="TimesNewRoman"/>
          <w:i/>
          <w:iCs/>
        </w:rPr>
        <w:t xml:space="preserve">9 </w:t>
      </w:r>
      <w:r w:rsidRPr="0070114A">
        <w:rPr>
          <w:rFonts w:eastAsia="TimesNewRoman"/>
        </w:rPr>
        <w:t>– верстак с параллельными тисками;</w:t>
      </w:r>
      <w:r>
        <w:rPr>
          <w:rFonts w:eastAsia="TimesNewRoman"/>
        </w:rPr>
        <w:t xml:space="preserve"> </w:t>
      </w:r>
      <w:r w:rsidRPr="0070114A">
        <w:rPr>
          <w:rFonts w:eastAsia="TimesNewRoman"/>
          <w:i/>
          <w:iCs/>
        </w:rPr>
        <w:t xml:space="preserve">10 </w:t>
      </w:r>
      <w:r w:rsidRPr="0070114A">
        <w:rPr>
          <w:rFonts w:eastAsia="TimesNewRoman"/>
        </w:rPr>
        <w:t xml:space="preserve">– переносная лестница; </w:t>
      </w:r>
      <w:r w:rsidRPr="0070114A">
        <w:rPr>
          <w:rFonts w:eastAsia="TimesNewRoman"/>
          <w:i/>
          <w:iCs/>
        </w:rPr>
        <w:t xml:space="preserve">11 </w:t>
      </w:r>
      <w:r>
        <w:rPr>
          <w:rFonts w:eastAsia="TimesNewRoman"/>
        </w:rPr>
        <w:t>– площадочный винтовой подъем</w:t>
      </w:r>
      <w:r w:rsidRPr="0070114A">
        <w:rPr>
          <w:rFonts w:eastAsia="TimesNewRoman"/>
        </w:rPr>
        <w:t xml:space="preserve">ник; </w:t>
      </w:r>
      <w:r w:rsidRPr="0070114A">
        <w:rPr>
          <w:rFonts w:eastAsia="TimesNewRoman"/>
          <w:i/>
          <w:iCs/>
        </w:rPr>
        <w:t xml:space="preserve">12 </w:t>
      </w:r>
      <w:r w:rsidRPr="0070114A">
        <w:rPr>
          <w:rFonts w:eastAsia="TimesNewRoman"/>
        </w:rPr>
        <w:t xml:space="preserve">– вентилятор для охлаждения; </w:t>
      </w:r>
      <w:r w:rsidRPr="0070114A">
        <w:rPr>
          <w:rFonts w:eastAsia="TimesNewRoman"/>
          <w:i/>
          <w:iCs/>
        </w:rPr>
        <w:t xml:space="preserve">13 </w:t>
      </w:r>
      <w:r>
        <w:rPr>
          <w:rFonts w:eastAsia="TimesNewRoman"/>
        </w:rPr>
        <w:t>– второе положение ав</w:t>
      </w:r>
      <w:r w:rsidRPr="0070114A">
        <w:rPr>
          <w:rFonts w:eastAsia="TimesNewRoman"/>
        </w:rPr>
        <w:t xml:space="preserve">томобиля; </w:t>
      </w:r>
      <w:r w:rsidRPr="0070114A">
        <w:rPr>
          <w:rFonts w:eastAsia="TimesNewRoman"/>
          <w:i/>
          <w:iCs/>
        </w:rPr>
        <w:t xml:space="preserve">14 </w:t>
      </w:r>
      <w:r w:rsidRPr="0070114A">
        <w:rPr>
          <w:rFonts w:eastAsia="TimesNewRoman"/>
        </w:rPr>
        <w:t xml:space="preserve">– шкаф для переносного оборудования; </w:t>
      </w:r>
      <w:r w:rsidRPr="0070114A">
        <w:rPr>
          <w:rFonts w:eastAsia="TimesNewRoman"/>
          <w:i/>
          <w:iCs/>
        </w:rPr>
        <w:t xml:space="preserve">15 </w:t>
      </w:r>
      <w:r w:rsidRPr="0070114A">
        <w:rPr>
          <w:rFonts w:eastAsia="TimesNewRoman"/>
        </w:rPr>
        <w:t xml:space="preserve">– передвижной подъемник; </w:t>
      </w:r>
      <w:r w:rsidRPr="0070114A">
        <w:rPr>
          <w:rFonts w:eastAsia="TimesNewRoman"/>
          <w:i/>
          <w:iCs/>
        </w:rPr>
        <w:t xml:space="preserve">16 </w:t>
      </w:r>
      <w:r w:rsidRPr="0070114A">
        <w:rPr>
          <w:rFonts w:eastAsia="TimesNewRoman"/>
        </w:rPr>
        <w:t xml:space="preserve">– первое положение автомобиля; </w:t>
      </w:r>
      <w:r w:rsidRPr="0070114A">
        <w:rPr>
          <w:rFonts w:eastAsia="TimesNewRoman"/>
          <w:i/>
          <w:iCs/>
        </w:rPr>
        <w:t xml:space="preserve">17 </w:t>
      </w:r>
      <w:r w:rsidRPr="0070114A">
        <w:rPr>
          <w:rFonts w:eastAsia="TimesNewRoman"/>
        </w:rPr>
        <w:t>–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осмотровая канава; </w:t>
      </w:r>
      <w:r w:rsidRPr="0070114A">
        <w:rPr>
          <w:rFonts w:eastAsia="TimesNewRoman"/>
          <w:i/>
          <w:iCs/>
        </w:rPr>
        <w:t xml:space="preserve">18 </w:t>
      </w:r>
      <w:r>
        <w:rPr>
          <w:rFonts w:eastAsia="TimesNewRoman"/>
        </w:rPr>
        <w:t>– стенд для диагностики тягово-</w:t>
      </w:r>
      <w:r w:rsidRPr="0070114A">
        <w:rPr>
          <w:rFonts w:eastAsia="TimesNewRoman"/>
        </w:rPr>
        <w:t xml:space="preserve">экономических показателей; </w:t>
      </w:r>
      <w:r w:rsidRPr="0070114A">
        <w:rPr>
          <w:rFonts w:eastAsia="TimesNewRoman"/>
          <w:i/>
          <w:iCs/>
        </w:rPr>
        <w:t xml:space="preserve">19 </w:t>
      </w:r>
      <w:r w:rsidRPr="0070114A">
        <w:rPr>
          <w:rFonts w:eastAsia="TimesNewRoman"/>
        </w:rPr>
        <w:t>– раздвижные ворота</w:t>
      </w:r>
      <w:r>
        <w:rPr>
          <w:rFonts w:eastAsia="TimesNewRoman"/>
        </w:rPr>
        <w:t xml:space="preserve"> 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проведении ТО-2</w:t>
      </w:r>
      <w:r>
        <w:rPr>
          <w:rFonts w:eastAsia="TimesNewRoman"/>
        </w:rPr>
        <w:t xml:space="preserve"> допускается выполнение сопутст</w:t>
      </w:r>
      <w:r w:rsidRPr="0070114A">
        <w:rPr>
          <w:rFonts w:eastAsia="TimesNewRoman"/>
        </w:rPr>
        <w:t>вующих ремонтных операций, имеющих относительно малую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трудоемкость (до 0,3 чел.-ч), при общем их объеме не более 20%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 нормативного объема раб</w:t>
      </w:r>
      <w:r>
        <w:rPr>
          <w:rFonts w:eastAsia="TimesNewRoman"/>
        </w:rPr>
        <w:t>от ТО-2. К таким операциям отно</w:t>
      </w:r>
      <w:r w:rsidRPr="0070114A">
        <w:rPr>
          <w:rFonts w:eastAsia="TimesNewRoman"/>
        </w:rPr>
        <w:t>сятся: замена рулевых тяг, то</w:t>
      </w:r>
      <w:r>
        <w:rPr>
          <w:rFonts w:eastAsia="TimesNewRoman"/>
        </w:rPr>
        <w:t>пливного насоса, тормозных коло</w:t>
      </w:r>
      <w:r w:rsidRPr="0070114A">
        <w:rPr>
          <w:rFonts w:eastAsia="TimesNewRoman"/>
        </w:rPr>
        <w:t>док, карданного вала и т.п.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обеспечения ритмичности в работе поточной линии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предусматривается выделение нескольких «скользящих» слесарей-ремонтников.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Распространению поточных линий ТО-2 препятствует значительная сложность организации их работ. Наиболее трудно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сохранить заданную расчетом ритмичность в работе поточной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линии, так как выполнять ТО-</w:t>
      </w:r>
      <w:r>
        <w:rPr>
          <w:rFonts w:eastAsia="TimesNewRoman"/>
        </w:rPr>
        <w:t>2 без операций ремонта не удает</w:t>
      </w:r>
      <w:r w:rsidRPr="0070114A">
        <w:rPr>
          <w:rFonts w:eastAsia="TimesNewRoman"/>
        </w:rPr>
        <w:t>ся (объем работ ремонта при ТО-2 достигает 50 % и более 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трудоемкости самого обслуживания).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Таким образом, основными показателями для применения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ТО-2 на потоке должны стать: улучшенная орга</w:t>
      </w:r>
      <w:r>
        <w:rPr>
          <w:rFonts w:eastAsia="TimesNewRoman"/>
        </w:rPr>
        <w:t>низация снаб</w:t>
      </w:r>
      <w:r w:rsidRPr="0070114A">
        <w:rPr>
          <w:rFonts w:eastAsia="TimesNewRoman"/>
        </w:rPr>
        <w:t>жения запасными частями;</w:t>
      </w:r>
      <w:r>
        <w:rPr>
          <w:rFonts w:eastAsia="TimesNewRoman"/>
        </w:rPr>
        <w:t xml:space="preserve"> большая равнопрочность и долго</w:t>
      </w:r>
      <w:r w:rsidRPr="0070114A">
        <w:rPr>
          <w:rFonts w:eastAsia="TimesNewRoman"/>
        </w:rPr>
        <w:t>вечность узлов и агрегатов</w:t>
      </w:r>
      <w:r>
        <w:rPr>
          <w:rFonts w:eastAsia="TimesNewRoman"/>
        </w:rPr>
        <w:t xml:space="preserve"> автомобиля (что позволит умень</w:t>
      </w:r>
      <w:r w:rsidRPr="0070114A">
        <w:rPr>
          <w:rFonts w:eastAsia="TimesNewRoman"/>
        </w:rPr>
        <w:t>шить объем ремонтных работ</w:t>
      </w:r>
      <w:r>
        <w:rPr>
          <w:rFonts w:eastAsia="TimesNewRoman"/>
        </w:rPr>
        <w:t xml:space="preserve"> и стабилизировать перечень опе</w:t>
      </w:r>
      <w:r w:rsidRPr="0070114A">
        <w:rPr>
          <w:rFonts w:eastAsia="TimesNewRoman"/>
        </w:rPr>
        <w:t>раций при ТО-2); применен</w:t>
      </w:r>
      <w:r>
        <w:rPr>
          <w:rFonts w:eastAsia="TimesNewRoman"/>
        </w:rPr>
        <w:t>ие углубленной диагностики авто</w:t>
      </w:r>
      <w:r w:rsidRPr="0070114A">
        <w:rPr>
          <w:rFonts w:eastAsia="TimesNewRoman"/>
        </w:rPr>
        <w:t xml:space="preserve">мобилей перед постановкой </w:t>
      </w:r>
      <w:r>
        <w:rPr>
          <w:rFonts w:eastAsia="TimesNewRoman"/>
        </w:rPr>
        <w:t>их на ТО-2 с целью уточнения со</w:t>
      </w:r>
      <w:r w:rsidRPr="0070114A">
        <w:rPr>
          <w:rFonts w:eastAsia="TimesNewRoman"/>
        </w:rPr>
        <w:t>става требуемых операций р</w:t>
      </w:r>
      <w:r>
        <w:rPr>
          <w:rFonts w:eastAsia="TimesNewRoman"/>
        </w:rPr>
        <w:t>емонта; увеличение в АТП количе</w:t>
      </w:r>
      <w:r w:rsidRPr="0070114A">
        <w:rPr>
          <w:rFonts w:eastAsia="TimesNewRoman"/>
        </w:rPr>
        <w:t>ства зданий, позволяющих об</w:t>
      </w:r>
      <w:r>
        <w:rPr>
          <w:rFonts w:eastAsia="TimesNewRoman"/>
        </w:rPr>
        <w:t>орудовать поточные линии в соот</w:t>
      </w:r>
      <w:r w:rsidRPr="0070114A">
        <w:rPr>
          <w:rFonts w:eastAsia="TimesNewRoman"/>
        </w:rPr>
        <w:t>ветствии с рациональной технологией обслуживания.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>Операционно</w:t>
      </w:r>
      <w:r w:rsidRPr="0070114A">
        <w:rPr>
          <w:rFonts w:eastAsia="TimesNewRoman"/>
          <w:b/>
          <w:bCs/>
        </w:rPr>
        <w:t>-</w:t>
      </w:r>
      <w:r w:rsidRPr="0070114A">
        <w:rPr>
          <w:rFonts w:eastAsia="TimesNewRoman,Bold"/>
          <w:b/>
          <w:bCs/>
        </w:rPr>
        <w:t>постовой метод ТО</w:t>
      </w:r>
      <w:r w:rsidRPr="0070114A">
        <w:rPr>
          <w:rFonts w:eastAsia="TimesNewRoman"/>
          <w:b/>
          <w:bCs/>
        </w:rPr>
        <w:t xml:space="preserve">-2. </w:t>
      </w:r>
      <w:r w:rsidRPr="0070114A">
        <w:rPr>
          <w:rFonts w:eastAsia="TimesNewRoman"/>
        </w:rPr>
        <w:t>Основными идеями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метода являются: выполне</w:t>
      </w:r>
      <w:r>
        <w:rPr>
          <w:rFonts w:eastAsia="TimesNewRoman"/>
        </w:rPr>
        <w:t>ние всего объема ТО-2 и сопутст</w:t>
      </w:r>
      <w:r w:rsidRPr="0070114A">
        <w:rPr>
          <w:rFonts w:eastAsia="TimesNewRoman"/>
        </w:rPr>
        <w:t xml:space="preserve">вующего ремонта (ТРСОП) </w:t>
      </w:r>
      <w:r>
        <w:rPr>
          <w:rFonts w:eastAsia="TimesNewRoman"/>
        </w:rPr>
        <w:t>только в межсменное время, в не</w:t>
      </w:r>
      <w:r w:rsidRPr="0070114A">
        <w:rPr>
          <w:rFonts w:eastAsia="TimesNewRoman"/>
        </w:rPr>
        <w:t>сколько приемов-заездов, ос</w:t>
      </w:r>
      <w:r>
        <w:rPr>
          <w:rFonts w:eastAsia="TimesNewRoman"/>
        </w:rPr>
        <w:t>уществляемых в течение ряда сле</w:t>
      </w:r>
      <w:r w:rsidRPr="0070114A">
        <w:rPr>
          <w:rFonts w:eastAsia="TimesNewRoman"/>
        </w:rPr>
        <w:t>дующих друг за другом дней; распределение и специализация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рабочих по определенным </w:t>
      </w:r>
      <w:r>
        <w:rPr>
          <w:rFonts w:eastAsia="TimesNewRoman"/>
        </w:rPr>
        <w:t>группам обслуживаемых и ремонти</w:t>
      </w:r>
      <w:r w:rsidRPr="0070114A">
        <w:rPr>
          <w:rFonts w:eastAsia="TimesNewRoman"/>
        </w:rPr>
        <w:t>руемых агрегатов и систем автомобиля.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Практически весь объе</w:t>
      </w:r>
      <w:r>
        <w:rPr>
          <w:rFonts w:eastAsia="TimesNewRoman"/>
        </w:rPr>
        <w:t>м ТО-2 по данному методу распре</w:t>
      </w:r>
      <w:r w:rsidRPr="0070114A">
        <w:rPr>
          <w:rFonts w:eastAsia="TimesNewRoman"/>
        </w:rPr>
        <w:t>деляется на шесть групп опер</w:t>
      </w:r>
      <w:r>
        <w:rPr>
          <w:rFonts w:eastAsia="TimesNewRoman"/>
        </w:rPr>
        <w:t>аций («постов»), каждая из кото</w:t>
      </w:r>
      <w:r w:rsidRPr="0070114A">
        <w:rPr>
          <w:rFonts w:eastAsia="TimesNewRoman"/>
        </w:rPr>
        <w:t xml:space="preserve">рых выполняется рабочими </w:t>
      </w:r>
      <w:r>
        <w:rPr>
          <w:rFonts w:eastAsia="TimesNewRoman"/>
        </w:rPr>
        <w:t>определенного поста. Число прие</w:t>
      </w:r>
      <w:r w:rsidRPr="0070114A">
        <w:rPr>
          <w:rFonts w:eastAsia="TimesNewRoman"/>
        </w:rPr>
        <w:t>мов-заездов на обслуживание ограничивается четырьмя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двумя, в каждый из которых</w:t>
      </w:r>
      <w:r>
        <w:rPr>
          <w:rFonts w:eastAsia="TimesNewRoman"/>
        </w:rPr>
        <w:t xml:space="preserve"> работы на автомобиле выполняют</w:t>
      </w:r>
      <w:r w:rsidRPr="0070114A">
        <w:rPr>
          <w:rFonts w:eastAsia="TimesNewRoman"/>
        </w:rPr>
        <w:t>ся сразу несколькими «постами».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Под словом «пост» при</w:t>
      </w:r>
      <w:r>
        <w:rPr>
          <w:rFonts w:eastAsia="TimesNewRoman"/>
        </w:rPr>
        <w:t xml:space="preserve"> операционно-постовом методе по</w:t>
      </w:r>
      <w:r w:rsidRPr="0070114A">
        <w:rPr>
          <w:rFonts w:eastAsia="TimesNewRoman"/>
        </w:rPr>
        <w:t>нимается не место рассматриваемое в плане габаритных р</w:t>
      </w:r>
      <w:r>
        <w:rPr>
          <w:rFonts w:eastAsia="TimesNewRoman"/>
        </w:rPr>
        <w:t>азме</w:t>
      </w:r>
      <w:r w:rsidRPr="0070114A">
        <w:rPr>
          <w:rFonts w:eastAsia="TimesNewRoman"/>
        </w:rPr>
        <w:t>ров автомобиля, а группа оп</w:t>
      </w:r>
      <w:r>
        <w:rPr>
          <w:rFonts w:eastAsia="TimesNewRoman"/>
        </w:rPr>
        <w:t>ераций, выполняемая рабочими оп</w:t>
      </w:r>
      <w:r w:rsidRPr="0070114A">
        <w:rPr>
          <w:rFonts w:eastAsia="TimesNewRoman"/>
        </w:rPr>
        <w:t>ределенной специализации. Специализация автомобилемест (за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исключением работ по кузову</w:t>
      </w:r>
      <w:r>
        <w:rPr>
          <w:rFonts w:eastAsia="TimesNewRoman"/>
        </w:rPr>
        <w:t>) не осуществляется. Сутью мето</w:t>
      </w:r>
      <w:r w:rsidRPr="0070114A">
        <w:rPr>
          <w:rFonts w:eastAsia="TimesNewRoman"/>
        </w:rPr>
        <w:t>да является не перестановка автомобиля в процессе выполнения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 ТО-2 с поста на пос</w:t>
      </w:r>
      <w:r>
        <w:rPr>
          <w:rFonts w:eastAsia="TimesNewRoman"/>
        </w:rPr>
        <w:t>т, а перемещение по постам пере</w:t>
      </w:r>
      <w:r w:rsidRPr="0070114A">
        <w:rPr>
          <w:rFonts w:eastAsia="TimesNewRoman"/>
        </w:rPr>
        <w:t>движных групп исполнителей. В состав общей бригады ТО-2,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кроме закрепленных специалистов, могут входить некоторые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специалисты, не закрепленны</w:t>
      </w:r>
      <w:r>
        <w:rPr>
          <w:rFonts w:eastAsia="TimesNewRoman"/>
        </w:rPr>
        <w:t>е за отдельными постами, – арма</w:t>
      </w:r>
      <w:r w:rsidRPr="0070114A">
        <w:rPr>
          <w:rFonts w:eastAsia="TimesNewRoman"/>
        </w:rPr>
        <w:t>турщики, электрики и др.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Внедрение операционно-</w:t>
      </w:r>
      <w:r>
        <w:rPr>
          <w:rFonts w:eastAsia="TimesNewRoman"/>
        </w:rPr>
        <w:t>постового метода позволяет дове</w:t>
      </w:r>
      <w:r w:rsidRPr="0070114A">
        <w:rPr>
          <w:rFonts w:eastAsia="TimesNewRoman"/>
        </w:rPr>
        <w:t>сти КТТ автомобилей парка до 0,97.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Недостатками метода являются: отсутствие специализации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автомобилемест, свойственной поточному методу; отсутствие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строгой технологической связи между автомобилеместами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производственными цехами; нечеткое распределение функций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между основной бригадой, выполняющей ТО-2 и большую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часть ремонтов, и вспомогательной бригадой, выполняющей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только ТР, что снижает отве</w:t>
      </w:r>
      <w:r>
        <w:rPr>
          <w:rFonts w:eastAsia="TimesNewRoman"/>
        </w:rPr>
        <w:t>тственность отдельных исполните</w:t>
      </w:r>
      <w:r w:rsidRPr="0070114A">
        <w:rPr>
          <w:rFonts w:eastAsia="TimesNewRoman"/>
        </w:rPr>
        <w:t>лей за качество работ и, как следствие, способствует излишней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повторяемости ремонта.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</w:p>
    <w:p w:rsidR="00C05A20" w:rsidRDefault="00C05A20" w:rsidP="009661FA">
      <w:pPr>
        <w:autoSpaceDE w:val="0"/>
        <w:autoSpaceDN w:val="0"/>
        <w:adjustRightInd w:val="0"/>
        <w:ind w:firstLine="709"/>
        <w:jc w:val="center"/>
        <w:rPr>
          <w:rFonts w:eastAsia="TimesNewRoman,Bold"/>
          <w:b/>
          <w:bCs/>
        </w:rPr>
      </w:pPr>
      <w:r>
        <w:rPr>
          <w:rFonts w:eastAsia="TimesNewRoman,Bold"/>
          <w:b/>
          <w:bCs/>
        </w:rPr>
        <w:t>Лекция 3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  <w:r w:rsidRPr="0070114A">
        <w:rPr>
          <w:rFonts w:eastAsia="TimesNewRoman"/>
          <w:b/>
          <w:bCs/>
        </w:rPr>
        <w:t xml:space="preserve">3. </w:t>
      </w:r>
      <w:r w:rsidRPr="0070114A">
        <w:rPr>
          <w:rFonts w:eastAsia="TimesNewRoman,Bold"/>
          <w:b/>
          <w:bCs/>
        </w:rPr>
        <w:t>ОРГАНИЗАЦИЯ</w:t>
      </w:r>
      <w:r>
        <w:rPr>
          <w:rFonts w:eastAsia="TimesNewRoman,Bold"/>
          <w:b/>
          <w:bCs/>
        </w:rPr>
        <w:t xml:space="preserve"> </w:t>
      </w:r>
      <w:r w:rsidRPr="0070114A">
        <w:rPr>
          <w:rFonts w:eastAsia="TimesNewRoman,Bold"/>
          <w:b/>
          <w:bCs/>
        </w:rPr>
        <w:t>ТЕХНОЛОГИЧЕСКОГО ПРОЦЕССА</w:t>
      </w:r>
      <w:r>
        <w:rPr>
          <w:rFonts w:eastAsia="TimesNewRoman,Bold"/>
          <w:b/>
          <w:bCs/>
        </w:rPr>
        <w:t xml:space="preserve"> </w:t>
      </w:r>
      <w:r w:rsidRPr="0070114A">
        <w:rPr>
          <w:rFonts w:eastAsia="TimesNewRoman,Bold"/>
          <w:b/>
          <w:bCs/>
        </w:rPr>
        <w:t>ТЕКУЩЕГО РЕМОНТА ПОДВИЖНОГО СОСТАВА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Организация текущего ремонта подвижного состава является одной из наиболее актуальных задач АТП. Простои автомобилей в ремонте и ожидании его очень высоки, вследствие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чего до 25% автомобильного парка ежедневно не выпускается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 линию. Снижение качества ТР вследствие его слабой организации ведет к уменьшению межремонтных пробегов и, следовательно, к росту объема ТР. На рис. 3.1 представлена схема процесса ТР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Следовательно, важнейшей задачей организации ремонта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является снижение времени простоя автомобилей в ТР и 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ожидании.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обеспечении качества ТР особую роль играет установление прямой связи между результатами труда и заработной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платой персонала. Кроме того, дополнительным условием своевременного выполнения ТР является наличие на складах АТП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фонда оборотных агрегатов, у</w:t>
      </w:r>
      <w:r>
        <w:rPr>
          <w:rFonts w:eastAsia="TimesNewRoman"/>
        </w:rPr>
        <w:t>злов и механизмов, а также необ</w:t>
      </w:r>
      <w:r w:rsidRPr="0070114A">
        <w:rPr>
          <w:rFonts w:eastAsia="TimesNewRoman"/>
        </w:rPr>
        <w:t>ходимых материалов, деталей и приборов.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Текущий ремонт автомобиля производится одним из двух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методов: агрегатным или индивидуальным.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При </w:t>
      </w:r>
      <w:r w:rsidRPr="0070114A">
        <w:rPr>
          <w:rFonts w:eastAsia="TimesNewRoman,Bold"/>
          <w:b/>
          <w:bCs/>
        </w:rPr>
        <w:t xml:space="preserve">агрегатном методе </w:t>
      </w:r>
      <w:r w:rsidRPr="0070114A">
        <w:rPr>
          <w:rFonts w:eastAsia="TimesNewRoman"/>
        </w:rPr>
        <w:t>ремонт автомобилей производится путем замены неисправных</w:t>
      </w:r>
      <w:r>
        <w:rPr>
          <w:rFonts w:eastAsia="TimesNewRoman"/>
        </w:rPr>
        <w:t xml:space="preserve"> агрегатов исправными, ранее от</w:t>
      </w:r>
      <w:r w:rsidRPr="0070114A">
        <w:rPr>
          <w:rFonts w:eastAsia="TimesNewRoman"/>
        </w:rPr>
        <w:t>ремонтированными или новыми из оборотного фонда. Неисправные агрегаты после ремонта поступают в оборотный фонд.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том случае, когда неисправность агрегата, узла, механизма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или детали целесообразнее устранить непосредственно на автомобиле в межсменное время (когда для производства ремонта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достаточно межсменного времени), замены обычно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производят.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Агрегатный метод позво</w:t>
      </w:r>
      <w:r>
        <w:rPr>
          <w:rFonts w:eastAsia="TimesNewRoman"/>
        </w:rPr>
        <w:t>ляет сократить время простоя ав</w:t>
      </w:r>
      <w:r w:rsidRPr="0070114A">
        <w:rPr>
          <w:rFonts w:eastAsia="TimesNewRoman"/>
        </w:rPr>
        <w:t>томобиля на ремонте, поскольку замена неисправных агрегатов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узлов на исправные, как правило, требует меньшего времени,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чем демонтажно-монтажные </w:t>
      </w:r>
      <w:r>
        <w:rPr>
          <w:rFonts w:eastAsia="TimesNewRoman"/>
        </w:rPr>
        <w:t>работы, производимые без обезли</w:t>
      </w:r>
      <w:r w:rsidRPr="0070114A">
        <w:rPr>
          <w:rFonts w:eastAsia="TimesNewRoman"/>
        </w:rPr>
        <w:t>чивания агрегатов и узлов.</w:t>
      </w:r>
    </w:p>
    <w:p w:rsidR="00C05A20" w:rsidRPr="0070114A" w:rsidRDefault="00C05A20" w:rsidP="003111F2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34" type="#_x0000_t75" style="width:402pt;height:337.5pt;visibility:visible">
            <v:imagedata r:id="rId13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3.1. Схема процесса текущего ремонта автомобиля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агрегатном методе ремонта возможно, а часто целесообразно ремонт агрегатов, механизмов, узлов и систем производить вне данной организации, в специализированных ремонтных организациях или АТП.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При </w:t>
      </w:r>
      <w:r w:rsidRPr="0070114A">
        <w:rPr>
          <w:rFonts w:eastAsia="TimesNewRoman"/>
          <w:b/>
          <w:bCs/>
          <w:i/>
          <w:iCs/>
        </w:rPr>
        <w:t xml:space="preserve">индивидуальном методе ремонта </w:t>
      </w:r>
      <w:r w:rsidRPr="0070114A">
        <w:rPr>
          <w:rFonts w:eastAsia="TimesNewRoman"/>
        </w:rPr>
        <w:t>агрегаты не обезличиваются. Снятые с автомобиля неисправные агрегаты (узлы)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после восстановления ставят на тот же автомобиль. При этом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время простоя автомобиля в ТР больше, чем при агрегатном методе. В этом случае ресурс агрегатов, узлов и деталей используется в большей мере, так как достигается соосность и подгонка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деталей в посадочных местах.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Весь объем работ ТР по своему характеру и месту производства разделяется на две части: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работы, выполняемые на рабочих постах в зоне ТР (разборочно-сборочные работы, включая регулировочные и крепежные). Эти работы составляют от 40 до 60% от общего объема работ по ТР;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работы ТР, выполняемые в цехах (производственных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участках).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  <w:r w:rsidRPr="0070114A">
        <w:rPr>
          <w:rFonts w:eastAsia="TimesNewRoman"/>
          <w:b/>
          <w:bCs/>
        </w:rPr>
        <w:t xml:space="preserve">3.1. </w:t>
      </w:r>
      <w:r w:rsidRPr="0070114A">
        <w:rPr>
          <w:rFonts w:eastAsia="TimesNewRoman,Bold"/>
          <w:b/>
          <w:bCs/>
        </w:rPr>
        <w:t>Работы</w:t>
      </w:r>
      <w:r w:rsidRPr="0070114A">
        <w:rPr>
          <w:rFonts w:eastAsia="TimesNewRoman"/>
          <w:b/>
          <w:bCs/>
        </w:rPr>
        <w:t xml:space="preserve">, </w:t>
      </w:r>
      <w:r w:rsidRPr="0070114A">
        <w:rPr>
          <w:rFonts w:eastAsia="TimesNewRoman,Bold"/>
          <w:b/>
          <w:bCs/>
        </w:rPr>
        <w:t>выполняемые на рабочих постах в зоне ТР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>Разборочно</w:t>
      </w:r>
      <w:r w:rsidRPr="0070114A">
        <w:rPr>
          <w:rFonts w:eastAsia="TimesNewRoman"/>
          <w:i/>
          <w:iCs/>
        </w:rPr>
        <w:t>-</w:t>
      </w:r>
      <w:r w:rsidRPr="0070114A">
        <w:rPr>
          <w:rFonts w:eastAsia="TimesNewRoman,Italic"/>
          <w:i/>
          <w:iCs/>
        </w:rPr>
        <w:t>сборочные работы</w:t>
      </w:r>
      <w:r w:rsidRPr="0070114A">
        <w:rPr>
          <w:rFonts w:eastAsia="TimesNewRoman"/>
        </w:rPr>
        <w:t>, выполняемые в зоне ТР,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включают замену неисправных агрегатов, механизмов и узлов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 автомобиле на исправные, замену в них неисправных деталей на новые или отремонтированные, а также разборочно-сборочные работы, связанные с ремонтом отдельных деталей.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Из разборочно-сборочных работ по ТР наиболее характерными являются работы по замене: двигателей, задних и передних мостов, коробок передач, радиаторов, сцеплений, деталей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подвески, рессор, износившихся деталей в агрегатах и узлах.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выполнения этих работ применяют различные стенды,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приспособления, комплекты инструментов и специальные инструменты: гайковерты, динамометрические ключи и т.д.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Организация производства в зонах ТР АТП возможна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основе двух методов: универсальных и специализированных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постов.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 xml:space="preserve">Метод универсальных постов </w:t>
      </w:r>
      <w:r w:rsidRPr="0070114A">
        <w:rPr>
          <w:rFonts w:eastAsia="TimesNewRoman"/>
        </w:rPr>
        <w:t>предусматривает выполнение работ на одном посту бригадой ремонтных рабочих различных специальностей или рабочими-универсалами высокой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квалификации.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Универсальный пост </w:t>
      </w:r>
      <w:r>
        <w:rPr>
          <w:rFonts w:eastAsia="TimesNewRoman"/>
        </w:rPr>
        <w:t>ТР обычно представляет собой ос</w:t>
      </w:r>
      <w:r w:rsidRPr="0070114A">
        <w:rPr>
          <w:rFonts w:eastAsia="TimesNewRoman"/>
        </w:rPr>
        <w:t>мотровую канаву, оснащенную оборудованием, обеспечивающим выполнение любых работ ТР на автомобиле.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  <w:b/>
          <w:bCs/>
        </w:rPr>
        <w:t xml:space="preserve">Метод специализированных постов </w:t>
      </w:r>
      <w:r w:rsidRPr="0070114A">
        <w:rPr>
          <w:rFonts w:eastAsia="TimesNewRoman"/>
        </w:rPr>
        <w:t>предусматривает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выполнение работ на нескол</w:t>
      </w:r>
      <w:r>
        <w:rPr>
          <w:rFonts w:eastAsia="TimesNewRoman"/>
        </w:rPr>
        <w:t>ьких, специализированных для вы</w:t>
      </w:r>
      <w:r w:rsidRPr="0070114A">
        <w:rPr>
          <w:rFonts w:eastAsia="TimesNewRoman"/>
        </w:rPr>
        <w:t>полнения определенного вида работ (по двигателю, трансмиссии и др.) постах.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Каждый специализированный пост оснащается оборудованием в соответствии с характером выполняемых на нем работ. Специализация постов ТР позволяет максимально механизировать трудоемкость работы, снизить потребности в однотипном оборудовании, улучшить условия труда, использовать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менее квалифицированных рабочих, повысить качество работ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производительность труда на 20–40 %.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Примером компоновочного решения расположения оборудования на тупиковом посту и организации постовых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может служить приведенная на рис. 3.2 примерная планировка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универсального поста в зоне текущего ремонта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>Рабочие посты для замены и ТР двигателей грузовых автомобилей</w:t>
      </w:r>
      <w:r w:rsidRPr="0070114A">
        <w:rPr>
          <w:rFonts w:eastAsia="TimesNewRoman"/>
        </w:rPr>
        <w:t>, как правило, организуют на изолированных стандартных осмотровых тупиковых канавах. Специализированные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рабочие посты для ТР двигателей могут быть двух типов: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снятия и установки двигателе</w:t>
      </w:r>
      <w:r>
        <w:rPr>
          <w:rFonts w:eastAsia="TimesNewRoman"/>
        </w:rPr>
        <w:t>й и для ТР двигателей на автомо</w:t>
      </w:r>
      <w:r w:rsidRPr="0070114A">
        <w:rPr>
          <w:rFonts w:eastAsia="TimesNewRoman"/>
        </w:rPr>
        <w:t>билях. Они различаются оснащением и числом одновременно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работающих исполнителей.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Рабочий пост для ТР двигателей целесообразно размещать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вблизи моторного (агрегатного</w:t>
      </w:r>
      <w:r>
        <w:rPr>
          <w:rFonts w:eastAsia="TimesNewRoman"/>
        </w:rPr>
        <w:t>) участка, рядом с участком ком</w:t>
      </w:r>
      <w:r w:rsidRPr="0070114A">
        <w:rPr>
          <w:rFonts w:eastAsia="TimesNewRoman"/>
        </w:rPr>
        <w:t>плектования, проверки и об</w:t>
      </w:r>
      <w:r>
        <w:rPr>
          <w:rFonts w:eastAsia="TimesNewRoman"/>
        </w:rPr>
        <w:t>катки двигателей. Пост целесооб</w:t>
      </w:r>
      <w:r w:rsidRPr="0070114A">
        <w:rPr>
          <w:rFonts w:eastAsia="TimesNewRoman"/>
        </w:rPr>
        <w:t>разно оснастить диагности</w:t>
      </w:r>
      <w:r>
        <w:rPr>
          <w:rFonts w:eastAsia="TimesNewRoman"/>
        </w:rPr>
        <w:t>ческим оборудованием для обеспе</w:t>
      </w:r>
      <w:r w:rsidRPr="0070114A">
        <w:rPr>
          <w:rFonts w:eastAsia="TimesNewRoman"/>
        </w:rPr>
        <w:t>чения контроля и регулировк</w:t>
      </w:r>
      <w:r>
        <w:rPr>
          <w:rFonts w:eastAsia="TimesNewRoman"/>
        </w:rPr>
        <w:t>и после проведения работ ТР. Уз</w:t>
      </w:r>
      <w:r w:rsidRPr="0070114A">
        <w:rPr>
          <w:rFonts w:eastAsia="TimesNewRoman"/>
        </w:rPr>
        <w:t>лы и детали двигателя, сн</w:t>
      </w:r>
      <w:r>
        <w:rPr>
          <w:rFonts w:eastAsia="TimesNewRoman"/>
        </w:rPr>
        <w:t>имаемые при текущем ремонте (го</w:t>
      </w:r>
      <w:r w:rsidRPr="0070114A">
        <w:rPr>
          <w:rFonts w:eastAsia="TimesNewRoman"/>
        </w:rPr>
        <w:t>ловка блока, водяной насос, клапаны, пружины и т.д.) очищают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ремонтируют в моторном (агрегатном) участке.</w:t>
      </w:r>
    </w:p>
    <w:p w:rsidR="00C05A20" w:rsidRPr="0070114A" w:rsidRDefault="00C05A20" w:rsidP="003111F2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35" type="#_x0000_t75" style="width:363pt;height:211.5pt;visibility:visible">
            <v:imagedata r:id="rId14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3.2. Примерная технологическая планировка универсального поста в зоне текущего ремонтаавтомобилей: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i/>
          <w:iCs/>
        </w:rPr>
        <w:t xml:space="preserve">1 </w:t>
      </w:r>
      <w:r w:rsidRPr="0070114A">
        <w:rPr>
          <w:rFonts w:eastAsia="TimesNewRoman"/>
        </w:rPr>
        <w:t xml:space="preserve">– подвесной кран; </w:t>
      </w:r>
      <w:r w:rsidRPr="0070114A">
        <w:rPr>
          <w:rFonts w:eastAsia="TimesNewRoman"/>
          <w:i/>
          <w:iCs/>
        </w:rPr>
        <w:t xml:space="preserve">2 </w:t>
      </w:r>
      <w:r w:rsidRPr="0070114A">
        <w:rPr>
          <w:rFonts w:eastAsia="TimesNewRoman"/>
        </w:rPr>
        <w:t xml:space="preserve">– стеллаж для приспособлений; </w:t>
      </w:r>
      <w:r w:rsidRPr="0070114A">
        <w:rPr>
          <w:rFonts w:eastAsia="TimesNewRoman"/>
          <w:i/>
          <w:iCs/>
        </w:rPr>
        <w:t xml:space="preserve">3 </w:t>
      </w:r>
      <w:r w:rsidRPr="0070114A">
        <w:rPr>
          <w:rFonts w:eastAsia="TimesNewRoman"/>
        </w:rPr>
        <w:t xml:space="preserve">– колесо-отбойник; </w:t>
      </w:r>
      <w:r w:rsidRPr="0070114A">
        <w:rPr>
          <w:rFonts w:eastAsia="TimesNewRoman"/>
          <w:i/>
          <w:iCs/>
        </w:rPr>
        <w:t xml:space="preserve">4 </w:t>
      </w:r>
      <w:r w:rsidRPr="0070114A">
        <w:rPr>
          <w:rFonts w:eastAsia="TimesNewRoman"/>
        </w:rPr>
        <w:t xml:space="preserve">– гайковерт для гаек стремянок рессор; </w:t>
      </w:r>
      <w:r w:rsidRPr="0070114A">
        <w:rPr>
          <w:rFonts w:eastAsia="TimesNewRoman"/>
          <w:i/>
          <w:iCs/>
        </w:rPr>
        <w:t xml:space="preserve">5 </w:t>
      </w:r>
      <w:r w:rsidRPr="0070114A">
        <w:rPr>
          <w:rFonts w:eastAsia="TimesNewRoman"/>
        </w:rPr>
        <w:t>– подставка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под оборудование и агрегаты; </w:t>
      </w:r>
      <w:r w:rsidRPr="0070114A">
        <w:rPr>
          <w:rFonts w:eastAsia="TimesNewRoman"/>
          <w:i/>
          <w:iCs/>
        </w:rPr>
        <w:t xml:space="preserve">6 </w:t>
      </w:r>
      <w:r w:rsidRPr="0070114A">
        <w:rPr>
          <w:rFonts w:eastAsia="TimesNewRoman"/>
        </w:rPr>
        <w:t>– тележка для снятия и установки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колес; </w:t>
      </w:r>
      <w:r w:rsidRPr="0070114A">
        <w:rPr>
          <w:rFonts w:eastAsia="TimesNewRoman"/>
          <w:i/>
          <w:iCs/>
        </w:rPr>
        <w:t xml:space="preserve">7 </w:t>
      </w:r>
      <w:r w:rsidRPr="0070114A">
        <w:rPr>
          <w:rFonts w:eastAsia="TimesNewRoman"/>
        </w:rPr>
        <w:t xml:space="preserve">– устройство для удаления выхлопных газов; </w:t>
      </w:r>
      <w:r w:rsidRPr="0070114A">
        <w:rPr>
          <w:rFonts w:eastAsia="TimesNewRoman"/>
          <w:i/>
          <w:iCs/>
        </w:rPr>
        <w:t xml:space="preserve">8 </w:t>
      </w:r>
      <w:r w:rsidRPr="0070114A">
        <w:rPr>
          <w:rFonts w:eastAsia="TimesNewRoman"/>
        </w:rPr>
        <w:t>– воздух</w:t>
      </w:r>
      <w:r>
        <w:rPr>
          <w:rFonts w:eastAsia="TimesNewRoman"/>
        </w:rPr>
        <w:t>о</w:t>
      </w:r>
      <w:r w:rsidRPr="0070114A">
        <w:rPr>
          <w:rFonts w:eastAsia="TimesNewRoman"/>
        </w:rPr>
        <w:t xml:space="preserve">раздаточная колонка; </w:t>
      </w:r>
      <w:r w:rsidRPr="0070114A">
        <w:rPr>
          <w:rFonts w:eastAsia="TimesNewRoman"/>
          <w:i/>
          <w:iCs/>
        </w:rPr>
        <w:t xml:space="preserve">9 </w:t>
      </w:r>
      <w:r w:rsidRPr="0070114A">
        <w:rPr>
          <w:rFonts w:eastAsia="TimesNewRoman"/>
        </w:rPr>
        <w:t xml:space="preserve">– гайковерт для гаек колес; </w:t>
      </w:r>
      <w:r w:rsidRPr="0070114A">
        <w:rPr>
          <w:rFonts w:eastAsia="TimesNewRoman"/>
          <w:i/>
          <w:iCs/>
        </w:rPr>
        <w:t xml:space="preserve">10 </w:t>
      </w:r>
      <w:r w:rsidRPr="0070114A">
        <w:rPr>
          <w:rFonts w:eastAsia="TimesNewRoman"/>
        </w:rPr>
        <w:t>– тележка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для агрегатов; </w:t>
      </w:r>
      <w:r w:rsidRPr="0070114A">
        <w:rPr>
          <w:rFonts w:eastAsia="TimesNewRoman"/>
          <w:i/>
          <w:iCs/>
        </w:rPr>
        <w:t xml:space="preserve">11 </w:t>
      </w:r>
      <w:r w:rsidRPr="0070114A">
        <w:rPr>
          <w:rFonts w:eastAsia="TimesNewRoman"/>
        </w:rPr>
        <w:t>– стеллаж-</w:t>
      </w:r>
      <w:r>
        <w:rPr>
          <w:rFonts w:eastAsia="TimesNewRoman"/>
        </w:rPr>
        <w:t>в</w:t>
      </w:r>
      <w:r w:rsidRPr="0070114A">
        <w:rPr>
          <w:rFonts w:eastAsia="TimesNewRoman"/>
        </w:rPr>
        <w:t xml:space="preserve">ертушка для нормалей; </w:t>
      </w:r>
      <w:r w:rsidRPr="0070114A">
        <w:rPr>
          <w:rFonts w:eastAsia="TimesNewRoman"/>
          <w:i/>
          <w:iCs/>
        </w:rPr>
        <w:t xml:space="preserve">12 </w:t>
      </w:r>
      <w:r w:rsidRPr="0070114A">
        <w:rPr>
          <w:rFonts w:eastAsia="TimesNewRoman"/>
        </w:rPr>
        <w:t>– шкаф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для приборов и инструментов; </w:t>
      </w:r>
      <w:r w:rsidRPr="0070114A">
        <w:rPr>
          <w:rFonts w:eastAsia="TimesNewRoman"/>
          <w:i/>
          <w:iCs/>
        </w:rPr>
        <w:t xml:space="preserve">13 </w:t>
      </w:r>
      <w:r w:rsidRPr="0070114A">
        <w:rPr>
          <w:rFonts w:eastAsia="TimesNewRoman"/>
        </w:rPr>
        <w:t>– тележка для замены мостов;</w:t>
      </w:r>
      <w:r>
        <w:rPr>
          <w:rFonts w:eastAsia="TimesNewRoman"/>
        </w:rPr>
        <w:t xml:space="preserve"> </w:t>
      </w:r>
      <w:r w:rsidRPr="0070114A">
        <w:rPr>
          <w:rFonts w:eastAsia="TimesNewRoman"/>
          <w:i/>
          <w:iCs/>
        </w:rPr>
        <w:t xml:space="preserve">14 </w:t>
      </w:r>
      <w:r w:rsidRPr="0070114A">
        <w:rPr>
          <w:rFonts w:eastAsia="TimesNewRoman"/>
        </w:rPr>
        <w:t xml:space="preserve">– маслораздаточный бак; </w:t>
      </w:r>
      <w:r w:rsidRPr="0070114A">
        <w:rPr>
          <w:rFonts w:eastAsia="TimesNewRoman"/>
          <w:i/>
          <w:iCs/>
        </w:rPr>
        <w:t xml:space="preserve">15 </w:t>
      </w:r>
      <w:r w:rsidRPr="0070114A">
        <w:rPr>
          <w:rFonts w:eastAsia="TimesNewRoman"/>
        </w:rPr>
        <w:t>– емкость для слива масла;</w:t>
      </w:r>
      <w:r>
        <w:rPr>
          <w:rFonts w:eastAsia="TimesNewRoman"/>
        </w:rPr>
        <w:t xml:space="preserve"> </w:t>
      </w:r>
      <w:r w:rsidRPr="0070114A">
        <w:rPr>
          <w:rFonts w:eastAsia="TimesNewRoman"/>
          <w:i/>
          <w:iCs/>
        </w:rPr>
        <w:t xml:space="preserve">16 </w:t>
      </w:r>
      <w:r w:rsidRPr="0070114A">
        <w:rPr>
          <w:rFonts w:eastAsia="TimesNewRoman"/>
        </w:rPr>
        <w:t xml:space="preserve">– тиски слесарные; </w:t>
      </w:r>
      <w:r w:rsidRPr="0070114A">
        <w:rPr>
          <w:rFonts w:eastAsia="TimesNewRoman"/>
          <w:i/>
          <w:iCs/>
        </w:rPr>
        <w:t xml:space="preserve">17 </w:t>
      </w:r>
      <w:r w:rsidRPr="0070114A">
        <w:rPr>
          <w:rFonts w:eastAsia="TimesNewRoman"/>
        </w:rPr>
        <w:t xml:space="preserve">– переходный мостик; </w:t>
      </w:r>
      <w:r w:rsidRPr="0070114A">
        <w:rPr>
          <w:rFonts w:eastAsia="TimesNewRoman"/>
          <w:i/>
          <w:iCs/>
        </w:rPr>
        <w:t>18</w:t>
      </w:r>
      <w:r w:rsidRPr="0070114A">
        <w:rPr>
          <w:rFonts w:eastAsia="TimesNewRoman"/>
        </w:rPr>
        <w:t xml:space="preserve">, </w:t>
      </w:r>
      <w:r w:rsidRPr="0070114A">
        <w:rPr>
          <w:rFonts w:eastAsia="TimesNewRoman"/>
          <w:i/>
          <w:iCs/>
        </w:rPr>
        <w:t xml:space="preserve">26 </w:t>
      </w:r>
      <w:r w:rsidRPr="0070114A">
        <w:rPr>
          <w:rFonts w:eastAsia="TimesNewRoman"/>
        </w:rPr>
        <w:t>– лари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обтирочных материалов; </w:t>
      </w:r>
      <w:r w:rsidRPr="0070114A">
        <w:rPr>
          <w:rFonts w:eastAsia="TimesNewRoman"/>
          <w:i/>
          <w:iCs/>
        </w:rPr>
        <w:t xml:space="preserve">19 </w:t>
      </w:r>
      <w:r w:rsidRPr="0070114A">
        <w:rPr>
          <w:rFonts w:eastAsia="TimesNewRoman"/>
        </w:rPr>
        <w:t xml:space="preserve">– ларь для отходов; </w:t>
      </w:r>
      <w:r w:rsidRPr="0070114A">
        <w:rPr>
          <w:rFonts w:eastAsia="TimesNewRoman"/>
          <w:i/>
          <w:iCs/>
        </w:rPr>
        <w:t xml:space="preserve">20 </w:t>
      </w:r>
      <w:r>
        <w:rPr>
          <w:rFonts w:eastAsia="TimesNewRoman"/>
        </w:rPr>
        <w:t>– верстак сле</w:t>
      </w:r>
      <w:r w:rsidRPr="0070114A">
        <w:rPr>
          <w:rFonts w:eastAsia="TimesNewRoman"/>
        </w:rPr>
        <w:t xml:space="preserve">сарный; </w:t>
      </w:r>
      <w:r w:rsidRPr="0070114A">
        <w:rPr>
          <w:rFonts w:eastAsia="TimesNewRoman"/>
          <w:i/>
          <w:iCs/>
        </w:rPr>
        <w:t xml:space="preserve">21 </w:t>
      </w:r>
      <w:r w:rsidRPr="0070114A">
        <w:rPr>
          <w:rFonts w:eastAsia="TimesNewRoman"/>
        </w:rPr>
        <w:t xml:space="preserve">– ванна для мойки деталей; </w:t>
      </w:r>
      <w:r w:rsidRPr="0070114A">
        <w:rPr>
          <w:rFonts w:eastAsia="TimesNewRoman"/>
          <w:i/>
          <w:iCs/>
        </w:rPr>
        <w:t xml:space="preserve">22 </w:t>
      </w:r>
      <w:r w:rsidRPr="0070114A">
        <w:rPr>
          <w:rFonts w:eastAsia="TimesNewRoman"/>
        </w:rPr>
        <w:t xml:space="preserve">– ограничительные упоры; </w:t>
      </w:r>
      <w:r w:rsidRPr="0070114A">
        <w:rPr>
          <w:rFonts w:eastAsia="TimesNewRoman"/>
          <w:i/>
          <w:iCs/>
        </w:rPr>
        <w:t xml:space="preserve">23 </w:t>
      </w:r>
      <w:r w:rsidRPr="0070114A">
        <w:rPr>
          <w:rFonts w:eastAsia="TimesNewRoman"/>
        </w:rPr>
        <w:t xml:space="preserve">– внеканавный подъемник; </w:t>
      </w:r>
      <w:r w:rsidRPr="0070114A">
        <w:rPr>
          <w:rFonts w:eastAsia="TimesNewRoman"/>
          <w:i/>
          <w:iCs/>
        </w:rPr>
        <w:t xml:space="preserve">24 </w:t>
      </w:r>
      <w:r w:rsidRPr="0070114A">
        <w:rPr>
          <w:rFonts w:eastAsia="TimesNewRoman"/>
        </w:rPr>
        <w:t>– шарнирная воронка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слива масел; </w:t>
      </w:r>
      <w:r w:rsidRPr="0070114A">
        <w:rPr>
          <w:rFonts w:eastAsia="TimesNewRoman"/>
          <w:i/>
          <w:iCs/>
        </w:rPr>
        <w:t xml:space="preserve">25 </w:t>
      </w:r>
      <w:r w:rsidRPr="0070114A">
        <w:rPr>
          <w:rFonts w:eastAsia="TimesNewRoman"/>
        </w:rPr>
        <w:t>– ящик для крепежных деталей и инструментов;</w:t>
      </w:r>
      <w:r>
        <w:rPr>
          <w:rFonts w:eastAsia="TimesNewRoman"/>
        </w:rPr>
        <w:t xml:space="preserve"> </w:t>
      </w:r>
      <w:r w:rsidRPr="0070114A">
        <w:rPr>
          <w:rFonts w:eastAsia="TimesNewRoman"/>
          <w:i/>
          <w:iCs/>
        </w:rPr>
        <w:t xml:space="preserve">27 </w:t>
      </w:r>
      <w:r w:rsidRPr="0070114A">
        <w:rPr>
          <w:rFonts w:eastAsia="TimesNewRoman"/>
        </w:rPr>
        <w:t>– канавный подъемник с гайковертом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Рабочие посты, специализирующиеся по ремонту других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агрегатов и систем, организ</w:t>
      </w:r>
      <w:r>
        <w:rPr>
          <w:rFonts w:eastAsia="TimesNewRoman"/>
        </w:rPr>
        <w:t>уют аналогично универсальным по</w:t>
      </w:r>
      <w:r w:rsidRPr="0070114A">
        <w:rPr>
          <w:rFonts w:eastAsia="TimesNewRoman"/>
        </w:rPr>
        <w:t>стам, но со специализацией оборудования.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Специфика ТР газовой аппаратуры требует создания специализированных постов и </w:t>
      </w:r>
      <w:r>
        <w:rPr>
          <w:rFonts w:eastAsia="TimesNewRoman"/>
        </w:rPr>
        <w:t>организации работы на них специ</w:t>
      </w:r>
      <w:r w:rsidRPr="0070114A">
        <w:rPr>
          <w:rFonts w:eastAsia="TimesNewRoman"/>
        </w:rPr>
        <w:t>альных ремонтных рабочих.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числе специализированных постов создаются и оснащаются посты для производства ряда диагностических и регулировочных работ. Необходимость их организации вызвана применением при выполнении работ ТР специального диагностического оборудования. К таким постам, организуемым исходя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из экономических соображений и повышения качества работ,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относятся: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посты диагностики и регулировки тормозов автомобилей, оборудованные роликовыми тормозными стендами;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посты диагностики и регулирования углов установки колес автомобилей, оборудованные оптическими стендами.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  <w:b/>
          <w:bCs/>
        </w:rPr>
      </w:pPr>
      <w:r w:rsidRPr="0070114A">
        <w:rPr>
          <w:rFonts w:eastAsia="TimesNewRoman"/>
          <w:b/>
          <w:bCs/>
        </w:rPr>
        <w:t xml:space="preserve">3.2. </w:t>
      </w:r>
      <w:r w:rsidRPr="0070114A">
        <w:rPr>
          <w:rFonts w:eastAsia="TimesNewRoman,Bold"/>
          <w:b/>
          <w:bCs/>
        </w:rPr>
        <w:t>Работы ТР</w:t>
      </w:r>
      <w:r w:rsidRPr="0070114A">
        <w:rPr>
          <w:rFonts w:eastAsia="TimesNewRoman"/>
          <w:b/>
          <w:bCs/>
        </w:rPr>
        <w:t xml:space="preserve">, </w:t>
      </w:r>
      <w:r w:rsidRPr="0070114A">
        <w:rPr>
          <w:rFonts w:eastAsia="TimesNewRoman,Bold"/>
          <w:b/>
          <w:bCs/>
        </w:rPr>
        <w:t>выполняемые</w:t>
      </w:r>
      <w:r>
        <w:rPr>
          <w:rFonts w:eastAsia="TimesNewRoman,Bold"/>
          <w:b/>
          <w:bCs/>
        </w:rPr>
        <w:t xml:space="preserve"> </w:t>
      </w:r>
      <w:r w:rsidRPr="0070114A">
        <w:rPr>
          <w:rFonts w:eastAsia="TimesNewRoman,Bold"/>
          <w:b/>
          <w:bCs/>
        </w:rPr>
        <w:t xml:space="preserve">на производственных участках </w:t>
      </w:r>
      <w:r w:rsidRPr="0070114A">
        <w:rPr>
          <w:rFonts w:eastAsia="TimesNewRoman"/>
          <w:b/>
          <w:bCs/>
        </w:rPr>
        <w:t>(</w:t>
      </w:r>
      <w:r w:rsidRPr="0070114A">
        <w:rPr>
          <w:rFonts w:eastAsia="TimesNewRoman,Bold"/>
          <w:b/>
          <w:bCs/>
        </w:rPr>
        <w:t>в цехах</w:t>
      </w:r>
      <w:r w:rsidRPr="0070114A">
        <w:rPr>
          <w:rFonts w:eastAsia="TimesNewRoman"/>
          <w:b/>
          <w:bCs/>
        </w:rPr>
        <w:t>)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организации технологических процессов на производственных участках (цехах) учитывают следующие принципы: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специализация производственных участков производится по технологии работ (слесарные, кузнечные, сварочные, малярные и т.д.) и по группам агрегатов, узлов, деталей автомобиля (агрегатные, электротехнические, аккумуляторные и т.д.);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обеспечение коротких производственных связей между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зоной ТР и каждым производственным участком (складами запасных частей, агрегатов и у</w:t>
      </w:r>
      <w:r>
        <w:rPr>
          <w:rFonts w:eastAsia="TimesNewRoman"/>
        </w:rPr>
        <w:t>частками), которых стремятся до</w:t>
      </w:r>
      <w:r w:rsidRPr="0070114A">
        <w:rPr>
          <w:rFonts w:eastAsia="TimesNewRoman"/>
        </w:rPr>
        <w:t>биться при организации производственных участков;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обеспечение технологической последовательности операций текущего ремонта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работам ТР в цехах относится восстановление изношенных, разрушенных и деформированных деталей с помощью механической и термической обработки, а также с помощью св</w:t>
      </w:r>
      <w:r>
        <w:rPr>
          <w:rFonts w:eastAsia="TimesNewRoman"/>
        </w:rPr>
        <w:t>ар</w:t>
      </w:r>
      <w:r w:rsidRPr="0070114A">
        <w:rPr>
          <w:rFonts w:eastAsia="TimesNewRoman"/>
        </w:rPr>
        <w:t>ки, пайки, склеивания, гальванической обработки, холодной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или горячей правки и др.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Организация работы в каждом производственном участке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производится в соответствии </w:t>
      </w:r>
      <w:r>
        <w:rPr>
          <w:rFonts w:eastAsia="TimesNewRoman"/>
        </w:rPr>
        <w:t>с технологической последователь</w:t>
      </w:r>
      <w:r w:rsidRPr="0070114A">
        <w:rPr>
          <w:rFonts w:eastAsia="TimesNewRoman"/>
        </w:rPr>
        <w:t>ностью операций ТР. При</w:t>
      </w:r>
      <w:r>
        <w:rPr>
          <w:rFonts w:eastAsia="TimesNewRoman"/>
        </w:rPr>
        <w:t>нятая технологическая последова</w:t>
      </w:r>
      <w:r w:rsidRPr="0070114A">
        <w:rPr>
          <w:rFonts w:eastAsia="TimesNewRoman"/>
        </w:rPr>
        <w:t>тельность определяет выра</w:t>
      </w:r>
      <w:r>
        <w:rPr>
          <w:rFonts w:eastAsia="TimesNewRoman"/>
        </w:rPr>
        <w:t>ботку организационных и планиро</w:t>
      </w:r>
      <w:r w:rsidRPr="0070114A">
        <w:rPr>
          <w:rFonts w:eastAsia="TimesNewRoman"/>
        </w:rPr>
        <w:t>вочных решений производс</w:t>
      </w:r>
      <w:r>
        <w:rPr>
          <w:rFonts w:eastAsia="TimesNewRoman"/>
        </w:rPr>
        <w:t>твенных участков по ТР автомоби</w:t>
      </w:r>
      <w:r w:rsidRPr="0070114A">
        <w:rPr>
          <w:rFonts w:eastAsia="TimesNewRoman"/>
        </w:rPr>
        <w:t>лей. Примеры решений далее представлены по участкам и отделениям.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 xml:space="preserve">Агрегатный участок </w:t>
      </w:r>
      <w:r w:rsidRPr="0070114A">
        <w:rPr>
          <w:rFonts w:eastAsia="TimesNewRoman"/>
        </w:rPr>
        <w:t>производит ремонт большинства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основных агрегатов автомобиля</w:t>
      </w:r>
      <w:r>
        <w:rPr>
          <w:rFonts w:eastAsia="TimesNewRoman"/>
        </w:rPr>
        <w:t xml:space="preserve"> (двигателя и его узлов, сцепле</w:t>
      </w:r>
      <w:r w:rsidRPr="0070114A">
        <w:rPr>
          <w:rFonts w:eastAsia="TimesNewRoman"/>
        </w:rPr>
        <w:t>ния, коробки передач, карданной передачи, заднего и переднего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мостов, рулевого управления и др.), причем в основном заменой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неисправных деталей. Такое</w:t>
      </w:r>
      <w:r>
        <w:rPr>
          <w:rFonts w:eastAsia="TimesNewRoman"/>
        </w:rPr>
        <w:t xml:space="preserve"> распределение позволяет специа</w:t>
      </w:r>
      <w:r w:rsidRPr="0070114A">
        <w:rPr>
          <w:rFonts w:eastAsia="TimesNewRoman"/>
        </w:rPr>
        <w:t>лизировать рабочих на ремонте двиг</w:t>
      </w:r>
      <w:r>
        <w:rPr>
          <w:rFonts w:eastAsia="TimesNewRoman"/>
        </w:rPr>
        <w:t>ателей как наиболее слож</w:t>
      </w:r>
      <w:r w:rsidRPr="0070114A">
        <w:rPr>
          <w:rFonts w:eastAsia="TimesNewRoman"/>
        </w:rPr>
        <w:t>ном агрегате.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Технологический процесс ремонта включает: мойку агре</w:t>
      </w:r>
      <w:r>
        <w:rPr>
          <w:rFonts w:eastAsia="TimesNewRoman"/>
        </w:rPr>
        <w:t>г</w:t>
      </w:r>
      <w:r w:rsidRPr="0070114A">
        <w:rPr>
          <w:rFonts w:eastAsia="TimesNewRoman"/>
        </w:rPr>
        <w:t>ата, подразборку в соответствии с объемом ремонта, мойку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снятых деталей и их дефектов</w:t>
      </w:r>
      <w:r>
        <w:rPr>
          <w:rFonts w:eastAsia="TimesNewRoman"/>
        </w:rPr>
        <w:t>ку, сортировку деталей и их ком</w:t>
      </w:r>
      <w:r w:rsidRPr="0070114A">
        <w:rPr>
          <w:rFonts w:eastAsia="TimesNewRoman"/>
        </w:rPr>
        <w:t>плектовку после ремонта, сборку и испытание</w:t>
      </w:r>
      <w:r>
        <w:rPr>
          <w:rFonts w:eastAsia="TimesNewRoman"/>
        </w:rPr>
        <w:t xml:space="preserve"> агрегата. Разбо</w:t>
      </w:r>
      <w:r w:rsidRPr="0070114A">
        <w:rPr>
          <w:rFonts w:eastAsia="TimesNewRoman"/>
        </w:rPr>
        <w:t>рочно-сборочные работы в агрегатном участке, как правило,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проводят на специализированных стендах, обеспечивающих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возможность подхода к ремон</w:t>
      </w:r>
      <w:r>
        <w:rPr>
          <w:rFonts w:eastAsia="TimesNewRoman"/>
        </w:rPr>
        <w:t>тируемому агрегату с разных сто</w:t>
      </w:r>
      <w:r w:rsidRPr="0070114A">
        <w:rPr>
          <w:rFonts w:eastAsia="TimesNewRoman"/>
        </w:rPr>
        <w:t>рон, а также поворот и наклон агрегата для удобства работы.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Электротехническое отделение</w:t>
      </w:r>
      <w:r w:rsidRPr="0070114A">
        <w:rPr>
          <w:rFonts w:eastAsia="TimesNewRoman"/>
        </w:rPr>
        <w:t>. В электротехническом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отделении проводят ремонт и контроль генераторов, стартеров,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приборов зажигания, контрольно-измерительных приборов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другой аппаратуры. Разборка-</w:t>
      </w:r>
      <w:r>
        <w:rPr>
          <w:rFonts w:eastAsia="TimesNewRoman"/>
        </w:rPr>
        <w:t>сборка агрегатов электрооборудо</w:t>
      </w:r>
      <w:r w:rsidRPr="0070114A">
        <w:rPr>
          <w:rFonts w:eastAsia="TimesNewRoman"/>
        </w:rPr>
        <w:t>вания проводится в основном на в</w:t>
      </w:r>
      <w:r>
        <w:rPr>
          <w:rFonts w:eastAsia="TimesNewRoman"/>
        </w:rPr>
        <w:t>ерстаках с применением уни</w:t>
      </w:r>
      <w:r w:rsidRPr="0070114A">
        <w:rPr>
          <w:rFonts w:eastAsia="TimesNewRoman"/>
        </w:rPr>
        <w:t>версального инструмента и специальных приспособлений.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Агрегаты и приборы электрооборудования, поступающие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ремонт, очищают снаружи и диагностируют на специальных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стендах, где проверяют их </w:t>
      </w:r>
      <w:r>
        <w:rPr>
          <w:rFonts w:eastAsia="TimesNewRoman"/>
        </w:rPr>
        <w:t>работоспособность и выявляют не</w:t>
      </w:r>
      <w:r w:rsidRPr="0070114A">
        <w:rPr>
          <w:rFonts w:eastAsia="TimesNewRoman"/>
        </w:rPr>
        <w:t>исправности. Подлежащие ремонту агрегаты разбирают на узлы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детали, промывают, дефект</w:t>
      </w:r>
      <w:r>
        <w:rPr>
          <w:rFonts w:eastAsia="TimesNewRoman"/>
        </w:rPr>
        <w:t>уют и в зависимости от их техни</w:t>
      </w:r>
      <w:r w:rsidRPr="0070114A">
        <w:rPr>
          <w:rFonts w:eastAsia="TimesNewRoman"/>
        </w:rPr>
        <w:t>ческого состояния заменяют или ремонтируют. После сборки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агрегат проверяют на стенде.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электротехническим работам относятся: устранение замыканий, возникающих в результате повреждения изоляции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катушек обмоток возбуждения и обмоток якоря, проверка и перемотка обмоток, замена полюсных сердечников, проточка коллекторов и др.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Основное оборудование электротехнического цеха: контрольно-испытательные стенды для проверки генераторов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стартеров, приборов системы зажигания, контрольно-измерительных приборов автомобиля, станки для проточки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фрезерования коллекторов якорей, сверлильные станки, ванны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мойки деталей, слесарные верстаки, прессы.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Аккумуляторные работы</w:t>
      </w:r>
      <w:r w:rsidRPr="0070114A">
        <w:rPr>
          <w:rFonts w:eastAsia="TimesNewRoman"/>
        </w:rPr>
        <w:t>. Заключаются в подзарядке, зарядке и ремонте аккумулято</w:t>
      </w:r>
      <w:r>
        <w:rPr>
          <w:rFonts w:eastAsia="TimesNewRoman"/>
        </w:rPr>
        <w:t>рных батарей. Батареи, поступив</w:t>
      </w:r>
      <w:r w:rsidRPr="0070114A">
        <w:rPr>
          <w:rFonts w:eastAsia="TimesNewRoman"/>
        </w:rPr>
        <w:t>шие в ремонт, обмывают раствором кальцинированной соды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последующим ополаскиван</w:t>
      </w:r>
      <w:r>
        <w:rPr>
          <w:rFonts w:eastAsia="TimesNewRoman"/>
        </w:rPr>
        <w:t>ием холодной водой. Далее прове</w:t>
      </w:r>
      <w:r w:rsidRPr="0070114A">
        <w:rPr>
          <w:rFonts w:eastAsia="TimesNewRoman"/>
        </w:rPr>
        <w:t>ряют состояние аккумуляторной батареи и при необходимости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ремонта батареи разряжают, сливают электролит, разбирают,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промывают, заменяя, если ну</w:t>
      </w:r>
      <w:r>
        <w:rPr>
          <w:rFonts w:eastAsia="TimesNewRoman"/>
        </w:rPr>
        <w:t>жно, пластины, сепараторы, пере</w:t>
      </w:r>
      <w:r w:rsidRPr="0070114A">
        <w:rPr>
          <w:rFonts w:eastAsia="TimesNewRoman"/>
        </w:rPr>
        <w:t xml:space="preserve">мычки, штыри и корпуса. </w:t>
      </w:r>
      <w:r>
        <w:rPr>
          <w:rFonts w:eastAsia="TimesNewRoman"/>
        </w:rPr>
        <w:t>Корпус с механическими поврежде</w:t>
      </w:r>
      <w:r w:rsidRPr="0070114A">
        <w:rPr>
          <w:rFonts w:eastAsia="TimesNewRoman"/>
        </w:rPr>
        <w:t>ниями заменяют или рем</w:t>
      </w:r>
      <w:r>
        <w:rPr>
          <w:rFonts w:eastAsia="TimesNewRoman"/>
        </w:rPr>
        <w:t>онтируют с помощью конструкцион</w:t>
      </w:r>
      <w:r w:rsidRPr="0070114A">
        <w:rPr>
          <w:rFonts w:eastAsia="TimesNewRoman"/>
        </w:rPr>
        <w:t>ных клеев. Ремонт пластин в ц</w:t>
      </w:r>
      <w:r>
        <w:rPr>
          <w:rFonts w:eastAsia="TimesNewRoman"/>
        </w:rPr>
        <w:t>ехах АТП, как правило, не произ</w:t>
      </w:r>
      <w:r w:rsidRPr="0070114A">
        <w:rPr>
          <w:rFonts w:eastAsia="TimesNewRoman"/>
        </w:rPr>
        <w:t>водят, используя готовые.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Аккумуляторный цех оборудуется: специальным верстаком (с вытяжной вентиляцией и ванной для слива электролита)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разборки аккумуляторных батарей, слесарными тисками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выемки из корпуса блок</w:t>
      </w:r>
      <w:r>
        <w:rPr>
          <w:rFonts w:eastAsia="TimesNewRoman"/>
        </w:rPr>
        <w:t>ов пластин, фаянсовой или эмали</w:t>
      </w:r>
      <w:r w:rsidRPr="0070114A">
        <w:rPr>
          <w:rFonts w:eastAsia="TimesNewRoman"/>
        </w:rPr>
        <w:t>рованной ванной для промыв</w:t>
      </w:r>
      <w:r>
        <w:rPr>
          <w:rFonts w:eastAsia="TimesNewRoman"/>
        </w:rPr>
        <w:t>ки деталей аккумулятора, стелла</w:t>
      </w:r>
      <w:r w:rsidRPr="0070114A">
        <w:rPr>
          <w:rFonts w:eastAsia="TimesNewRoman"/>
        </w:rPr>
        <w:t>жами, верстаками для сборки,</w:t>
      </w:r>
      <w:r>
        <w:rPr>
          <w:rFonts w:eastAsia="TimesNewRoman"/>
        </w:rPr>
        <w:t xml:space="preserve"> стендом для испытания и разряд</w:t>
      </w:r>
      <w:r w:rsidRPr="0070114A">
        <w:rPr>
          <w:rFonts w:eastAsia="TimesNewRoman"/>
        </w:rPr>
        <w:t>ки аккумуляторных батарей, верстаком с оборудованием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плавки свинца и мастики (с вытяжной вентиляцией), кислотоупорной ванной для разведения электролита, а также выпрямительной установкой для зарядки батарей.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Учитывая требования техники безопасности и охраны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труда, помещения аккумуляторного цеха подразделяются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следующие отделения: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отделение приема и хранения аккумуляторных батарей;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отделение ремонта батарей;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кислотное отделение (для хранения кислоты и приготовления электролита);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зарядное отделение (для зарядки аккумуляторов).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аккумуляторном цехе должны быть: 10%-й раствор соды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воде для нейтрализации кислоты при попадании ее на тело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человека, резиновый фартук и перчатки для их использования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приготовлении электролита.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цехе нельзя пользоваться открытым огнем (в зарядном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отделении) и нельзя допускать искрение при присоединении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токонесущих проводов.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Цех по ремонту топливной аппаратуры</w:t>
      </w:r>
      <w:r w:rsidRPr="0070114A">
        <w:rPr>
          <w:rFonts w:eastAsia="TimesNewRoman"/>
        </w:rPr>
        <w:t>. Основным видом цеховых работ по ремо</w:t>
      </w:r>
      <w:r>
        <w:rPr>
          <w:rFonts w:eastAsia="TimesNewRoman"/>
        </w:rPr>
        <w:t>нту топливной аппаратуры являют</w:t>
      </w:r>
      <w:r w:rsidRPr="0070114A">
        <w:rPr>
          <w:rFonts w:eastAsia="TimesNewRoman"/>
        </w:rPr>
        <w:t>ся: контрольно-диагностические, регулировочные и ремонтные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Ремонтные работы включают притирку прецизионных пар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(например, седла и запорно</w:t>
      </w:r>
      <w:r>
        <w:rPr>
          <w:rFonts w:eastAsia="TimesNewRoman"/>
        </w:rPr>
        <w:t>й иглы поплавковой камеры карбю</w:t>
      </w:r>
      <w:r w:rsidRPr="0070114A">
        <w:rPr>
          <w:rFonts w:eastAsia="TimesNewRoman"/>
        </w:rPr>
        <w:t xml:space="preserve">ратора), пайку поплавков и </w:t>
      </w:r>
      <w:r>
        <w:rPr>
          <w:rFonts w:eastAsia="TimesNewRoman"/>
        </w:rPr>
        <w:t>проверку их массы, ремонт топли</w:t>
      </w:r>
      <w:r w:rsidRPr="0070114A">
        <w:rPr>
          <w:rFonts w:eastAsia="TimesNewRoman"/>
        </w:rPr>
        <w:t xml:space="preserve">вопроводов и развальцовку </w:t>
      </w:r>
      <w:r>
        <w:rPr>
          <w:rFonts w:eastAsia="TimesNewRoman"/>
        </w:rPr>
        <w:t>их концов, замену диафрагмы топ</w:t>
      </w:r>
      <w:r w:rsidRPr="0070114A">
        <w:rPr>
          <w:rFonts w:eastAsia="TimesNewRoman"/>
        </w:rPr>
        <w:t>ливного насоса, заделку трещин в топливных баках.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ремонта топлив</w:t>
      </w:r>
      <w:r>
        <w:rPr>
          <w:rFonts w:eastAsia="TimesNewRoman"/>
        </w:rPr>
        <w:t>ной аппаратуры используется сле</w:t>
      </w:r>
      <w:r w:rsidRPr="0070114A">
        <w:rPr>
          <w:rFonts w:eastAsia="TimesNewRoman"/>
        </w:rPr>
        <w:t>дующее оборудование: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по </w:t>
      </w:r>
      <w:r w:rsidRPr="0070114A">
        <w:rPr>
          <w:rFonts w:eastAsia="TimesNewRoman,Italic"/>
          <w:i/>
          <w:iCs/>
        </w:rPr>
        <w:t xml:space="preserve">системе питания бензиновых двигателей </w:t>
      </w:r>
      <w:r>
        <w:rPr>
          <w:rFonts w:eastAsia="TimesNewRoman"/>
        </w:rPr>
        <w:t>– безмотор</w:t>
      </w:r>
      <w:r w:rsidRPr="0070114A">
        <w:rPr>
          <w:rFonts w:eastAsia="TimesNewRoman"/>
        </w:rPr>
        <w:t>ная установка для регулиров</w:t>
      </w:r>
      <w:r>
        <w:rPr>
          <w:rFonts w:eastAsia="TimesNewRoman"/>
        </w:rPr>
        <w:t>ки карбюраторов, приборы для та</w:t>
      </w:r>
      <w:r w:rsidRPr="0070114A">
        <w:rPr>
          <w:rFonts w:eastAsia="TimesNewRoman"/>
        </w:rPr>
        <w:t xml:space="preserve">рировки жиклеров, приборы </w:t>
      </w:r>
      <w:r>
        <w:rPr>
          <w:rFonts w:eastAsia="TimesNewRoman"/>
        </w:rPr>
        <w:t>для проверки карбюраторов и топ</w:t>
      </w:r>
      <w:r w:rsidRPr="0070114A">
        <w:rPr>
          <w:rFonts w:eastAsia="TimesNewRoman"/>
        </w:rPr>
        <w:t>ливных насосов, проверки и регулировки ограничителя числа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оборотов коленчатого вала </w:t>
      </w:r>
      <w:r>
        <w:rPr>
          <w:rFonts w:eastAsia="TimesNewRoman"/>
        </w:rPr>
        <w:t>и проверки пружин диафрагмы топ</w:t>
      </w:r>
      <w:r w:rsidRPr="0070114A">
        <w:rPr>
          <w:rFonts w:eastAsia="TimesNewRoman"/>
        </w:rPr>
        <w:t>ливного насоса;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по </w:t>
      </w:r>
      <w:r w:rsidRPr="0070114A">
        <w:rPr>
          <w:rFonts w:eastAsia="TimesNewRoman,Italic"/>
          <w:i/>
          <w:iCs/>
        </w:rPr>
        <w:t xml:space="preserve">системе питания дизелей </w:t>
      </w:r>
      <w:r w:rsidRPr="0070114A">
        <w:rPr>
          <w:rFonts w:eastAsia="TimesNewRoman"/>
        </w:rPr>
        <w:t>– стенды для испытания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форсунок и ТНВД, стенд для проверки форсунок и плунжерных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пар. Кроме того, в цехе пред</w:t>
      </w:r>
      <w:r>
        <w:rPr>
          <w:rFonts w:eastAsia="TimesNewRoman"/>
        </w:rPr>
        <w:t>усматривается оборудование обще</w:t>
      </w:r>
      <w:r w:rsidRPr="0070114A">
        <w:rPr>
          <w:rFonts w:eastAsia="TimesNewRoman"/>
        </w:rPr>
        <w:t>го назначения: слесарные вер</w:t>
      </w:r>
      <w:r>
        <w:rPr>
          <w:rFonts w:eastAsia="TimesNewRoman"/>
        </w:rPr>
        <w:t>стаки, сверлильный станок, рееч</w:t>
      </w:r>
      <w:r w:rsidRPr="0070114A">
        <w:rPr>
          <w:rFonts w:eastAsia="TimesNewRoman"/>
        </w:rPr>
        <w:t>ный пресс.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Кузнечно-рессорный цех</w:t>
      </w:r>
      <w:r w:rsidRPr="0070114A">
        <w:rPr>
          <w:rFonts w:eastAsia="TimesNewRoman"/>
        </w:rPr>
        <w:t>. К кузнечно-рессорным работам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относятся: ремонт и изгото</w:t>
      </w:r>
      <w:r>
        <w:rPr>
          <w:rFonts w:eastAsia="TimesNewRoman"/>
        </w:rPr>
        <w:t>вление деталей с применением на</w:t>
      </w:r>
      <w:r w:rsidRPr="0070114A">
        <w:rPr>
          <w:rFonts w:eastAsia="TimesNewRoman"/>
        </w:rPr>
        <w:t>грева в горне (правка, горячая клепка, ковка деталей и ремонт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рессор с нагревом в рессорной печи и последующей закалкой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ванне).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Основная доля работ в э</w:t>
      </w:r>
      <w:r>
        <w:rPr>
          <w:rFonts w:eastAsia="TimesNewRoman"/>
        </w:rPr>
        <w:t>том цехе связана с ремонтом рес</w:t>
      </w:r>
      <w:r w:rsidRPr="0070114A">
        <w:rPr>
          <w:rFonts w:eastAsia="TimesNewRoman"/>
        </w:rPr>
        <w:t>сор – заменой сломанных листов, рихтовкой (восстановление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первоначальной формы) листов, имеющих пониженную уп</w:t>
      </w:r>
      <w:r>
        <w:rPr>
          <w:rFonts w:eastAsia="TimesNewRoman"/>
        </w:rPr>
        <w:t>ру</w:t>
      </w:r>
      <w:r w:rsidRPr="0070114A">
        <w:rPr>
          <w:rFonts w:eastAsia="TimesNewRoman"/>
        </w:rPr>
        <w:t>гость. Собранные рессоры испытывают под нагрузкой. Кроме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того, на участке изготавливаю</w:t>
      </w:r>
      <w:r>
        <w:rPr>
          <w:rFonts w:eastAsia="TimesNewRoman"/>
        </w:rPr>
        <w:t>т различного вида стремянки, хо</w:t>
      </w:r>
      <w:r w:rsidRPr="0070114A">
        <w:rPr>
          <w:rFonts w:eastAsia="TimesNewRoman"/>
        </w:rPr>
        <w:t>муты, кронштейны.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Применяемое оборудование: стенд для рихтовки рессор,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кузнечный горн, наковальня, электропневматический молот,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печь для нагрева рессор, ван</w:t>
      </w:r>
      <w:r>
        <w:rPr>
          <w:rFonts w:eastAsia="TimesNewRoman"/>
        </w:rPr>
        <w:t>на для закаливания, приспособле</w:t>
      </w:r>
      <w:r w:rsidRPr="0070114A">
        <w:rPr>
          <w:rFonts w:eastAsia="TimesNewRoman"/>
        </w:rPr>
        <w:t>ния для сборки, разборки и испытания рессор.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Медницкое отделение</w:t>
      </w:r>
      <w:r w:rsidRPr="0070114A">
        <w:rPr>
          <w:rFonts w:eastAsia="TimesNewRoman"/>
        </w:rPr>
        <w:t>. Медницкие работы составляют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примерно 2% объема работ п</w:t>
      </w:r>
      <w:r>
        <w:rPr>
          <w:rFonts w:eastAsia="TimesNewRoman"/>
        </w:rPr>
        <w:t>о ТР и предназначены для восста</w:t>
      </w:r>
      <w:r w:rsidRPr="0070114A">
        <w:rPr>
          <w:rFonts w:eastAsia="TimesNewRoman"/>
        </w:rPr>
        <w:t>новления герметичности деталей, изготовленных в основном из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цветных металлов.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Медницкие работы состо</w:t>
      </w:r>
      <w:r>
        <w:rPr>
          <w:rFonts w:eastAsia="TimesNewRoman"/>
        </w:rPr>
        <w:t>ят в ремонте радиаторов, топлив</w:t>
      </w:r>
      <w:r w:rsidRPr="0070114A">
        <w:rPr>
          <w:rFonts w:eastAsia="TimesNewRoman"/>
        </w:rPr>
        <w:t>ных баков, а также топливо- и маслопроводов.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медницких работ применяют: специальный верстак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для ремонта радиаторов (с </w:t>
      </w:r>
      <w:r>
        <w:rPr>
          <w:rFonts w:eastAsia="TimesNewRoman"/>
        </w:rPr>
        <w:t>ванной для проверки их на герме</w:t>
      </w:r>
      <w:r w:rsidRPr="0070114A">
        <w:rPr>
          <w:rFonts w:eastAsia="TimesNewRoman"/>
        </w:rPr>
        <w:t>тичность), ванны для испытания топливных баков, верстаки,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плиты, ножницы для резки лис</w:t>
      </w:r>
      <w:r>
        <w:rPr>
          <w:rFonts w:eastAsia="TimesNewRoman"/>
        </w:rPr>
        <w:t>тового металла, стеллажи, паяль</w:t>
      </w:r>
      <w:r w:rsidRPr="0070114A">
        <w:rPr>
          <w:rFonts w:eastAsia="TimesNewRoman"/>
        </w:rPr>
        <w:t>ные лампы, паяльники и др.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Сварочно-жестяницкий участок</w:t>
      </w:r>
      <w:r>
        <w:rPr>
          <w:rFonts w:eastAsia="TimesNewRoman"/>
        </w:rPr>
        <w:t>. Сварочные работы за</w:t>
      </w:r>
      <w:r w:rsidRPr="0070114A">
        <w:rPr>
          <w:rFonts w:eastAsia="TimesNewRoman"/>
        </w:rPr>
        <w:t>ключаются в восстановлении изношенных деталей наплавкой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металла, сварке поломанных деталей, заварке облицовки кузова.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сварочных работ используется аппаратура для газовой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сварки и электродуговой сварки.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газовой сварке используют ацетиленовые генераторы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или баллоны с ацетиленом и кислородом. Для сварочных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используются специальные столы и комплекты газовыхрезаков.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электродуговой сварки постоянным током используют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электрогенераторы, а для с</w:t>
      </w:r>
      <w:r>
        <w:rPr>
          <w:rFonts w:eastAsia="TimesNewRoman"/>
        </w:rPr>
        <w:t>варки переменным током – свароч</w:t>
      </w:r>
      <w:r w:rsidRPr="0070114A">
        <w:rPr>
          <w:rFonts w:eastAsia="TimesNewRoman"/>
        </w:rPr>
        <w:t>ные трансформаторы.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Основные требования охраны труда и техники безопасности заключаются в следующем: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 устройстве общеобменной вентиляции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местных отсосов;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топливные баки пере</w:t>
      </w:r>
      <w:r>
        <w:rPr>
          <w:rFonts w:eastAsia="TimesNewRoman"/>
        </w:rPr>
        <w:t>д заваркой освобождаются от топ</w:t>
      </w:r>
      <w:r w:rsidRPr="0070114A">
        <w:rPr>
          <w:rFonts w:eastAsia="TimesNewRoman"/>
        </w:rPr>
        <w:t>лива и продуваются паром или промываются горячей водой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раствором каустической соды;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лицо и глаза сварщиков должны быть защищены очками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или шлемами с защитными стеклами, а токонесущие провода –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быть изолированы;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баллоны с кислородом нужно хранить отдельно от баллонов с ацетиленом.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жестяницким работам относятся: устранение вмятин,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разрывов, трещин и повреждений от коррозии на кузова</w:t>
      </w:r>
      <w:r>
        <w:rPr>
          <w:rFonts w:eastAsia="TimesNewRoman"/>
        </w:rPr>
        <w:t>х, каби</w:t>
      </w:r>
      <w:r w:rsidRPr="0070114A">
        <w:rPr>
          <w:rFonts w:eastAsia="TimesNewRoman"/>
        </w:rPr>
        <w:t>нах, крыльях, подножках, обли</w:t>
      </w:r>
      <w:r>
        <w:rPr>
          <w:rFonts w:eastAsia="TimesNewRoman"/>
        </w:rPr>
        <w:t>цовках, брызговиках, а также из</w:t>
      </w:r>
      <w:r w:rsidRPr="0070114A">
        <w:rPr>
          <w:rFonts w:eastAsia="TimesNewRoman"/>
        </w:rPr>
        <w:t>готовление несложных деталей кузова и кабины.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Значительную часть жестяницких работ выполняют вручную при помощи специального инструмента: металлических,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резиновых и деревянных молотко</w:t>
      </w:r>
      <w:r>
        <w:rPr>
          <w:rFonts w:eastAsia="TimesNewRoman"/>
        </w:rPr>
        <w:t>в, и различных оправок и при</w:t>
      </w:r>
      <w:r w:rsidRPr="0070114A">
        <w:rPr>
          <w:rFonts w:eastAsia="TimesNewRoman"/>
        </w:rPr>
        <w:t>способлений.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Шиномонтажный и шиноремонтный участки</w:t>
      </w:r>
      <w:r w:rsidRPr="0070114A">
        <w:rPr>
          <w:rFonts w:eastAsia="TimesNewRoman"/>
        </w:rPr>
        <w:t>. В них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выполняют демонтаж шин с колес, правку дисков и запорных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колец, окраску дисков, конт</w:t>
      </w:r>
      <w:r>
        <w:rPr>
          <w:rFonts w:eastAsia="TimesNewRoman"/>
        </w:rPr>
        <w:t>роль и мелкий ремонт шин, вулка</w:t>
      </w:r>
      <w:r w:rsidRPr="0070114A">
        <w:rPr>
          <w:rFonts w:eastAsia="TimesNewRoman"/>
        </w:rPr>
        <w:t>низацию камер, монтаж и балансировку колес.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Применяемое оборудов</w:t>
      </w:r>
      <w:r>
        <w:rPr>
          <w:rFonts w:eastAsia="TimesNewRoman"/>
        </w:rPr>
        <w:t>ание: стенд для демонтажа и мон</w:t>
      </w:r>
      <w:r w:rsidRPr="0070114A">
        <w:rPr>
          <w:rFonts w:eastAsia="TimesNewRoman"/>
        </w:rPr>
        <w:t>тажа шин, клеть для накачки шин, стенд для проверки дисков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колес, электротельфер, элект</w:t>
      </w:r>
      <w:r>
        <w:rPr>
          <w:rFonts w:eastAsia="TimesNewRoman"/>
        </w:rPr>
        <w:t>ровулканизационный аппарат, ван</w:t>
      </w:r>
      <w:r w:rsidRPr="0070114A">
        <w:rPr>
          <w:rFonts w:eastAsia="TimesNewRoman"/>
        </w:rPr>
        <w:t>на для проверки камер, шерох</w:t>
      </w:r>
      <w:r>
        <w:rPr>
          <w:rFonts w:eastAsia="TimesNewRoman"/>
        </w:rPr>
        <w:t>овальный станок, верстак со сле</w:t>
      </w:r>
      <w:r w:rsidRPr="0070114A">
        <w:rPr>
          <w:rFonts w:eastAsia="TimesNewRoman"/>
        </w:rPr>
        <w:t>сарными тисками.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Слесарно-механический участок</w:t>
      </w:r>
      <w:r w:rsidRPr="0070114A">
        <w:rPr>
          <w:rFonts w:eastAsia="TimesNewRoman"/>
        </w:rPr>
        <w:t>. В нем проводят восстановление и изготовление относительно простых деталей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сборку узлов в основном для зоны ТР и агрегатного участка.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Слесарно-механические работы включают: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изготовление крепежных деталей: болтов, шпилек, гаек,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шайб;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механическую обработку деталей после наплавки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наварки (напыления);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расточку тормозных барабанов;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изготовление и расточку втулок для реставрации гнезд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подшипников и шкворневых соединений;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фрезерование поврежденных плоскостей деталей и т.д.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Применяемое оборудование: токарно-винторезные станки,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сверлильные, универсально-фрезерные, универсально-заточные, обдирочно-шлифов</w:t>
      </w:r>
      <w:r>
        <w:rPr>
          <w:rFonts w:eastAsia="TimesNewRoman"/>
        </w:rPr>
        <w:t>альные станки, слесарные верста</w:t>
      </w:r>
      <w:r w:rsidRPr="0070114A">
        <w:rPr>
          <w:rFonts w:eastAsia="TimesNewRoman"/>
        </w:rPr>
        <w:t>ки с тисками, поверочные плиты, прессы, стеллажи. В общей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трудоемкости ТР слесарно-механические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работы составляют 4–12 %.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Обойный участок</w:t>
      </w:r>
      <w:r w:rsidRPr="0070114A">
        <w:rPr>
          <w:rFonts w:eastAsia="TimesNewRoman"/>
        </w:rPr>
        <w:t>. На участке осуществляется ремонт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изготовление подушек, спинок, сидений и внутренней обивки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кузовов, зимних чехлов на радиаторы и капоты двигателей, 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также чехлов сидений и тентов.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Столярно-кузовной участок</w:t>
      </w:r>
      <w:r w:rsidRPr="0070114A">
        <w:rPr>
          <w:rFonts w:eastAsia="TimesNewRoman"/>
        </w:rPr>
        <w:t>. На участке производится ремонт и изготовление деревянных кузовов грузовых автомобилей, деревянных частей кабины, оковки, крюков и других деталей. Часто на участке выполняют и арматурные работы (ремонт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стеклоподъемников, дверных ручек, петель, замков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дверей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др.).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Столярные работы выполняют на универсальных деревообделочных станках. Для поперечного пиления используют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дисковые и ленточные пилы.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  <w:b/>
          <w:bCs/>
          <w:i/>
          <w:iCs/>
        </w:rPr>
        <w:t>Малярный участок</w:t>
      </w:r>
      <w:r w:rsidRPr="0070114A">
        <w:rPr>
          <w:rFonts w:eastAsia="TimesNewRoman"/>
        </w:rPr>
        <w:t>. Малярные работы являются завершающими при ремонте кузова автомобиля, поэтому в малярный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участок автомобили поступают после выполнения всех видов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Малярные работы выполняют в малярном участке, а мелкие подкрасочные работы – в зонах ТО и ТР.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Малярный участок подразделяется на три отделения: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для подготовительных работ (снятие старой краски,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грунтовка, шпатлевка и шли</w:t>
      </w:r>
      <w:r>
        <w:rPr>
          <w:rFonts w:eastAsia="TimesNewRoman"/>
        </w:rPr>
        <w:t>фовка поверхностей кузова легко</w:t>
      </w:r>
      <w:r w:rsidRPr="0070114A">
        <w:rPr>
          <w:rFonts w:eastAsia="TimesNewRoman"/>
        </w:rPr>
        <w:t>вого автомобиля);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отделение для окраски пульверизаторами;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сушильная камера.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</w:p>
    <w:p w:rsidR="00C05A20" w:rsidRPr="00DB6B40" w:rsidRDefault="00C05A20" w:rsidP="00DB6B40">
      <w:pPr>
        <w:autoSpaceDE w:val="0"/>
        <w:autoSpaceDN w:val="0"/>
        <w:adjustRightInd w:val="0"/>
        <w:ind w:firstLine="709"/>
        <w:jc w:val="center"/>
        <w:rPr>
          <w:rFonts w:eastAsia="TimesNewRoman"/>
          <w:b/>
          <w:bCs/>
        </w:rPr>
      </w:pPr>
      <w:r w:rsidRPr="00DB6B40">
        <w:rPr>
          <w:rFonts w:eastAsia="TimesNewRoman"/>
          <w:b/>
          <w:bCs/>
        </w:rPr>
        <w:t>Лекция 4</w:t>
      </w:r>
    </w:p>
    <w:p w:rsidR="00C05A20" w:rsidRPr="00DB6B4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  <w:r>
        <w:rPr>
          <w:rFonts w:eastAsia="TimesNewRoman"/>
          <w:b/>
          <w:bCs/>
        </w:rPr>
        <w:t>4</w:t>
      </w:r>
      <w:r w:rsidRPr="00DB6B40">
        <w:rPr>
          <w:rFonts w:eastAsia="TimesNewRoman"/>
          <w:b/>
          <w:bCs/>
        </w:rPr>
        <w:t xml:space="preserve">. </w:t>
      </w:r>
      <w:r w:rsidRPr="00DB6B40">
        <w:rPr>
          <w:rFonts w:eastAsia="TimesNewRoman,Bold"/>
          <w:b/>
          <w:bCs/>
        </w:rPr>
        <w:t>МЕТОДЫ ОПТИМИЗАЦИИ</w:t>
      </w:r>
      <w:r>
        <w:rPr>
          <w:rFonts w:eastAsia="TimesNewRoman,Bold"/>
          <w:b/>
          <w:bCs/>
        </w:rPr>
        <w:t xml:space="preserve"> </w:t>
      </w:r>
      <w:r w:rsidRPr="00DB6B40">
        <w:rPr>
          <w:rFonts w:eastAsia="TimesNewRoman,Bold"/>
          <w:b/>
          <w:bCs/>
        </w:rPr>
        <w:t>ТЕХНОЛОГИЧЕСКИХ И ПРОИЗВОДСТВЕННЫХ</w:t>
      </w:r>
      <w:r>
        <w:rPr>
          <w:rFonts w:eastAsia="TimesNewRoman,Bold"/>
          <w:b/>
          <w:bCs/>
        </w:rPr>
        <w:t xml:space="preserve"> </w:t>
      </w:r>
      <w:r w:rsidRPr="00DB6B40">
        <w:rPr>
          <w:rFonts w:eastAsia="TimesNewRoman,Bold"/>
          <w:b/>
          <w:bCs/>
        </w:rPr>
        <w:t>ПРОЦЕССОВ ТО И РЕМОНТА АВТОМОБИЛЕЙ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"/>
        </w:rPr>
        <w:t>Основой рациональной организации и управления на автомобильном транспорте при проведении ТО и ремонта автомобилей является производственный процесс</w:t>
      </w:r>
      <w:r w:rsidRPr="0070114A">
        <w:rPr>
          <w:rFonts w:eastAsia="TimesNewRoman,Bold"/>
        </w:rPr>
        <w:t xml:space="preserve">. </w:t>
      </w:r>
      <w:r w:rsidRPr="0070114A">
        <w:rPr>
          <w:rFonts w:eastAsia="TimesNewRoman"/>
        </w:rPr>
        <w:t>Рационально организованные производственные процессы создают условия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применения наиболее прогрессивных и эффективных принципов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методов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форм и рациональных организационных структур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управления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которые обеспечивают оптимальное сочетание децентрализованных и централизованных процессов управления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обеспечивают максимальную эффективность управления</w:t>
      </w:r>
      <w:r w:rsidRPr="0070114A">
        <w:rPr>
          <w:rFonts w:eastAsia="TimesNewRoman,Bold"/>
        </w:rPr>
        <w:t>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"/>
        </w:rPr>
        <w:t>Любой процесс труда включает три основных элемента</w:t>
      </w:r>
      <w:r w:rsidRPr="0070114A">
        <w:rPr>
          <w:rFonts w:eastAsia="TimesNewRoman,Bold"/>
        </w:rPr>
        <w:t>:</w:t>
      </w:r>
      <w:r>
        <w:rPr>
          <w:rFonts w:eastAsia="TimesNewRoman,Bold"/>
        </w:rPr>
        <w:t xml:space="preserve"> </w:t>
      </w:r>
      <w:r w:rsidRPr="0070114A">
        <w:rPr>
          <w:rFonts w:eastAsia="TimesNewRoman"/>
        </w:rPr>
        <w:t>средства труда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предметы труда и рабочую силу</w:t>
      </w:r>
      <w:r w:rsidRPr="0070114A">
        <w:rPr>
          <w:rFonts w:eastAsia="TimesNewRoman,Bold"/>
        </w:rPr>
        <w:t xml:space="preserve">. </w:t>
      </w:r>
      <w:r w:rsidRPr="0070114A">
        <w:rPr>
          <w:rFonts w:eastAsia="TimesNewRoman"/>
        </w:rPr>
        <w:t>Следовательно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 xml:space="preserve">производственный процесс </w:t>
      </w:r>
      <w:r w:rsidRPr="0070114A">
        <w:rPr>
          <w:rFonts w:eastAsia="TimesNewRoman,Bold"/>
        </w:rPr>
        <w:t xml:space="preserve">– </w:t>
      </w:r>
      <w:r w:rsidRPr="0070114A">
        <w:rPr>
          <w:rFonts w:eastAsia="TimesNewRoman"/>
        </w:rPr>
        <w:t>это совокупность процессов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труда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рабочей силы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использующей средства труда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направленных на преобразование предмета труда в продукт труда</w:t>
      </w:r>
      <w:r w:rsidRPr="0070114A">
        <w:rPr>
          <w:rFonts w:eastAsia="TimesNewRoman,Bold"/>
        </w:rPr>
        <w:t>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,Italic"/>
          <w:i/>
          <w:iCs/>
        </w:rPr>
        <w:t xml:space="preserve">Оптимальный производственный процесс </w:t>
      </w:r>
      <w:r w:rsidRPr="0070114A">
        <w:rPr>
          <w:rFonts w:eastAsia="TimesNewRoman"/>
        </w:rPr>
        <w:t>должен обеспечивать</w:t>
      </w:r>
      <w:r w:rsidRPr="0070114A">
        <w:rPr>
          <w:rFonts w:eastAsia="TimesNewRoman,Bold"/>
        </w:rPr>
        <w:t>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,Bold"/>
        </w:rPr>
        <w:t xml:space="preserve">– </w:t>
      </w:r>
      <w:r w:rsidRPr="0070114A">
        <w:rPr>
          <w:rFonts w:eastAsia="TimesNewRoman"/>
        </w:rPr>
        <w:t>рациональное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 xml:space="preserve">наиболее эффективное сочетание отдельных частей процесса </w:t>
      </w:r>
      <w:r w:rsidRPr="0070114A">
        <w:rPr>
          <w:rFonts w:eastAsia="TimesNewRoman,Bold"/>
        </w:rPr>
        <w:t>(</w:t>
      </w:r>
      <w:r w:rsidRPr="0070114A">
        <w:rPr>
          <w:rFonts w:eastAsia="TimesNewRoman"/>
        </w:rPr>
        <w:t>например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профилактики и восстановления</w:t>
      </w:r>
      <w:r w:rsidRPr="0070114A">
        <w:rPr>
          <w:rFonts w:eastAsia="TimesNewRoman,Bold"/>
        </w:rPr>
        <w:t>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,Bold"/>
        </w:rPr>
        <w:t xml:space="preserve">– </w:t>
      </w:r>
      <w:r w:rsidRPr="0070114A">
        <w:rPr>
          <w:rFonts w:eastAsia="TimesNewRoman"/>
        </w:rPr>
        <w:t>наиболее рациональное использование орудий труда</w:t>
      </w:r>
      <w:r>
        <w:rPr>
          <w:rFonts w:eastAsia="TimesNewRoman"/>
        </w:rPr>
        <w:t xml:space="preserve"> </w:t>
      </w:r>
      <w:r w:rsidRPr="0070114A">
        <w:rPr>
          <w:rFonts w:eastAsia="TimesNewRoman,Bold"/>
        </w:rPr>
        <w:t>(</w:t>
      </w:r>
      <w:r w:rsidRPr="0070114A">
        <w:rPr>
          <w:rFonts w:eastAsia="TimesNewRoman"/>
        </w:rPr>
        <w:t>конвейеры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подъемники и другое технологическое оборудование</w:t>
      </w:r>
      <w:r w:rsidRPr="0070114A">
        <w:rPr>
          <w:rFonts w:eastAsia="TimesNewRoman,Bold"/>
        </w:rPr>
        <w:t xml:space="preserve">) </w:t>
      </w:r>
      <w:r w:rsidRPr="0070114A">
        <w:rPr>
          <w:rFonts w:eastAsia="TimesNewRoman"/>
        </w:rPr>
        <w:t>как по мощности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так и по производительности</w:t>
      </w:r>
      <w:r w:rsidRPr="0070114A">
        <w:rPr>
          <w:rFonts w:eastAsia="TimesNewRoman,Bold"/>
        </w:rPr>
        <w:t>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,Bold"/>
        </w:rPr>
        <w:t xml:space="preserve">– </w:t>
      </w:r>
      <w:r w:rsidRPr="0070114A">
        <w:rPr>
          <w:rFonts w:eastAsia="TimesNewRoman"/>
        </w:rPr>
        <w:t>наиболее целесообразное расположение отдельных подразделений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работников и оборудования с учетом рациональной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последовательности выполнения работ по ремонту АТС</w:t>
      </w:r>
      <w:r w:rsidRPr="0070114A">
        <w:rPr>
          <w:rFonts w:eastAsia="TimesNewRoman,Bold"/>
        </w:rPr>
        <w:t>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,Bold"/>
        </w:rPr>
        <w:t xml:space="preserve">– </w:t>
      </w:r>
      <w:r w:rsidRPr="0070114A">
        <w:rPr>
          <w:rFonts w:eastAsia="TimesNewRoman"/>
        </w:rPr>
        <w:t>внедрение научной организации труда в каждом подразделении и на каждом рабочем месте</w:t>
      </w:r>
      <w:r w:rsidRPr="0070114A">
        <w:rPr>
          <w:rFonts w:eastAsia="TimesNewRoman,Bold"/>
        </w:rPr>
        <w:t>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,Bold"/>
        </w:rPr>
        <w:t xml:space="preserve">– </w:t>
      </w:r>
      <w:r w:rsidRPr="0070114A">
        <w:rPr>
          <w:rFonts w:eastAsia="TimesNewRoman"/>
        </w:rPr>
        <w:t>внедрение передовых методов и приемов труда с целью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создания возможности осуществления прогрессивных методов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управления производством</w:t>
      </w:r>
      <w:r w:rsidRPr="0070114A">
        <w:rPr>
          <w:rFonts w:eastAsia="TimesNewRoman,Bold"/>
        </w:rPr>
        <w:t>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"/>
        </w:rPr>
        <w:t>Обобщающим показателем рациональной организации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производственного процесса должен являться показатель 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качественного выполнения в возможно короткий срок с минимальными затратами материальных и трудовых ресурсов</w:t>
      </w:r>
      <w:r w:rsidRPr="0070114A">
        <w:rPr>
          <w:rFonts w:eastAsia="TimesNewRoman,Bold"/>
        </w:rPr>
        <w:t>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 w:rsidRPr="0070114A">
        <w:rPr>
          <w:rFonts w:eastAsia="TimesNewRoman"/>
        </w:rPr>
        <w:t xml:space="preserve">Превращение предмета труда в готовую продукцию в соответствии со специализацией предприятия называется </w:t>
      </w:r>
      <w:r>
        <w:rPr>
          <w:rFonts w:eastAsia="TimesNewRoman,Bold"/>
        </w:rPr>
        <w:t>основ</w:t>
      </w:r>
      <w:r w:rsidRPr="0070114A">
        <w:rPr>
          <w:rFonts w:eastAsia="TimesNewRoman,Bold"/>
        </w:rPr>
        <w:t xml:space="preserve">ным процессом производства. </w:t>
      </w:r>
      <w:r w:rsidRPr="0070114A">
        <w:rPr>
          <w:rFonts w:eastAsia="TimesNewRoman"/>
        </w:rPr>
        <w:t>Для технической службы комплексного АТП основным процессом производства являются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 и ремонт транспортных средств</w:t>
      </w:r>
      <w:r w:rsidRPr="0070114A">
        <w:rPr>
          <w:rFonts w:eastAsia="TimesNewRoman,Bold"/>
        </w:rPr>
        <w:t>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Производственный процесс</w:t>
      </w:r>
      <w:r w:rsidRPr="0070114A">
        <w:rPr>
          <w:rFonts w:eastAsia="TimesNewRoman,Bold"/>
        </w:rPr>
        <w:t xml:space="preserve">, </w:t>
      </w:r>
      <w:r w:rsidRPr="0070114A">
        <w:rPr>
          <w:rFonts w:eastAsia="TimesNewRoman"/>
        </w:rPr>
        <w:t>осуществляемый для удовле</w:t>
      </w:r>
      <w:r>
        <w:rPr>
          <w:rFonts w:eastAsia="TimesNewRoman"/>
        </w:rPr>
        <w:t>т</w:t>
      </w:r>
      <w:r w:rsidRPr="0070114A">
        <w:rPr>
          <w:rFonts w:eastAsia="TimesNewRoman"/>
        </w:rPr>
        <w:t xml:space="preserve">ворения нужд основного производства, называется </w:t>
      </w:r>
      <w:r w:rsidRPr="0070114A">
        <w:rPr>
          <w:rFonts w:eastAsia="TimesNewRoman,Bold"/>
        </w:rPr>
        <w:t xml:space="preserve">вспомогательным процессом </w:t>
      </w:r>
      <w:r w:rsidRPr="0070114A">
        <w:rPr>
          <w:rFonts w:eastAsia="TimesNewRoman"/>
        </w:rPr>
        <w:t>(наприм</w:t>
      </w:r>
      <w:r>
        <w:rPr>
          <w:rFonts w:eastAsia="TimesNewRoman"/>
        </w:rPr>
        <w:t>ер, ремонт технологического обо</w:t>
      </w:r>
      <w:r w:rsidRPr="0070114A">
        <w:rPr>
          <w:rFonts w:eastAsia="TimesNewRoman"/>
        </w:rPr>
        <w:t>рудования).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Производственные процессы, осуществляемые в АТП,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основном очень сложные, и для удобства анализа их можно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расчленить на организационно и тех</w:t>
      </w:r>
      <w:r>
        <w:rPr>
          <w:rFonts w:eastAsia="TimesNewRoman"/>
        </w:rPr>
        <w:t>нически обособленные час</w:t>
      </w:r>
      <w:r w:rsidRPr="0070114A">
        <w:rPr>
          <w:rFonts w:eastAsia="TimesNewRoman"/>
        </w:rPr>
        <w:t xml:space="preserve">ти – </w:t>
      </w:r>
      <w:r w:rsidRPr="0070114A">
        <w:rPr>
          <w:rFonts w:eastAsia="TimesNewRoman,Bold"/>
        </w:rPr>
        <w:t>частичные процессы</w:t>
      </w:r>
      <w:r w:rsidRPr="0070114A">
        <w:rPr>
          <w:rFonts w:eastAsia="TimesNewRoman"/>
        </w:rPr>
        <w:t>.</w:t>
      </w:r>
      <w:r>
        <w:rPr>
          <w:rFonts w:eastAsia="TimesNewRoman"/>
        </w:rPr>
        <w:t xml:space="preserve"> Частичные процессы, в свою оче</w:t>
      </w:r>
      <w:r w:rsidRPr="0070114A">
        <w:rPr>
          <w:rFonts w:eastAsia="TimesNewRoman"/>
        </w:rPr>
        <w:t>редь, состоят из комплекса производственных операций.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Комплексом операций </w:t>
      </w:r>
      <w:r w:rsidRPr="0070114A">
        <w:rPr>
          <w:rFonts w:eastAsia="TimesNewRoman"/>
        </w:rPr>
        <w:t>н</w:t>
      </w:r>
      <w:r>
        <w:rPr>
          <w:rFonts w:eastAsia="TimesNewRoman"/>
        </w:rPr>
        <w:t>азывается группа операций по из</w:t>
      </w:r>
      <w:r w:rsidRPr="0070114A">
        <w:rPr>
          <w:rFonts w:eastAsia="TimesNewRoman"/>
        </w:rPr>
        <w:t>готовлению (восстановлению, обслуживанию) одной продукции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(детали, узла или агрегата) на одном производственном участке.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Классификация производственного процесса ремонта АТС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различным признакам и формам представлена на рис. 5.1.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Производственные процессы ремонта АТС в зависимости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 степени участия в них человека могут быть: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</w:t>
      </w:r>
      <w:r w:rsidRPr="0070114A">
        <w:rPr>
          <w:rFonts w:eastAsia="TimesNewRoman,Italic"/>
          <w:i/>
          <w:iCs/>
        </w:rPr>
        <w:t>ручными</w:t>
      </w:r>
      <w:r w:rsidRPr="0070114A">
        <w:rPr>
          <w:rFonts w:eastAsia="TimesNewRoman"/>
        </w:rPr>
        <w:t>, осуществляемыми исполнителем вручную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 помощью ручных орудий труда (например, снятие агрегата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без применения электрических, пневматических и им подобных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инструментов;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</w:t>
      </w:r>
      <w:r w:rsidRPr="0070114A">
        <w:rPr>
          <w:rFonts w:eastAsia="TimesNewRoman,Italic"/>
          <w:i/>
          <w:iCs/>
        </w:rPr>
        <w:t>машинно</w:t>
      </w:r>
      <w:r w:rsidRPr="0070114A">
        <w:rPr>
          <w:rFonts w:eastAsia="TimesNewRoman"/>
          <w:i/>
          <w:iCs/>
        </w:rPr>
        <w:t>-</w:t>
      </w:r>
      <w:r w:rsidRPr="0070114A">
        <w:rPr>
          <w:rFonts w:eastAsia="TimesNewRoman,Italic"/>
          <w:i/>
          <w:iCs/>
        </w:rPr>
        <w:t>ручными</w:t>
      </w:r>
      <w:r w:rsidRPr="0070114A">
        <w:rPr>
          <w:rFonts w:eastAsia="TimesNewRoman"/>
        </w:rPr>
        <w:t>, осуществляемыми машинами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механизмами при участии </w:t>
      </w:r>
      <w:r>
        <w:rPr>
          <w:rFonts w:eastAsia="TimesNewRoman"/>
        </w:rPr>
        <w:t>исполнителя или группой исполни</w:t>
      </w:r>
      <w:r w:rsidRPr="0070114A">
        <w:rPr>
          <w:rFonts w:eastAsia="TimesNewRoman"/>
        </w:rPr>
        <w:t>телей (например, заворачивание гаек гайковертом);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</w:t>
      </w:r>
      <w:r w:rsidRPr="0070114A">
        <w:rPr>
          <w:rFonts w:eastAsia="TimesNewRoman,Italic"/>
          <w:i/>
          <w:iCs/>
        </w:rPr>
        <w:t>машинными</w:t>
      </w:r>
      <w:r w:rsidRPr="0070114A">
        <w:rPr>
          <w:rFonts w:eastAsia="TimesNewRoman"/>
        </w:rPr>
        <w:t>, при которых основная работа полностью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производится механизмом (р</w:t>
      </w:r>
      <w:r>
        <w:rPr>
          <w:rFonts w:eastAsia="TimesNewRoman"/>
        </w:rPr>
        <w:t>абота на токарном станке с меха</w:t>
      </w:r>
      <w:r w:rsidRPr="0070114A">
        <w:rPr>
          <w:rFonts w:eastAsia="TimesNewRoman"/>
        </w:rPr>
        <w:t>нической подачей);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</w:t>
      </w:r>
      <w:r w:rsidRPr="0070114A">
        <w:rPr>
          <w:rFonts w:eastAsia="TimesNewRoman,Italic"/>
          <w:i/>
          <w:iCs/>
        </w:rPr>
        <w:t>автоматизированными</w:t>
      </w:r>
      <w:r w:rsidRPr="0070114A">
        <w:rPr>
          <w:rFonts w:eastAsia="TimesNewRoman"/>
        </w:rPr>
        <w:t>, при которых все основные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вспомогательные работы осуществляются автоматически без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физического участия человека;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</w:t>
      </w:r>
      <w:r w:rsidRPr="0070114A">
        <w:rPr>
          <w:rFonts w:eastAsia="TimesNewRoman,Italic"/>
          <w:i/>
          <w:iCs/>
        </w:rPr>
        <w:t>аппаратурными</w:t>
      </w:r>
      <w:r w:rsidRPr="0070114A">
        <w:rPr>
          <w:rFonts w:eastAsia="TimesNewRoman"/>
        </w:rPr>
        <w:t xml:space="preserve">, </w:t>
      </w:r>
      <w:r>
        <w:rPr>
          <w:rFonts w:eastAsia="TimesNewRoman"/>
        </w:rPr>
        <w:t>при которых основной производст</w:t>
      </w:r>
      <w:r w:rsidRPr="0070114A">
        <w:rPr>
          <w:rFonts w:eastAsia="TimesNewRoman"/>
        </w:rPr>
        <w:t>венный процесс осуществляется в специальной аппаратуре, 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функции рабочего (оператора) сводятся к наблюдени</w:t>
      </w:r>
      <w:r>
        <w:rPr>
          <w:rFonts w:eastAsia="TimesNewRoman"/>
        </w:rPr>
        <w:t>ю и кон</w:t>
      </w:r>
      <w:r w:rsidRPr="0070114A">
        <w:rPr>
          <w:rFonts w:eastAsia="TimesNewRoman"/>
        </w:rPr>
        <w:t>тролю за ним (например, снятие некоторых диагностических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параметров с помощью специальной аппаратуры).</w:t>
      </w:r>
    </w:p>
    <w:p w:rsidR="00C05A20" w:rsidRPr="0070114A" w:rsidRDefault="00C05A20" w:rsidP="00DB6B40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36" type="#_x0000_t75" style="width:391.5pt;height:104.25pt;visibility:visible">
            <v:imagedata r:id="rId15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5.1. Классификация производственных процессов ремонта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АТС в зависимости от степени участия в них человека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 характеру и содержанию производственные процессы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разделяются на механические и физико-химические.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Механические </w:t>
      </w:r>
      <w:r w:rsidRPr="0070114A">
        <w:rPr>
          <w:rFonts w:eastAsia="TimesNewRoman"/>
        </w:rPr>
        <w:t>– это таки</w:t>
      </w:r>
      <w:r>
        <w:rPr>
          <w:rFonts w:eastAsia="TimesNewRoman"/>
        </w:rPr>
        <w:t>е процессы, при которых под воз</w:t>
      </w:r>
      <w:r w:rsidRPr="0070114A">
        <w:rPr>
          <w:rFonts w:eastAsia="TimesNewRoman"/>
        </w:rPr>
        <w:t>действием механических усилий изменяются форма, размеры,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состояние и положение предме</w:t>
      </w:r>
      <w:r>
        <w:rPr>
          <w:rFonts w:eastAsia="TimesNewRoman"/>
        </w:rPr>
        <w:t>та труда (например, правка, гиб</w:t>
      </w:r>
      <w:r w:rsidRPr="0070114A">
        <w:rPr>
          <w:rFonts w:eastAsia="TimesNewRoman"/>
        </w:rPr>
        <w:t>ка деталей, изменение размеров путем регулировки и т.п.).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>Физико</w:t>
      </w:r>
      <w:r w:rsidRPr="0070114A">
        <w:rPr>
          <w:rFonts w:eastAsia="TimesNewRoman"/>
          <w:i/>
          <w:iCs/>
        </w:rPr>
        <w:t>-</w:t>
      </w:r>
      <w:r w:rsidRPr="0070114A">
        <w:rPr>
          <w:rFonts w:eastAsia="TimesNewRoman,Italic"/>
          <w:i/>
          <w:iCs/>
        </w:rPr>
        <w:t xml:space="preserve">химическим </w:t>
      </w:r>
      <w:r w:rsidRPr="0070114A">
        <w:rPr>
          <w:rFonts w:eastAsia="TimesNewRoman"/>
        </w:rPr>
        <w:t>процессам свойственно изменение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физико-химических свойств м</w:t>
      </w:r>
      <w:r>
        <w:rPr>
          <w:rFonts w:eastAsia="TimesNewRoman"/>
        </w:rPr>
        <w:t>атериалов и их внутренней струк</w:t>
      </w:r>
      <w:r w:rsidRPr="0070114A">
        <w:rPr>
          <w:rFonts w:eastAsia="TimesNewRoman"/>
        </w:rPr>
        <w:t>туры (например, термообрабо</w:t>
      </w:r>
      <w:r>
        <w:rPr>
          <w:rFonts w:eastAsia="TimesNewRoman"/>
        </w:rPr>
        <w:t>тка деталей, покраска синтетиче</w:t>
      </w:r>
      <w:r w:rsidRPr="0070114A">
        <w:rPr>
          <w:rFonts w:eastAsia="TimesNewRoman"/>
        </w:rPr>
        <w:t>скими эмалями и т.п.).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 длительности части</w:t>
      </w:r>
      <w:r>
        <w:rPr>
          <w:rFonts w:eastAsia="TimesNewRoman"/>
        </w:rPr>
        <w:t xml:space="preserve"> производственного процесса под</w:t>
      </w:r>
      <w:r w:rsidRPr="0070114A">
        <w:rPr>
          <w:rFonts w:eastAsia="TimesNewRoman"/>
        </w:rPr>
        <w:t>разделяют на непрерывные и прерывные.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Непрерывными </w:t>
      </w:r>
      <w:r w:rsidRPr="0070114A">
        <w:rPr>
          <w:rFonts w:eastAsia="TimesNewRoman"/>
        </w:rPr>
        <w:t>назы</w:t>
      </w:r>
      <w:r>
        <w:rPr>
          <w:rFonts w:eastAsia="TimesNewRoman"/>
        </w:rPr>
        <w:t>вают такие производственные про</w:t>
      </w:r>
      <w:r w:rsidRPr="0070114A">
        <w:rPr>
          <w:rFonts w:eastAsia="TimesNewRoman"/>
        </w:rPr>
        <w:t>цессы, которые протекают без остановок и заканчиваются лишь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тогда, когда иссякает запас ил</w:t>
      </w:r>
      <w:r>
        <w:rPr>
          <w:rFonts w:eastAsia="TimesNewRoman"/>
        </w:rPr>
        <w:t>и прекращается подача сырья, ма</w:t>
      </w:r>
      <w:r w:rsidRPr="0070114A">
        <w:rPr>
          <w:rFonts w:eastAsia="TimesNewRoman"/>
        </w:rPr>
        <w:t>териалов или заготовок.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Прерывными </w:t>
      </w:r>
      <w:r w:rsidRPr="0070114A">
        <w:rPr>
          <w:rFonts w:eastAsia="TimesNewRoman"/>
        </w:rPr>
        <w:t>называют такие производственные процессы, которые прерываются в связи с окончанием обработки каждой единицы продукции или каждой партии изделий.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Прибытие автомобилей с линии происходит, как правило, в течение относительно кор</w:t>
      </w:r>
      <w:r>
        <w:rPr>
          <w:rFonts w:eastAsia="TimesNewRoman"/>
        </w:rPr>
        <w:t>откого времени. Так как пропу</w:t>
      </w:r>
      <w:r w:rsidRPr="0070114A">
        <w:rPr>
          <w:rFonts w:eastAsia="TimesNewRoman"/>
        </w:rPr>
        <w:t>скная способность ЕО рассчитывается на одну или две рабочие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смены, то большая часть автомобилей после приема направляется в зону хранения, откуда в порядке очереди они поступают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зону ЕО и далее в соответствии с графиком.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 прибытии автомобилей в АТП водители сообщают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механикам, принимающим автомобили с линии, о замеченных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неисправностях. Механики АТП или автоколонны субъективно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при помощи средств диаг</w:t>
      </w:r>
      <w:r>
        <w:rPr>
          <w:rFonts w:eastAsia="TimesNewRoman"/>
        </w:rPr>
        <w:t>ностирования определяют техниче</w:t>
      </w:r>
      <w:r w:rsidRPr="0070114A">
        <w:rPr>
          <w:rFonts w:eastAsia="TimesNewRoman"/>
        </w:rPr>
        <w:t>ское состояние автомобилей. По результатам диагностирования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АТП оформляют «Ремонтный листок». При необходимости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дальнейшего уточнения диагноза автомобили после проведения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уборочно-моечных работ направляют на посты диагностики Д-1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Д-2. Для этой цели могут б</w:t>
      </w:r>
      <w:r>
        <w:rPr>
          <w:rFonts w:eastAsia="TimesNewRoman"/>
        </w:rPr>
        <w:t>ыть использованы эксперты (высо</w:t>
      </w:r>
      <w:r w:rsidRPr="0070114A">
        <w:rPr>
          <w:rFonts w:eastAsia="TimesNewRoman"/>
        </w:rPr>
        <w:t>коквалифицированные рем</w:t>
      </w:r>
      <w:r>
        <w:rPr>
          <w:rFonts w:eastAsia="TimesNewRoman"/>
        </w:rPr>
        <w:t>онтные рабочие). Исправные авто</w:t>
      </w:r>
      <w:r w:rsidRPr="0070114A">
        <w:rPr>
          <w:rFonts w:eastAsia="TimesNewRoman"/>
        </w:rPr>
        <w:t>мобили, не подлежащие плановому обслуживанию, направляют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зону хранения, а подлежащ</w:t>
      </w:r>
      <w:r>
        <w:rPr>
          <w:rFonts w:eastAsia="TimesNewRoman"/>
        </w:rPr>
        <w:t>ие ТО-1 или ТО-2 – соответствен</w:t>
      </w:r>
      <w:r w:rsidRPr="0070114A">
        <w:rPr>
          <w:rFonts w:eastAsia="TimesNewRoman"/>
        </w:rPr>
        <w:t>но на Д-1 или Д-2.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Функции основных производственных подразделений по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 и ремонту представлены в табл. 5.1.</w:t>
      </w:r>
    </w:p>
    <w:p w:rsidR="00C05A20" w:rsidRPr="0070114A" w:rsidRDefault="00C05A20" w:rsidP="008E10E7">
      <w:pPr>
        <w:autoSpaceDE w:val="0"/>
        <w:autoSpaceDN w:val="0"/>
        <w:adjustRightInd w:val="0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37" type="#_x0000_t75" style="width:285.75pt;height:378pt;visibility:visible">
            <v:imagedata r:id="rId16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Повышение эффективности производства, его интенсификации достигаются в значительной мере благодаря использованию принципиально новых прогрессивных технологий и технологических процессов. Рассматривая в общем виде технологию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технического воздействия ка</w:t>
      </w:r>
      <w:r>
        <w:rPr>
          <w:rFonts w:eastAsia="TimesNewRoman"/>
        </w:rPr>
        <w:t>к способ и прием, методы измене</w:t>
      </w:r>
      <w:r w:rsidRPr="0070114A">
        <w:rPr>
          <w:rFonts w:eastAsia="TimesNewRoman"/>
        </w:rPr>
        <w:t>ния технического состояния автомобиля с целью обеспечения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его работоспособности, принято определять перечень входящих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нее технологических операций, базируясь на конструкции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объекта обслуживания и требованиях к надежности агрегатов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систем автомобиля. Однако конструкция и технология должны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подвергаться тщательному анализу.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Технология формируется на начальном этапе заводом-изготовителем, затем совершенствуется и дополняется научно-исследовательскими и проектными организациями, приобретая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форму нормативного докум</w:t>
      </w:r>
      <w:r>
        <w:rPr>
          <w:rFonts w:eastAsia="TimesNewRoman"/>
        </w:rPr>
        <w:t>ента – типовой технологии. Даль</w:t>
      </w:r>
      <w:r w:rsidRPr="0070114A">
        <w:rPr>
          <w:rFonts w:eastAsia="TimesNewRoman"/>
        </w:rPr>
        <w:t>нейшее совершенствовани</w:t>
      </w:r>
      <w:r>
        <w:rPr>
          <w:rFonts w:eastAsia="TimesNewRoman"/>
        </w:rPr>
        <w:t>е технологии происходит в регио</w:t>
      </w:r>
      <w:r w:rsidRPr="0070114A">
        <w:rPr>
          <w:rFonts w:eastAsia="TimesNewRoman"/>
        </w:rPr>
        <w:t>нальных проектных бюро, к</w:t>
      </w:r>
      <w:r>
        <w:rPr>
          <w:rFonts w:eastAsia="TimesNewRoman"/>
        </w:rPr>
        <w:t>оторые в соответствии с конкрет</w:t>
      </w:r>
      <w:r w:rsidRPr="0070114A">
        <w:rPr>
          <w:rFonts w:eastAsia="TimesNewRoman"/>
        </w:rPr>
        <w:t>ными условиями АТП (производственными площадями, числом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автомобилей и др.) предлагают организационную форму технологического процесса (ОФТП). Реализация предложенной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ОФТП методами управления </w:t>
      </w:r>
      <w:r>
        <w:rPr>
          <w:rFonts w:eastAsia="TimesNewRoman"/>
        </w:rPr>
        <w:t>и материально-технического обес</w:t>
      </w:r>
      <w:r w:rsidRPr="0070114A">
        <w:rPr>
          <w:rFonts w:eastAsia="TimesNewRoman"/>
        </w:rPr>
        <w:t>печения представляет собой производственный процесс ТО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ремонта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Под </w:t>
      </w:r>
      <w:r w:rsidRPr="0070114A">
        <w:rPr>
          <w:rFonts w:eastAsia="TimesNewRoman,Italic"/>
          <w:i/>
          <w:iCs/>
        </w:rPr>
        <w:t xml:space="preserve">организационными формами технологического процесса </w:t>
      </w:r>
      <w:r w:rsidRPr="0070114A">
        <w:rPr>
          <w:rFonts w:eastAsia="TimesNewRoman"/>
        </w:rPr>
        <w:t>понимается распределе</w:t>
      </w:r>
      <w:r>
        <w:rPr>
          <w:rFonts w:eastAsia="TimesNewRoman"/>
        </w:rPr>
        <w:t>ние работ по зонам, их производ</w:t>
      </w:r>
      <w:r w:rsidRPr="0070114A">
        <w:rPr>
          <w:rFonts w:eastAsia="TimesNewRoman"/>
        </w:rPr>
        <w:t>ственным подразделениям и</w:t>
      </w:r>
      <w:r>
        <w:rPr>
          <w:rFonts w:eastAsia="TimesNewRoman"/>
        </w:rPr>
        <w:t xml:space="preserve"> блокам, другим структурным эле</w:t>
      </w:r>
      <w:r w:rsidRPr="0070114A">
        <w:rPr>
          <w:rFonts w:eastAsia="TimesNewRoman"/>
        </w:rPr>
        <w:t>ментам производства в соот</w:t>
      </w:r>
      <w:r>
        <w:rPr>
          <w:rFonts w:eastAsia="TimesNewRoman"/>
        </w:rPr>
        <w:t>ветствии с технологическими осо</w:t>
      </w:r>
      <w:r w:rsidRPr="0070114A">
        <w:rPr>
          <w:rFonts w:eastAsia="TimesNewRoman"/>
        </w:rPr>
        <w:t>бенностями операций ТО и ре</w:t>
      </w:r>
      <w:r>
        <w:rPr>
          <w:rFonts w:eastAsia="TimesNewRoman"/>
        </w:rPr>
        <w:t>монта и видам работ, а также по</w:t>
      </w:r>
      <w:r w:rsidRPr="0070114A">
        <w:rPr>
          <w:rFonts w:eastAsia="TimesNewRoman"/>
        </w:rPr>
        <w:t>следовательность проведения работ в процессе технических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воздействий на автомобиль.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Прогрессивность технологии </w:t>
      </w:r>
      <w:r>
        <w:rPr>
          <w:rFonts w:eastAsia="TimesNewRoman"/>
        </w:rPr>
        <w:t>можно оценить с использо</w:t>
      </w:r>
      <w:r w:rsidRPr="0070114A">
        <w:rPr>
          <w:rFonts w:eastAsia="TimesNewRoman"/>
        </w:rPr>
        <w:t>ванием в комплексе таких показателей, как производительность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труда, качество предоставляемых услуг и уровень безопасности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экологичности производств</w:t>
      </w:r>
      <w:r>
        <w:rPr>
          <w:rFonts w:eastAsia="TimesNewRoman"/>
        </w:rPr>
        <w:t>а. Задача комплексной оценки со</w:t>
      </w:r>
      <w:r w:rsidRPr="0070114A">
        <w:rPr>
          <w:rFonts w:eastAsia="TimesNewRoman"/>
        </w:rPr>
        <w:t>стоит в том, чтобы выявит</w:t>
      </w:r>
      <w:r>
        <w:rPr>
          <w:rFonts w:eastAsia="TimesNewRoman"/>
        </w:rPr>
        <w:t>ь преимущества и недостатки раз</w:t>
      </w:r>
      <w:r w:rsidRPr="0070114A">
        <w:rPr>
          <w:rFonts w:eastAsia="TimesNewRoman"/>
        </w:rPr>
        <w:t>личных проектных решений</w:t>
      </w:r>
      <w:r>
        <w:rPr>
          <w:rFonts w:eastAsia="TimesNewRoman"/>
        </w:rPr>
        <w:t>, вариантов технологий, комплек</w:t>
      </w:r>
      <w:r w:rsidRPr="0070114A">
        <w:rPr>
          <w:rFonts w:eastAsia="TimesNewRoman"/>
        </w:rPr>
        <w:t>тов оборудования, оценить экономическую эффективность,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особенности технологии организаций и их производственных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подразделений.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На основе анализа </w:t>
      </w:r>
      <w:r>
        <w:rPr>
          <w:rFonts w:eastAsia="TimesNewRoman"/>
        </w:rPr>
        <w:t>существующих технологий ТО и ре</w:t>
      </w:r>
      <w:r w:rsidRPr="0070114A">
        <w:rPr>
          <w:rFonts w:eastAsia="TimesNewRoman"/>
        </w:rPr>
        <w:t>монта автомобилей разработана классификация факторов,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влияющих на прогрессивность технологий (рис. </w:t>
      </w:r>
      <w:r>
        <w:rPr>
          <w:rFonts w:eastAsia="TimesNewRoman"/>
        </w:rPr>
        <w:t>5.2). Механи</w:t>
      </w:r>
      <w:r w:rsidRPr="0070114A">
        <w:rPr>
          <w:rFonts w:eastAsia="TimesNewRoman"/>
        </w:rPr>
        <w:t>зация работ оказывает первостепенное влияние на основные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показатели технической экс</w:t>
      </w:r>
      <w:r>
        <w:rPr>
          <w:rFonts w:eastAsia="TimesNewRoman"/>
        </w:rPr>
        <w:t>плуатации – коэффициент техниче</w:t>
      </w:r>
      <w:r w:rsidRPr="0070114A">
        <w:rPr>
          <w:rFonts w:eastAsia="TimesNewRoman"/>
        </w:rPr>
        <w:t>ской готовности и затраты на ТО и ремонт.</w:t>
      </w:r>
    </w:p>
    <w:p w:rsidR="00C05A20" w:rsidRPr="0070114A" w:rsidRDefault="00C05A20" w:rsidP="008E10E7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38" type="#_x0000_t75" style="width:386.25pt;height:324pt;visibility:visible">
            <v:imagedata r:id="rId17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Рис. 5.2. Классификация факторов, влияющих на прогрессив</w:t>
      </w:r>
      <w:r>
        <w:rPr>
          <w:rFonts w:eastAsia="TimesNewRoman"/>
        </w:rPr>
        <w:t>н</w:t>
      </w:r>
      <w:r w:rsidRPr="0070114A">
        <w:rPr>
          <w:rFonts w:eastAsia="TimesNewRoman"/>
        </w:rPr>
        <w:t>ость технологий ТО и ремонта автомобилей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Поэтому сокращение т</w:t>
      </w:r>
      <w:r>
        <w:rPr>
          <w:rFonts w:eastAsia="TimesNewRoman"/>
        </w:rPr>
        <w:t>рудоемкости работ, оснащение ра</w:t>
      </w:r>
      <w:r w:rsidRPr="0070114A">
        <w:rPr>
          <w:rFonts w:eastAsia="TimesNewRoman"/>
        </w:rPr>
        <w:t>бочих мест и постов высокопроизводительным оборудованием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на этой основе повышение механизации производственных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процессов ТО и ремонта подвижного состава следует рассматривать как одно из главных направлений технического прогресса.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  <w:i/>
          <w:iCs/>
        </w:rPr>
      </w:pPr>
      <w:r w:rsidRPr="0070114A">
        <w:rPr>
          <w:rFonts w:eastAsia="TimesNewRoman"/>
          <w:i/>
          <w:iCs/>
        </w:rPr>
        <w:t>Организация работы производственных участков (цехов), их взаимосвязь с постами технического обслуживания</w:t>
      </w:r>
      <w:r>
        <w:rPr>
          <w:rFonts w:eastAsia="TimesNewRoman"/>
          <w:i/>
          <w:iCs/>
        </w:rPr>
        <w:t xml:space="preserve"> </w:t>
      </w:r>
      <w:r w:rsidRPr="0070114A">
        <w:rPr>
          <w:rFonts w:eastAsia="TimesNewRoman"/>
          <w:i/>
          <w:iCs/>
        </w:rPr>
        <w:t>и текущего ремонта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Одной из форм рацион</w:t>
      </w:r>
      <w:r>
        <w:rPr>
          <w:rFonts w:eastAsia="TimesNewRoman"/>
        </w:rPr>
        <w:t>альной организации ТО и ТР явля</w:t>
      </w:r>
      <w:r w:rsidRPr="0070114A">
        <w:rPr>
          <w:rFonts w:eastAsia="TimesNewRoman"/>
        </w:rPr>
        <w:t>ется система централизованного управления производством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(ЦУП) технического обслу</w:t>
      </w:r>
      <w:r>
        <w:rPr>
          <w:rFonts w:eastAsia="TimesNewRoman"/>
        </w:rPr>
        <w:t>живания и ремонта подвижного со</w:t>
      </w:r>
      <w:r w:rsidRPr="0070114A">
        <w:rPr>
          <w:rFonts w:eastAsia="TimesNewRoman"/>
        </w:rPr>
        <w:t>става.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централизованном управлении производством ТО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 автомобилей применяется агрегатно-узловой метод ремонта.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этом случае ремонт автомобилей производится в основном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путем замены неисправны</w:t>
      </w:r>
      <w:r>
        <w:rPr>
          <w:rFonts w:eastAsia="TimesNewRoman"/>
        </w:rPr>
        <w:t>х частей новыми или отремонтиро</w:t>
      </w:r>
      <w:r w:rsidRPr="0070114A">
        <w:rPr>
          <w:rFonts w:eastAsia="TimesNewRoman"/>
        </w:rPr>
        <w:t>ванными за счет оборотного</w:t>
      </w:r>
      <w:r>
        <w:rPr>
          <w:rFonts w:eastAsia="TimesNewRoman"/>
        </w:rPr>
        <w:t xml:space="preserve"> фонда предприятия. Систему цен</w:t>
      </w:r>
      <w:r w:rsidRPr="0070114A">
        <w:rPr>
          <w:rFonts w:eastAsia="TimesNewRoman"/>
        </w:rPr>
        <w:t xml:space="preserve">трализованного управления </w:t>
      </w:r>
      <w:r>
        <w:rPr>
          <w:rFonts w:eastAsia="TimesNewRoman"/>
        </w:rPr>
        <w:t>производством ТО и ТР рекоменду</w:t>
      </w:r>
      <w:r w:rsidRPr="0070114A">
        <w:rPr>
          <w:rFonts w:eastAsia="TimesNewRoman"/>
        </w:rPr>
        <w:t>ется внедрять в АТП, имеющих более 200 автомобилей</w:t>
      </w:r>
      <w:r>
        <w:rPr>
          <w:rFonts w:eastAsia="TimesNewRoman"/>
        </w:rPr>
        <w:t>. Она ба</w:t>
      </w:r>
      <w:r w:rsidRPr="0070114A">
        <w:rPr>
          <w:rFonts w:eastAsia="TimesNewRoman"/>
        </w:rPr>
        <w:t>зируется на следующих принципах: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управление производс</w:t>
      </w:r>
      <w:r>
        <w:rPr>
          <w:rFonts w:eastAsia="TimesNewRoman"/>
        </w:rPr>
        <w:t>твом ТО и ТР осуществляется цен</w:t>
      </w:r>
      <w:r w:rsidRPr="0070114A">
        <w:rPr>
          <w:rFonts w:eastAsia="TimesNewRoman"/>
        </w:rPr>
        <w:t>трализованно отделом управления производством (ОУП);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производственные к</w:t>
      </w:r>
      <w:r>
        <w:rPr>
          <w:rFonts w:eastAsia="TimesNewRoman"/>
        </w:rPr>
        <w:t>омплексы формируются по техноло</w:t>
      </w:r>
      <w:r w:rsidRPr="0070114A">
        <w:rPr>
          <w:rFonts w:eastAsia="TimesNewRoman"/>
        </w:rPr>
        <w:t>гическому принципу ТО и ТР;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работа производственны</w:t>
      </w:r>
      <w:r>
        <w:rPr>
          <w:rFonts w:eastAsia="TimesNewRoman"/>
        </w:rPr>
        <w:t>х подразделений осуществляет</w:t>
      </w:r>
      <w:r w:rsidRPr="0070114A">
        <w:rPr>
          <w:rFonts w:eastAsia="TimesNewRoman"/>
        </w:rPr>
        <w:t>ся на основе сменно-суточных заданий;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ежедневный учет и анализ выполнения сменно-суточных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заданий участками, бригадами и отдельными исполнителями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осуществляются группой планирования и анализа информации.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</w:p>
    <w:p w:rsidR="00C05A20" w:rsidRPr="00550C34" w:rsidRDefault="00C05A20" w:rsidP="00550C34">
      <w:pPr>
        <w:autoSpaceDE w:val="0"/>
        <w:autoSpaceDN w:val="0"/>
        <w:adjustRightInd w:val="0"/>
        <w:ind w:firstLine="709"/>
        <w:jc w:val="center"/>
        <w:rPr>
          <w:rFonts w:eastAsia="TimesNewRoman,Bold"/>
          <w:b/>
          <w:bCs/>
        </w:rPr>
      </w:pPr>
      <w:r w:rsidRPr="00550C34">
        <w:rPr>
          <w:rFonts w:eastAsia="TimesNewRoman,Bold"/>
          <w:b/>
          <w:bCs/>
        </w:rPr>
        <w:t>Лекция 5</w:t>
      </w:r>
    </w:p>
    <w:p w:rsidR="00C05A20" w:rsidRPr="00550C34" w:rsidRDefault="00C05A20" w:rsidP="00550C34">
      <w:pPr>
        <w:autoSpaceDE w:val="0"/>
        <w:autoSpaceDN w:val="0"/>
        <w:adjustRightInd w:val="0"/>
        <w:ind w:firstLine="709"/>
        <w:jc w:val="center"/>
        <w:rPr>
          <w:rFonts w:eastAsia="TimesNewRoman,Bold"/>
          <w:b/>
          <w:bCs/>
        </w:rPr>
      </w:pPr>
      <w:r w:rsidRPr="00550C34">
        <w:rPr>
          <w:rFonts w:eastAsia="TimesNewRoman"/>
          <w:b/>
          <w:bCs/>
        </w:rPr>
        <w:t xml:space="preserve">5. </w:t>
      </w:r>
      <w:r w:rsidRPr="00550C34">
        <w:rPr>
          <w:rFonts w:eastAsia="TimesNewRoman,Bold"/>
          <w:b/>
          <w:bCs/>
        </w:rPr>
        <w:t>ИНЖЕНЕРНО</w:t>
      </w:r>
      <w:r w:rsidRPr="00550C34">
        <w:rPr>
          <w:rFonts w:eastAsia="TimesNewRoman"/>
          <w:b/>
          <w:bCs/>
        </w:rPr>
        <w:t>-</w:t>
      </w:r>
      <w:r w:rsidRPr="00550C34">
        <w:rPr>
          <w:rFonts w:eastAsia="TimesNewRoman,Bold"/>
          <w:b/>
          <w:bCs/>
        </w:rPr>
        <w:t>ТЕХНИЧЕСКАЯ СЛУЖБА АТП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5</w:t>
      </w:r>
      <w:r w:rsidRPr="0070114A">
        <w:rPr>
          <w:rFonts w:eastAsia="TimesNewRoman"/>
        </w:rPr>
        <w:t xml:space="preserve">.1. </w:t>
      </w:r>
      <w:r w:rsidRPr="0070114A">
        <w:rPr>
          <w:rFonts w:eastAsia="TimesNewRoman,Bold"/>
        </w:rPr>
        <w:t>Задачи инженерно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технической службы АТП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Инженерно-техническая служба (ИТС) – одно из главных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функциональных подразделений организационной структуры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управления АТП. На эту службу возложено в</w:t>
      </w:r>
      <w:r>
        <w:rPr>
          <w:rFonts w:eastAsia="TimesNewRoman"/>
        </w:rPr>
        <w:t>ыполнение сле</w:t>
      </w:r>
      <w:r w:rsidRPr="0070114A">
        <w:rPr>
          <w:rFonts w:eastAsia="TimesNewRoman"/>
        </w:rPr>
        <w:t>дующих задач: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1. Целесообразное пл</w:t>
      </w:r>
      <w:r>
        <w:rPr>
          <w:rFonts w:eastAsia="TimesNewRoman"/>
        </w:rPr>
        <w:t>анирование использования подвиж</w:t>
      </w:r>
      <w:r w:rsidRPr="0070114A">
        <w:rPr>
          <w:rFonts w:eastAsia="TimesNewRoman"/>
        </w:rPr>
        <w:t>ного состава и деятельно</w:t>
      </w:r>
      <w:r>
        <w:rPr>
          <w:rFonts w:eastAsia="TimesNewRoman"/>
        </w:rPr>
        <w:t>сти АТП, обеспечивающее беспере</w:t>
      </w:r>
      <w:r w:rsidRPr="0070114A">
        <w:rPr>
          <w:rFonts w:eastAsia="TimesNewRoman"/>
        </w:rPr>
        <w:t>бойное выполнение плановых заданий автомобильных перевозок, ритмичную работу производственных зон, участков и отделений АТП, планомерную отправку автомобильной техники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ремонтные предприятия, максимальную долговечность и наиболее рациональное применение подвижного состава. С этой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целью техническая служба тщательно разрабатывает годовые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планы-графики отправки автом</w:t>
      </w:r>
      <w:r>
        <w:rPr>
          <w:rFonts w:eastAsia="TimesNewRoman"/>
        </w:rPr>
        <w:t>обильной техники в капиталь</w:t>
      </w:r>
      <w:r w:rsidRPr="0070114A">
        <w:rPr>
          <w:rFonts w:eastAsia="TimesNewRoman"/>
        </w:rPr>
        <w:t>ный ремонт, годовые, квартальные, месячные и суточные планы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использования подвижного со</w:t>
      </w:r>
      <w:r>
        <w:rPr>
          <w:rFonts w:eastAsia="TimesNewRoman"/>
        </w:rPr>
        <w:t>става, а также планы работы про</w:t>
      </w:r>
      <w:r w:rsidRPr="0070114A">
        <w:rPr>
          <w:rFonts w:eastAsia="TimesNewRoman"/>
        </w:rPr>
        <w:t>изводственных подразделений АТП; ведет учет и представляет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отчетность о работе технической службы в вышестоящие организации по установленным формам и положениям.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2. Непосредственное совершенствование организации ТО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ремонта подвижного состава, направленное на сокращение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простоев автомобильной техники в ТО и ремонте, повышение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качества и снижение себестоимости ремонтно-профилактических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работ, повышение культур</w:t>
      </w:r>
      <w:r>
        <w:rPr>
          <w:rFonts w:eastAsia="TimesNewRoman"/>
        </w:rPr>
        <w:t>ы производства, улучшение сохра</w:t>
      </w:r>
      <w:r w:rsidRPr="0070114A">
        <w:rPr>
          <w:rFonts w:eastAsia="TimesNewRoman"/>
        </w:rPr>
        <w:t>няемости автомобилей. С эт</w:t>
      </w:r>
      <w:r>
        <w:rPr>
          <w:rFonts w:eastAsia="TimesNewRoman"/>
        </w:rPr>
        <w:t>ой целью техническая служба изу</w:t>
      </w:r>
      <w:r w:rsidRPr="0070114A">
        <w:rPr>
          <w:rFonts w:eastAsia="TimesNewRoman"/>
        </w:rPr>
        <w:t>чает и обобщает передово</w:t>
      </w:r>
      <w:r>
        <w:rPr>
          <w:rFonts w:eastAsia="TimesNewRoman"/>
        </w:rPr>
        <w:t>й опыт АТП, результаты выполнен</w:t>
      </w:r>
      <w:r w:rsidRPr="0070114A">
        <w:rPr>
          <w:rFonts w:eastAsia="TimesNewRoman"/>
        </w:rPr>
        <w:t>ных научно-исследовательских работ, организует рационал</w:t>
      </w:r>
      <w:r>
        <w:rPr>
          <w:rFonts w:eastAsia="TimesNewRoman"/>
        </w:rPr>
        <w:t>изатор</w:t>
      </w:r>
      <w:r w:rsidRPr="0070114A">
        <w:rPr>
          <w:rFonts w:eastAsia="TimesNewRoman"/>
        </w:rPr>
        <w:t>скую и изобретательскую рабо</w:t>
      </w:r>
      <w:r>
        <w:rPr>
          <w:rFonts w:eastAsia="TimesNewRoman"/>
        </w:rPr>
        <w:t>ту, разрабатывает планы и осуще</w:t>
      </w:r>
      <w:r w:rsidRPr="0070114A">
        <w:rPr>
          <w:rFonts w:eastAsia="TimesNewRoman"/>
        </w:rPr>
        <w:t>ствляет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внедрение мероприятий по научной организациитруда (НОТ).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наиболее важны</w:t>
      </w:r>
      <w:r>
        <w:rPr>
          <w:rFonts w:eastAsia="TimesNewRoman"/>
        </w:rPr>
        <w:t>м мероприятиям, проводимым инже</w:t>
      </w:r>
      <w:r w:rsidRPr="0070114A">
        <w:rPr>
          <w:rFonts w:eastAsia="TimesNewRoman"/>
        </w:rPr>
        <w:t>нерно-технической службой,</w:t>
      </w:r>
      <w:r>
        <w:rPr>
          <w:rFonts w:eastAsia="TimesNewRoman"/>
        </w:rPr>
        <w:t xml:space="preserve"> относятся: кооперирование, кон</w:t>
      </w:r>
      <w:r w:rsidRPr="0070114A">
        <w:rPr>
          <w:rFonts w:eastAsia="TimesNewRoman"/>
        </w:rPr>
        <w:t>центрация, специализация пр</w:t>
      </w:r>
      <w:r>
        <w:rPr>
          <w:rFonts w:eastAsia="TimesNewRoman"/>
        </w:rPr>
        <w:t>оизводства по ТО и ремонту авто</w:t>
      </w:r>
      <w:r w:rsidRPr="0070114A">
        <w:rPr>
          <w:rFonts w:eastAsia="TimesNewRoman"/>
        </w:rPr>
        <w:t>мобилей; совершенствование</w:t>
      </w:r>
      <w:r>
        <w:rPr>
          <w:rFonts w:eastAsia="TimesNewRoman"/>
        </w:rPr>
        <w:t xml:space="preserve"> форм организации труда исполни</w:t>
      </w:r>
      <w:r w:rsidRPr="0070114A">
        <w:rPr>
          <w:rFonts w:eastAsia="TimesNewRoman"/>
        </w:rPr>
        <w:t>телей ремонтно-профилактич</w:t>
      </w:r>
      <w:r>
        <w:rPr>
          <w:rFonts w:eastAsia="TimesNewRoman"/>
        </w:rPr>
        <w:t>еских работ; внедрение современ</w:t>
      </w:r>
      <w:r w:rsidRPr="0070114A">
        <w:rPr>
          <w:rFonts w:eastAsia="TimesNewRoman"/>
        </w:rPr>
        <w:t>ной технологии и корректирование действующих режимов ТО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ремонта подвижного состава с целью сокращения объема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увеличения периодичнос</w:t>
      </w:r>
      <w:r>
        <w:rPr>
          <w:rFonts w:eastAsia="TimesNewRoman"/>
        </w:rPr>
        <w:t>ти их выполнения; внедрение ком</w:t>
      </w:r>
      <w:r w:rsidRPr="0070114A">
        <w:rPr>
          <w:rFonts w:eastAsia="TimesNewRoman"/>
        </w:rPr>
        <w:t>плексной системы управлени</w:t>
      </w:r>
      <w:r>
        <w:rPr>
          <w:rFonts w:eastAsia="TimesNewRoman"/>
        </w:rPr>
        <w:t>я качеством ТО и ремонта автомо</w:t>
      </w:r>
      <w:r w:rsidRPr="0070114A">
        <w:rPr>
          <w:rFonts w:eastAsia="TimesNewRoman"/>
        </w:rPr>
        <w:t>бильной техники по техниче</w:t>
      </w:r>
      <w:r>
        <w:rPr>
          <w:rFonts w:eastAsia="TimesNewRoman"/>
        </w:rPr>
        <w:t>скому состоянию; совершенствова</w:t>
      </w:r>
      <w:r w:rsidRPr="0070114A">
        <w:rPr>
          <w:rFonts w:eastAsia="TimesNewRoman"/>
        </w:rPr>
        <w:t>ние структуры и содержания плана внедрения новой техники,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механизации и автоматизации трудоемких производственных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процессов, технической диагностики, современных методов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средств, облегчающих запус</w:t>
      </w:r>
      <w:r>
        <w:rPr>
          <w:rFonts w:eastAsia="TimesNewRoman"/>
        </w:rPr>
        <w:t>к двигателей при низких темпера</w:t>
      </w:r>
      <w:r w:rsidRPr="0070114A">
        <w:rPr>
          <w:rFonts w:eastAsia="TimesNewRoman"/>
        </w:rPr>
        <w:t xml:space="preserve">турах; дальнейшее развитие </w:t>
      </w:r>
      <w:r>
        <w:rPr>
          <w:rFonts w:eastAsia="TimesNewRoman"/>
        </w:rPr>
        <w:t>и эффективное использование про</w:t>
      </w:r>
      <w:r w:rsidRPr="0070114A">
        <w:rPr>
          <w:rFonts w:eastAsia="TimesNewRoman"/>
        </w:rPr>
        <w:t>изводственного потенциала</w:t>
      </w:r>
      <w:r>
        <w:rPr>
          <w:rFonts w:eastAsia="TimesNewRoman"/>
        </w:rPr>
        <w:t xml:space="preserve"> АТП и др.; обеспечение своевре</w:t>
      </w:r>
      <w:r w:rsidRPr="0070114A">
        <w:rPr>
          <w:rFonts w:eastAsia="TimesNewRoman"/>
        </w:rPr>
        <w:t>менной отправки автомобиле</w:t>
      </w:r>
      <w:r>
        <w:rPr>
          <w:rFonts w:eastAsia="TimesNewRoman"/>
        </w:rPr>
        <w:t>й в КР и получение их из авторе</w:t>
      </w:r>
      <w:r w:rsidRPr="0070114A">
        <w:rPr>
          <w:rFonts w:eastAsia="TimesNewRoman"/>
        </w:rPr>
        <w:t>монтных предприятий в установленном порядке.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3. Разработка и провед</w:t>
      </w:r>
      <w:r>
        <w:rPr>
          <w:rFonts w:eastAsia="TimesNewRoman"/>
        </w:rPr>
        <w:t>ение мероприятий по предупрежде</w:t>
      </w:r>
      <w:r w:rsidRPr="0070114A">
        <w:rPr>
          <w:rFonts w:eastAsia="TimesNewRoman"/>
        </w:rPr>
        <w:t>нию дорожно-транспортных происшествий, предпосылок к ним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нарушений регулярности дв</w:t>
      </w:r>
      <w:r>
        <w:rPr>
          <w:rFonts w:eastAsia="TimesNewRoman"/>
        </w:rPr>
        <w:t>ижения из-за отказов и неисправ</w:t>
      </w:r>
      <w:r w:rsidRPr="0070114A">
        <w:rPr>
          <w:rFonts w:eastAsia="TimesNewRoman"/>
        </w:rPr>
        <w:t>ностей автомобильной техник</w:t>
      </w:r>
      <w:r>
        <w:rPr>
          <w:rFonts w:eastAsia="TimesNewRoman"/>
        </w:rPr>
        <w:t>и или неправильной ее эксплуата</w:t>
      </w:r>
      <w:r w:rsidRPr="0070114A">
        <w:rPr>
          <w:rFonts w:eastAsia="TimesNewRoman"/>
        </w:rPr>
        <w:t>ции. Обеспечение безопасности дорожного движения – одна из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важнейших задач технической службы. Решение ее достигается,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прежде всего, высоким ур</w:t>
      </w:r>
      <w:r>
        <w:rPr>
          <w:rFonts w:eastAsia="TimesNewRoman"/>
        </w:rPr>
        <w:t>овнем организации и качества ре</w:t>
      </w:r>
      <w:r w:rsidRPr="0070114A">
        <w:rPr>
          <w:rFonts w:eastAsia="TimesNewRoman"/>
        </w:rPr>
        <w:t>монтно-профилактических р</w:t>
      </w:r>
      <w:r>
        <w:rPr>
          <w:rFonts w:eastAsia="TimesNewRoman"/>
        </w:rPr>
        <w:t>абот автомобильной техники, глу</w:t>
      </w:r>
      <w:r w:rsidRPr="0070114A">
        <w:rPr>
          <w:rFonts w:eastAsia="TimesNewRoman"/>
        </w:rPr>
        <w:t>боким анализом причин отказов и неисправностей, разработкой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осуществлением эффект</w:t>
      </w:r>
      <w:r>
        <w:rPr>
          <w:rFonts w:eastAsia="TimesNewRoman"/>
        </w:rPr>
        <w:t>ивных профилактических мероприя</w:t>
      </w:r>
      <w:r w:rsidRPr="0070114A">
        <w:rPr>
          <w:rFonts w:eastAsia="TimesNewRoman"/>
        </w:rPr>
        <w:t>тий, системой контроля качества ТО и ремонта автомобилей;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высоким уровнем техническ</w:t>
      </w:r>
      <w:r>
        <w:rPr>
          <w:rFonts w:eastAsia="TimesNewRoman"/>
        </w:rPr>
        <w:t>ой подготовки водительского, ин</w:t>
      </w:r>
      <w:r w:rsidRPr="0070114A">
        <w:rPr>
          <w:rFonts w:eastAsia="TimesNewRoman"/>
        </w:rPr>
        <w:t>женерно-технического и р</w:t>
      </w:r>
      <w:r>
        <w:rPr>
          <w:rFonts w:eastAsia="TimesNewRoman"/>
        </w:rPr>
        <w:t>емонтно-профилактического соста</w:t>
      </w:r>
      <w:r w:rsidRPr="0070114A">
        <w:rPr>
          <w:rFonts w:eastAsia="TimesNewRoman"/>
        </w:rPr>
        <w:t>вов, а также хорошо поставленной воспитательной работой.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Инженерно-техническа</w:t>
      </w:r>
      <w:r>
        <w:rPr>
          <w:rFonts w:eastAsia="TimesNewRoman"/>
        </w:rPr>
        <w:t>я служба систематически анализи</w:t>
      </w:r>
      <w:r w:rsidRPr="0070114A">
        <w:rPr>
          <w:rFonts w:eastAsia="TimesNewRoman"/>
        </w:rPr>
        <w:t>рует состояние автомобильной техники, ведет учет отказов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неисправностей, выявляет к</w:t>
      </w:r>
      <w:r>
        <w:rPr>
          <w:rFonts w:eastAsia="TimesNewRoman"/>
        </w:rPr>
        <w:t>онструктивно-технологические не</w:t>
      </w:r>
      <w:r w:rsidRPr="0070114A">
        <w:rPr>
          <w:rFonts w:eastAsia="TimesNewRoman"/>
        </w:rPr>
        <w:t>достатки и своевременно информирует о них автомобильные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заводы, устраняет выявленные недоработки. Это способствует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повышению надежности, улучшению эксплуатац</w:t>
      </w:r>
      <w:r>
        <w:rPr>
          <w:rFonts w:eastAsia="TimesNewRoman"/>
        </w:rPr>
        <w:t>ионной техно</w:t>
      </w:r>
      <w:r w:rsidRPr="0070114A">
        <w:rPr>
          <w:rFonts w:eastAsia="TimesNewRoman"/>
        </w:rPr>
        <w:t>логичности, дальнейшему совершенствованию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подвижного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состава.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4. Обеспечение технич</w:t>
      </w:r>
      <w:r>
        <w:rPr>
          <w:rFonts w:eastAsia="TimesNewRoman"/>
        </w:rPr>
        <w:t>ески грамотной эксплуатации под</w:t>
      </w:r>
      <w:r w:rsidRPr="0070114A">
        <w:rPr>
          <w:rFonts w:eastAsia="TimesNewRoman"/>
        </w:rPr>
        <w:t>вижного состава: выбор оптимального режима работы двигателя, систем и агрегатов и технически правильное их использов</w:t>
      </w:r>
      <w:r>
        <w:rPr>
          <w:rFonts w:eastAsia="TimesNewRoman"/>
        </w:rPr>
        <w:t>а</w:t>
      </w:r>
      <w:r w:rsidRPr="0070114A">
        <w:rPr>
          <w:rFonts w:eastAsia="TimesNewRoman"/>
        </w:rPr>
        <w:t>ние на различных режимах</w:t>
      </w:r>
      <w:r>
        <w:rPr>
          <w:rFonts w:eastAsia="TimesNewRoman"/>
        </w:rPr>
        <w:t xml:space="preserve"> движения; достижение максималь</w:t>
      </w:r>
      <w:r w:rsidRPr="0070114A">
        <w:rPr>
          <w:rFonts w:eastAsia="TimesNewRoman"/>
        </w:rPr>
        <w:t>ной экономической эффективности каждого рейса. Решение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этой задачи достигается высоким уровнем технической подготовки водительского состава, умением правильно производить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расчеты движения и выбирать наиболее оптимальные режимы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эксплуатации; участием инженерно-технического состава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подготовке водителей к рейсам, а также высоким качеством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технической подготовки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5. Организация техни</w:t>
      </w:r>
      <w:r>
        <w:rPr>
          <w:rFonts w:eastAsia="TimesNewRoman"/>
        </w:rPr>
        <w:t>ческой учебы и контроля техниче</w:t>
      </w:r>
      <w:r w:rsidRPr="0070114A">
        <w:rPr>
          <w:rFonts w:eastAsia="TimesNewRoman"/>
        </w:rPr>
        <w:t>ской подготовки водительского, ремонтно-профилактического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инженерно-технического составов. Обеспечение высокого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уровня производственной дисциплины инженерно-технического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состава, водителей и ремо</w:t>
      </w:r>
      <w:r>
        <w:rPr>
          <w:rFonts w:eastAsia="TimesNewRoman"/>
        </w:rPr>
        <w:t>нтно-обслуживающих рабочих пред</w:t>
      </w:r>
      <w:r w:rsidRPr="0070114A">
        <w:rPr>
          <w:rFonts w:eastAsia="TimesNewRoman"/>
        </w:rPr>
        <w:t>приятия. Высокий уровень технической подготовки личного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состава – одно из важнейших условий успешной работы АТП.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связи с этим установлен порядок допуска водительского состава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 работе только при наличи</w:t>
      </w:r>
      <w:r>
        <w:rPr>
          <w:rFonts w:eastAsia="TimesNewRoman"/>
        </w:rPr>
        <w:t>и специальных удостоверений (во</w:t>
      </w:r>
      <w:r w:rsidRPr="0070114A">
        <w:rPr>
          <w:rFonts w:eastAsia="TimesNewRoman"/>
        </w:rPr>
        <w:t>дительских прав) с последующим прохождением стажировки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установленном порядке в АТП.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Техническая учеба проводится по наиболее актуальным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данного предприятия в</w:t>
      </w:r>
      <w:r>
        <w:rPr>
          <w:rFonts w:eastAsia="TimesNewRoman"/>
        </w:rPr>
        <w:t>опросам эксплуатации автомобиль</w:t>
      </w:r>
      <w:r w:rsidRPr="0070114A">
        <w:rPr>
          <w:rFonts w:eastAsia="TimesNewRoman"/>
        </w:rPr>
        <w:t>ной техники (изучение нов</w:t>
      </w:r>
      <w:r>
        <w:rPr>
          <w:rFonts w:eastAsia="TimesNewRoman"/>
        </w:rPr>
        <w:t>ых руководящих документов, обоб</w:t>
      </w:r>
      <w:r w:rsidRPr="0070114A">
        <w:rPr>
          <w:rFonts w:eastAsia="TimesNewRoman"/>
        </w:rPr>
        <w:t xml:space="preserve">щение опыта эксплуатации </w:t>
      </w:r>
      <w:r>
        <w:rPr>
          <w:rFonts w:eastAsia="TimesNewRoman"/>
        </w:rPr>
        <w:t>автомобилей, изучение причин до</w:t>
      </w:r>
      <w:r w:rsidRPr="0070114A">
        <w:rPr>
          <w:rFonts w:eastAsia="TimesNewRoman"/>
        </w:rPr>
        <w:t>рожно-транспортных проис</w:t>
      </w:r>
      <w:r>
        <w:rPr>
          <w:rFonts w:eastAsia="TimesNewRoman"/>
        </w:rPr>
        <w:t>шествий, конструкций новых авто</w:t>
      </w:r>
      <w:r w:rsidRPr="0070114A">
        <w:rPr>
          <w:rFonts w:eastAsia="TimesNewRoman"/>
        </w:rPr>
        <w:t xml:space="preserve">мобилей и особенностей их обслуживания и т.п.). 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Повышению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квалификации способствуют также периодически проводимые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дни качества, кратковременные сборы руководящего состава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технической службы на факультетах повышения квалификации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соответствующих учебных заведений и др.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6. Внедрение научной организации труда в производство,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нормирование труда и разработка прогрессивных нормативов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трудоемкости ТО и ремонта подвижного состава. Контроль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технического состояния производ</w:t>
      </w:r>
      <w:r>
        <w:rPr>
          <w:rFonts w:eastAsia="TimesNewRoman"/>
        </w:rPr>
        <w:t>ственного имущества, уточ</w:t>
      </w:r>
      <w:r w:rsidRPr="0070114A">
        <w:rPr>
          <w:rFonts w:eastAsia="TimesNewRoman"/>
        </w:rPr>
        <w:t>нения перечня контрольно-д</w:t>
      </w:r>
      <w:r>
        <w:rPr>
          <w:rFonts w:eastAsia="TimesNewRoman"/>
        </w:rPr>
        <w:t>иагностического и другого техно</w:t>
      </w:r>
      <w:r w:rsidRPr="0070114A">
        <w:rPr>
          <w:rFonts w:eastAsia="TimesNewRoman"/>
        </w:rPr>
        <w:t>логического оборуд</w:t>
      </w:r>
      <w:r>
        <w:rPr>
          <w:rFonts w:eastAsia="TimesNewRoman"/>
        </w:rPr>
        <w:t xml:space="preserve">ования. Синхронизация </w:t>
      </w:r>
      <w:r w:rsidRPr="0070114A">
        <w:rPr>
          <w:rFonts w:eastAsia="TimesNewRoman"/>
        </w:rPr>
        <w:t>производственных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процессов, т.е. обеспечение определенной продолжительности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между отдельными операциями и их группами, р</w:t>
      </w:r>
      <w:r>
        <w:rPr>
          <w:rFonts w:eastAsia="TimesNewRoman"/>
        </w:rPr>
        <w:t>абочими мес</w:t>
      </w:r>
      <w:r w:rsidRPr="0070114A">
        <w:rPr>
          <w:rFonts w:eastAsia="TimesNewRoman"/>
        </w:rPr>
        <w:t xml:space="preserve">тами и постами в линии и др. Разработка нормативно-технической документации, </w:t>
      </w:r>
      <w:r>
        <w:rPr>
          <w:rFonts w:eastAsia="TimesNewRoman"/>
        </w:rPr>
        <w:t>которая позволяет правильно осу</w:t>
      </w:r>
      <w:r w:rsidRPr="0070114A">
        <w:rPr>
          <w:rFonts w:eastAsia="TimesNewRoman"/>
        </w:rPr>
        <w:t>ществлять планирование производственной деятельности АТП.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7. Организация материал</w:t>
      </w:r>
      <w:r>
        <w:rPr>
          <w:rFonts w:eastAsia="TimesNewRoman"/>
        </w:rPr>
        <w:t>ьно-технического снабжения. Тех</w:t>
      </w:r>
      <w:r w:rsidRPr="0070114A">
        <w:rPr>
          <w:rFonts w:eastAsia="TimesNewRoman"/>
        </w:rPr>
        <w:t>ническая служба АТП производит необходимые расчеты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своевременно подает заявк</w:t>
      </w:r>
      <w:r>
        <w:rPr>
          <w:rFonts w:eastAsia="TimesNewRoman"/>
        </w:rPr>
        <w:t>и для снабжения необходимым тех</w:t>
      </w:r>
      <w:r w:rsidRPr="0070114A">
        <w:rPr>
          <w:rFonts w:eastAsia="TimesNewRoman"/>
        </w:rPr>
        <w:t>ническим имуществом, поддерживает контакт с органами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снабжения с целью своеврем</w:t>
      </w:r>
      <w:r>
        <w:rPr>
          <w:rFonts w:eastAsia="TimesNewRoman"/>
        </w:rPr>
        <w:t>енной реализации заявок и беспе</w:t>
      </w:r>
      <w:r w:rsidRPr="0070114A">
        <w:rPr>
          <w:rFonts w:eastAsia="TimesNewRoman"/>
        </w:rPr>
        <w:t>ребойного пополнения неснижаемых запасов на складах</w:t>
      </w:r>
      <w:r>
        <w:rPr>
          <w:rFonts w:eastAsia="TimesNewRoman"/>
        </w:rPr>
        <w:t xml:space="preserve"> пред</w:t>
      </w:r>
      <w:r w:rsidRPr="0070114A">
        <w:rPr>
          <w:rFonts w:eastAsia="TimesNewRoman"/>
        </w:rPr>
        <w:t>приятия.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Успешное выполнение инженерно-технической службой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своих функций зависит от следующих факторов: типа, возраста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условий эксплуатации подв</w:t>
      </w:r>
      <w:r>
        <w:rPr>
          <w:rFonts w:eastAsia="TimesNewRoman"/>
        </w:rPr>
        <w:t>ижного состава, состояния произ</w:t>
      </w:r>
      <w:r w:rsidRPr="0070114A">
        <w:rPr>
          <w:rFonts w:eastAsia="TimesNewRoman"/>
        </w:rPr>
        <w:t>водственной базы предприяти</w:t>
      </w:r>
      <w:r>
        <w:rPr>
          <w:rFonts w:eastAsia="TimesNewRoman"/>
        </w:rPr>
        <w:t>я, обеспеченности запасными час</w:t>
      </w:r>
      <w:r w:rsidRPr="0070114A">
        <w:rPr>
          <w:rFonts w:eastAsia="TimesNewRoman"/>
        </w:rPr>
        <w:t>тями и материалами, удовлет</w:t>
      </w:r>
      <w:r>
        <w:rPr>
          <w:rFonts w:eastAsia="TimesNewRoman"/>
        </w:rPr>
        <w:t>ворения потребности в КР автомо</w:t>
      </w:r>
      <w:r w:rsidRPr="0070114A">
        <w:rPr>
          <w:rFonts w:eastAsia="TimesNewRoman"/>
        </w:rPr>
        <w:t>билей и агрегатов по внешн</w:t>
      </w:r>
      <w:r>
        <w:rPr>
          <w:rFonts w:eastAsia="TimesNewRoman"/>
        </w:rPr>
        <w:t>ей кооперации, уровня квалифика</w:t>
      </w:r>
      <w:r w:rsidRPr="0070114A">
        <w:rPr>
          <w:rFonts w:eastAsia="TimesNewRoman"/>
        </w:rPr>
        <w:t>ции ремонтно-обслуживающего персонала и инженерно-технических работников, совершенствования технологических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процессов ТО и ремонта автомобилей, уровня организации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управления производством.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5</w:t>
      </w:r>
      <w:r w:rsidRPr="0070114A">
        <w:rPr>
          <w:rFonts w:eastAsia="TimesNewRoman"/>
        </w:rPr>
        <w:t xml:space="preserve">.2. </w:t>
      </w:r>
      <w:r w:rsidRPr="0070114A">
        <w:rPr>
          <w:rFonts w:eastAsia="TimesNewRoman,Bold"/>
        </w:rPr>
        <w:t>Основные принципы построения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организационной структуры управления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инженерно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технической службой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Оптимизация организационной структуры инженерно-технической службы – одна из наиболее важных и сложны</w:t>
      </w:r>
      <w:r>
        <w:rPr>
          <w:rFonts w:eastAsia="TimesNewRoman"/>
        </w:rPr>
        <w:t>х за</w:t>
      </w:r>
      <w:r w:rsidRPr="0070114A">
        <w:rPr>
          <w:rFonts w:eastAsia="TimesNewRoman"/>
        </w:rPr>
        <w:t>дач из числа тех, которые должен решать руководитель. Без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правильной структуры аппа</w:t>
      </w:r>
      <w:r>
        <w:rPr>
          <w:rFonts w:eastAsia="TimesNewRoman"/>
        </w:rPr>
        <w:t>рата инженерно-технической служ</w:t>
      </w:r>
      <w:r w:rsidRPr="0070114A">
        <w:rPr>
          <w:rFonts w:eastAsia="TimesNewRoman"/>
        </w:rPr>
        <w:t>бы нельзя ожидать согласов</w:t>
      </w:r>
      <w:r>
        <w:rPr>
          <w:rFonts w:eastAsia="TimesNewRoman"/>
        </w:rPr>
        <w:t>анного взаимодействия всех функ</w:t>
      </w:r>
      <w:r w:rsidRPr="0070114A">
        <w:rPr>
          <w:rFonts w:eastAsia="TimesNewRoman"/>
        </w:rPr>
        <w:t>циональных подразделений, установить стабильное и грамотное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движение технической доку</w:t>
      </w:r>
      <w:r>
        <w:rPr>
          <w:rFonts w:eastAsia="TimesNewRoman"/>
        </w:rPr>
        <w:t>ментации, использовать современ</w:t>
      </w:r>
      <w:r w:rsidRPr="0070114A">
        <w:rPr>
          <w:rFonts w:eastAsia="TimesNewRoman"/>
        </w:rPr>
        <w:t>ную вычислительную технику.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Основные требования к любой организационной структуре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заключаются в том, чтобы каждый, располагая необходимыми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правами и неся в их пределах </w:t>
      </w:r>
      <w:r>
        <w:rPr>
          <w:rFonts w:eastAsia="TimesNewRoman"/>
        </w:rPr>
        <w:t>всю полноту ответственности, за</w:t>
      </w:r>
      <w:r w:rsidRPr="0070114A">
        <w:rPr>
          <w:rFonts w:eastAsia="TimesNewRoman"/>
        </w:rPr>
        <w:t>нимался своим делом. Исходя из этих положений, современная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наука управления дает определенный минимум проверенных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практикой правил, которые п</w:t>
      </w:r>
      <w:r>
        <w:rPr>
          <w:rFonts w:eastAsia="TimesNewRoman"/>
        </w:rPr>
        <w:t>озволяют с достаточной уверенно</w:t>
      </w:r>
      <w:r w:rsidRPr="0070114A">
        <w:rPr>
          <w:rFonts w:eastAsia="TimesNewRoman"/>
        </w:rPr>
        <w:t>стью «конструировать» ст</w:t>
      </w:r>
      <w:r>
        <w:rPr>
          <w:rFonts w:eastAsia="TimesNewRoman"/>
        </w:rPr>
        <w:t>руктуры управления с учетом кон</w:t>
      </w:r>
      <w:r w:rsidRPr="0070114A">
        <w:rPr>
          <w:rFonts w:eastAsia="TimesNewRoman"/>
        </w:rPr>
        <w:t>кретных сложившихся условий данного АТП.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Наука управления не ре</w:t>
      </w:r>
      <w:r>
        <w:rPr>
          <w:rFonts w:eastAsia="TimesNewRoman"/>
        </w:rPr>
        <w:t>комендует подстраивать организа</w:t>
      </w:r>
      <w:r w:rsidRPr="0070114A">
        <w:rPr>
          <w:rFonts w:eastAsia="TimesNewRoman"/>
        </w:rPr>
        <w:t>ционную структуру к спосо</w:t>
      </w:r>
      <w:r>
        <w:rPr>
          <w:rFonts w:eastAsia="TimesNewRoman"/>
        </w:rPr>
        <w:t>бностям определенных людей – на</w:t>
      </w:r>
      <w:r w:rsidRPr="0070114A">
        <w:rPr>
          <w:rFonts w:eastAsia="TimesNewRoman"/>
        </w:rPr>
        <w:t>до подыскивать подходящих</w:t>
      </w:r>
      <w:r>
        <w:rPr>
          <w:rFonts w:eastAsia="TimesNewRoman"/>
        </w:rPr>
        <w:t xml:space="preserve"> людей к уже разработанной орга</w:t>
      </w:r>
      <w:r w:rsidRPr="0070114A">
        <w:rPr>
          <w:rFonts w:eastAsia="TimesNewRoman"/>
        </w:rPr>
        <w:t>низационной структуре.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Из других многочисле</w:t>
      </w:r>
      <w:r>
        <w:rPr>
          <w:rFonts w:eastAsia="TimesNewRoman"/>
        </w:rPr>
        <w:t>нных рекомендаций науки управле</w:t>
      </w:r>
      <w:r w:rsidRPr="0070114A">
        <w:rPr>
          <w:rFonts w:eastAsia="TimesNewRoman"/>
        </w:rPr>
        <w:t xml:space="preserve">ния и на основании опыта </w:t>
      </w:r>
      <w:r>
        <w:rPr>
          <w:rFonts w:eastAsia="TimesNewRoman"/>
        </w:rPr>
        <w:t>работы передовых АТП можно выде</w:t>
      </w:r>
      <w:r w:rsidRPr="0070114A">
        <w:rPr>
          <w:rFonts w:eastAsia="TimesNewRoman"/>
        </w:rPr>
        <w:t>лить еще некоторые важные принципы, к соблюдению которых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надо стремиться при р</w:t>
      </w:r>
      <w:r>
        <w:rPr>
          <w:rFonts w:eastAsia="TimesNewRoman"/>
        </w:rPr>
        <w:t>азработке оргструктур инженерно-</w:t>
      </w:r>
      <w:r w:rsidRPr="0070114A">
        <w:rPr>
          <w:rFonts w:eastAsia="TimesNewRoman"/>
        </w:rPr>
        <w:t xml:space="preserve">технической службы. Прежде всего, это </w:t>
      </w:r>
      <w:r>
        <w:rPr>
          <w:rFonts w:eastAsia="TimesNewRoman"/>
          <w:i/>
          <w:iCs/>
        </w:rPr>
        <w:t>принцип единонача</w:t>
      </w:r>
      <w:r w:rsidRPr="0070114A">
        <w:rPr>
          <w:rFonts w:eastAsia="TimesNewRoman"/>
          <w:i/>
          <w:iCs/>
        </w:rPr>
        <w:t>лия</w:t>
      </w:r>
      <w:r w:rsidRPr="0070114A">
        <w:rPr>
          <w:rFonts w:eastAsia="TimesNewRoman"/>
        </w:rPr>
        <w:t>. Хотя необходимость соблюдения этого принципа никем не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оспаривается, в реальной ж</w:t>
      </w:r>
      <w:r>
        <w:rPr>
          <w:rFonts w:eastAsia="TimesNewRoman"/>
        </w:rPr>
        <w:t>изни он нарушается чаще, чем ка</w:t>
      </w:r>
      <w:r w:rsidRPr="0070114A">
        <w:rPr>
          <w:rFonts w:eastAsia="TimesNewRoman"/>
        </w:rPr>
        <w:t>кой-либо другой. Единоначал</w:t>
      </w:r>
      <w:r>
        <w:rPr>
          <w:rFonts w:eastAsia="TimesNewRoman"/>
        </w:rPr>
        <w:t>ие не следует понимать как абсо</w:t>
      </w:r>
      <w:r w:rsidRPr="0070114A">
        <w:rPr>
          <w:rFonts w:eastAsia="TimesNewRoman"/>
        </w:rPr>
        <w:t>лютную власть одного лица.</w:t>
      </w:r>
      <w:r>
        <w:rPr>
          <w:rFonts w:eastAsia="TimesNewRoman"/>
        </w:rPr>
        <w:t xml:space="preserve"> Напротив, любое серьезное реше</w:t>
      </w:r>
      <w:r w:rsidRPr="0070114A">
        <w:rPr>
          <w:rFonts w:eastAsia="TimesNewRoman"/>
        </w:rPr>
        <w:t>ние требует коллегиального обсуждения. Но проводить 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жизнь и отвечать за его выполнение должно только одно лицо. Каждое лицо должно отч</w:t>
      </w:r>
      <w:r>
        <w:rPr>
          <w:rFonts w:eastAsia="TimesNewRoman"/>
        </w:rPr>
        <w:t>итываться не более чем перед од</w:t>
      </w:r>
      <w:r w:rsidRPr="0070114A">
        <w:rPr>
          <w:rFonts w:eastAsia="TimesNewRoman"/>
        </w:rPr>
        <w:t>ним начальником и получать приказы только от него.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Не менее важен в сфере управления </w:t>
      </w:r>
      <w:r>
        <w:rPr>
          <w:rFonts w:eastAsia="TimesNewRoman"/>
          <w:i/>
          <w:iCs/>
        </w:rPr>
        <w:t>принцип специализа</w:t>
      </w:r>
      <w:r w:rsidRPr="0070114A">
        <w:rPr>
          <w:rFonts w:eastAsia="TimesNewRoman"/>
          <w:i/>
          <w:iCs/>
        </w:rPr>
        <w:t>ции</w:t>
      </w:r>
      <w:r w:rsidRPr="0070114A">
        <w:rPr>
          <w:rFonts w:eastAsia="TimesNewRoman"/>
        </w:rPr>
        <w:t>: все регулярно повторяющие</w:t>
      </w:r>
      <w:r>
        <w:rPr>
          <w:rFonts w:eastAsia="TimesNewRoman"/>
        </w:rPr>
        <w:t>ся действия должны быть чет</w:t>
      </w:r>
      <w:r w:rsidRPr="0070114A">
        <w:rPr>
          <w:rFonts w:eastAsia="TimesNewRoman"/>
        </w:rPr>
        <w:t>ко распределены между работниками аппарата и не должны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дублироваться. Составляя п</w:t>
      </w:r>
      <w:r>
        <w:rPr>
          <w:rFonts w:eastAsia="TimesNewRoman"/>
        </w:rPr>
        <w:t>оложения и инструкции, необходи</w:t>
      </w:r>
      <w:r w:rsidRPr="0070114A">
        <w:rPr>
          <w:rFonts w:eastAsia="TimesNewRoman"/>
        </w:rPr>
        <w:t>мо принимать во внимание, ч</w:t>
      </w:r>
      <w:r>
        <w:rPr>
          <w:rFonts w:eastAsia="TimesNewRoman"/>
        </w:rPr>
        <w:t>то в равной степени опасно оста</w:t>
      </w:r>
      <w:r w:rsidRPr="0070114A">
        <w:rPr>
          <w:rFonts w:eastAsia="TimesNewRoman"/>
        </w:rPr>
        <w:t>вить «ничейными» те или иные обязанности или поручить 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«для гарантии» сразу двум ис</w:t>
      </w:r>
      <w:r>
        <w:rPr>
          <w:rFonts w:eastAsia="TimesNewRoman"/>
        </w:rPr>
        <w:t>полнителям. Во втором случае бо</w:t>
      </w:r>
      <w:r w:rsidRPr="0070114A">
        <w:rPr>
          <w:rFonts w:eastAsia="TimesNewRoman"/>
        </w:rPr>
        <w:t>лее чем вероятно, что ни один, ни второй исполнитель ничего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 сделают, надеясь друг на друга. Не следует также давать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должностной инструкции</w:t>
      </w:r>
      <w:r>
        <w:rPr>
          <w:rFonts w:eastAsia="TimesNewRoman"/>
        </w:rPr>
        <w:t xml:space="preserve"> подробный и совершенно исчерпы</w:t>
      </w:r>
      <w:r w:rsidRPr="0070114A">
        <w:rPr>
          <w:rFonts w:eastAsia="TimesNewRoman"/>
        </w:rPr>
        <w:t>вающий перечень конкрет</w:t>
      </w:r>
      <w:r>
        <w:rPr>
          <w:rFonts w:eastAsia="TimesNewRoman"/>
        </w:rPr>
        <w:t>ных обязанностей. Необходимо по</w:t>
      </w:r>
      <w:r w:rsidRPr="0070114A">
        <w:rPr>
          <w:rFonts w:eastAsia="TimesNewRoman"/>
        </w:rPr>
        <w:t>дыскивать такие формулировки, которые, не будучи слишком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конкретными, вместе с тем по</w:t>
      </w:r>
      <w:r>
        <w:rPr>
          <w:rFonts w:eastAsia="TimesNewRoman"/>
        </w:rPr>
        <w:t>зволяли бы потребовать от работ</w:t>
      </w:r>
      <w:r w:rsidRPr="0070114A">
        <w:rPr>
          <w:rFonts w:eastAsia="TimesNewRoman"/>
        </w:rPr>
        <w:t>ника конкретных действий при любых возникших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новых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ситуациях.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Чрезвычайно важен </w:t>
      </w:r>
      <w:r w:rsidRPr="0070114A">
        <w:rPr>
          <w:rFonts w:eastAsia="TimesNewRoman"/>
          <w:i/>
          <w:iCs/>
        </w:rPr>
        <w:t>принцип диапазона управления</w:t>
      </w:r>
      <w:r w:rsidRPr="0070114A">
        <w:rPr>
          <w:rFonts w:eastAsia="TimesNewRoman"/>
        </w:rPr>
        <w:t>, т.е.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строгого ограничения числа </w:t>
      </w:r>
      <w:r>
        <w:rPr>
          <w:rFonts w:eastAsia="TimesNewRoman"/>
        </w:rPr>
        <w:t>лиц или подразделений, подчинен</w:t>
      </w:r>
      <w:r w:rsidRPr="0070114A">
        <w:rPr>
          <w:rFonts w:eastAsia="TimesNewRoman"/>
        </w:rPr>
        <w:t>ных одному лицу.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Следующий принцип – </w:t>
      </w:r>
      <w:r w:rsidRPr="0070114A">
        <w:rPr>
          <w:rFonts w:eastAsia="TimesNewRoman"/>
          <w:i/>
          <w:iCs/>
        </w:rPr>
        <w:t>ограничение числа иерархических</w:t>
      </w:r>
      <w:r>
        <w:rPr>
          <w:rFonts w:eastAsia="TimesNewRoman"/>
          <w:i/>
          <w:iCs/>
        </w:rPr>
        <w:t xml:space="preserve"> </w:t>
      </w:r>
      <w:r w:rsidRPr="0070114A">
        <w:rPr>
          <w:rFonts w:eastAsia="TimesNewRoman"/>
          <w:i/>
          <w:iCs/>
        </w:rPr>
        <w:t xml:space="preserve">ступеней </w:t>
      </w:r>
      <w:r w:rsidRPr="0070114A">
        <w:rPr>
          <w:rFonts w:eastAsia="TimesNewRoman"/>
        </w:rPr>
        <w:t>в структуре орга</w:t>
      </w:r>
      <w:r>
        <w:rPr>
          <w:rFonts w:eastAsia="TimesNewRoman"/>
        </w:rPr>
        <w:t>низации. Оптимальное число уров</w:t>
      </w:r>
      <w:r w:rsidRPr="0070114A">
        <w:rPr>
          <w:rFonts w:eastAsia="TimesNewRoman"/>
        </w:rPr>
        <w:t>ней между руководителем технической службы и рабочим – 3–4.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противном случае замедляется прохождение информации,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сама она искажается, теряются оперативность и надежность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управления.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разработке оргструктуры следует также помнить, что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чем больше предприятие, тем труднее им управлять. Не всегда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нужно стремиться к созда</w:t>
      </w:r>
      <w:r>
        <w:rPr>
          <w:rFonts w:eastAsia="TimesNewRoman"/>
        </w:rPr>
        <w:t>нию крупных АТП и автотранспорт</w:t>
      </w:r>
      <w:r w:rsidRPr="0070114A">
        <w:rPr>
          <w:rFonts w:eastAsia="TimesNewRoman"/>
        </w:rPr>
        <w:t>ных объединений (АТО). Выгоды, получаемые от увеличения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производственных мощност</w:t>
      </w:r>
      <w:r>
        <w:rPr>
          <w:rFonts w:eastAsia="TimesNewRoman"/>
        </w:rPr>
        <w:t>ей, совершенной техники и техно</w:t>
      </w:r>
      <w:r w:rsidRPr="0070114A">
        <w:rPr>
          <w:rFonts w:eastAsia="TimesNewRoman"/>
        </w:rPr>
        <w:t>логии, поглощаются потерям</w:t>
      </w:r>
      <w:r>
        <w:rPr>
          <w:rFonts w:eastAsia="TimesNewRoman"/>
        </w:rPr>
        <w:t>и, связанными с излишней центра</w:t>
      </w:r>
      <w:r w:rsidRPr="0070114A">
        <w:rPr>
          <w:rFonts w:eastAsia="TimesNewRoman"/>
        </w:rPr>
        <w:t>лизацией управления. Особенно это характерно при создании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крупных АТО. Поэтому руководитель должен делегировать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полномочия (т.е. перекладывать ответственность за решение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повторяющихся вопросов на</w:t>
      </w:r>
      <w:r>
        <w:rPr>
          <w:rFonts w:eastAsia="TimesNewRoman"/>
        </w:rPr>
        <w:t xml:space="preserve"> своих подчиненных), иначе гово</w:t>
      </w:r>
      <w:r w:rsidRPr="0070114A">
        <w:rPr>
          <w:rFonts w:eastAsia="TimesNewRoman"/>
        </w:rPr>
        <w:t>ря: начальник никогда не должен делать сам того, что может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сделать подчиненный. Убеди</w:t>
      </w:r>
      <w:r>
        <w:rPr>
          <w:rFonts w:eastAsia="TimesNewRoman"/>
        </w:rPr>
        <w:t>тельное доказательство этого по</w:t>
      </w:r>
      <w:r w:rsidRPr="0070114A">
        <w:rPr>
          <w:rFonts w:eastAsia="TimesNewRoman"/>
        </w:rPr>
        <w:t>ложения можно найти в пр</w:t>
      </w:r>
      <w:r>
        <w:rPr>
          <w:rFonts w:eastAsia="TimesNewRoman"/>
        </w:rPr>
        <w:t>еимуществах, которые продемонст</w:t>
      </w:r>
      <w:r w:rsidRPr="0070114A">
        <w:rPr>
          <w:rFonts w:eastAsia="TimesNewRoman"/>
        </w:rPr>
        <w:t>рировала бригадная форма организации труда.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5</w:t>
      </w:r>
      <w:r w:rsidRPr="0070114A">
        <w:rPr>
          <w:rFonts w:eastAsia="TimesNewRoman"/>
        </w:rPr>
        <w:t xml:space="preserve">.3. </w:t>
      </w:r>
      <w:r w:rsidRPr="0070114A">
        <w:rPr>
          <w:rFonts w:eastAsia="TimesNewRoman,Bold"/>
        </w:rPr>
        <w:t>Организационная структура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инженерно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технической службы АТП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Структура инженерно-технич</w:t>
      </w:r>
      <w:r>
        <w:rPr>
          <w:rFonts w:eastAsia="TimesNewRoman"/>
        </w:rPr>
        <w:t>еской службы зависит от ти</w:t>
      </w:r>
      <w:r w:rsidRPr="0070114A">
        <w:rPr>
          <w:rFonts w:eastAsia="TimesNewRoman"/>
        </w:rPr>
        <w:t>па и мощности предприятия и принятой в отрасли системы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производства ТО и ТР подвижного состава, в основе которой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лежат агрегатно-узловой метод ремонта и планово-предупредительная система</w:t>
      </w:r>
      <w:r>
        <w:rPr>
          <w:rFonts w:eastAsia="TimesNewRoman"/>
        </w:rPr>
        <w:t xml:space="preserve"> ТО. На каждом предприятии орга</w:t>
      </w:r>
      <w:r w:rsidRPr="0070114A">
        <w:rPr>
          <w:rFonts w:eastAsia="TimesNewRoman"/>
        </w:rPr>
        <w:t>низационная структура системы управления производством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должна соответствовать конкретным условиям производства.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Возглавляет инженерно-техническую службу </w:t>
      </w:r>
      <w:r w:rsidRPr="0070114A">
        <w:rPr>
          <w:rFonts w:eastAsia="TimesNewRoman,Italic"/>
          <w:i/>
          <w:iCs/>
        </w:rPr>
        <w:t>главный инженер</w:t>
      </w:r>
      <w:r w:rsidRPr="0070114A">
        <w:rPr>
          <w:rFonts w:eastAsia="TimesNewRoman"/>
        </w:rPr>
        <w:t>. Он несет ответственность за техническое состояние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подвижного состава, развитие и состояние технической базы,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материально-техническое обеспечение. Главный инженер имеет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право распоряжаться материальными фондами, формировать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производственный персонал, устанавливать размер премий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поощрений производственным рабочим за хорошие показатели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работы и экономное расходование материальных фондов.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Инженерно-техническая</w:t>
      </w:r>
      <w:r>
        <w:rPr>
          <w:rFonts w:eastAsia="TimesNewRoman"/>
        </w:rPr>
        <w:t xml:space="preserve"> служба АТП включает в себя сле</w:t>
      </w:r>
      <w:r w:rsidRPr="0070114A">
        <w:rPr>
          <w:rFonts w:eastAsia="TimesNewRoman"/>
        </w:rPr>
        <w:t xml:space="preserve">дующие подразделения (рис. </w:t>
      </w:r>
      <w:r>
        <w:rPr>
          <w:rFonts w:eastAsia="TimesNewRoman"/>
        </w:rPr>
        <w:t>5</w:t>
      </w:r>
      <w:r w:rsidRPr="0070114A">
        <w:rPr>
          <w:rFonts w:eastAsia="TimesNewRoman"/>
        </w:rPr>
        <w:t>.1).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</w:rPr>
        <w:t xml:space="preserve">Центр </w:t>
      </w:r>
      <w:r w:rsidRPr="0070114A">
        <w:rPr>
          <w:rFonts w:eastAsia="TimesNewRoman"/>
        </w:rPr>
        <w:t>(</w:t>
      </w:r>
      <w:r w:rsidRPr="0070114A">
        <w:rPr>
          <w:rFonts w:eastAsia="TimesNewRoman,Bold"/>
        </w:rPr>
        <w:t>отдел</w:t>
      </w:r>
      <w:r w:rsidRPr="0070114A">
        <w:rPr>
          <w:rFonts w:eastAsia="TimesNewRoman"/>
        </w:rPr>
        <w:t xml:space="preserve">) </w:t>
      </w:r>
      <w:r w:rsidRPr="0070114A">
        <w:rPr>
          <w:rFonts w:eastAsia="TimesNewRoman,Bold"/>
        </w:rPr>
        <w:t xml:space="preserve">управления производством </w:t>
      </w:r>
      <w:r>
        <w:rPr>
          <w:rFonts w:eastAsia="TimesNewRoman"/>
        </w:rPr>
        <w:t>состоит из от</w:t>
      </w:r>
      <w:r w:rsidRPr="0070114A">
        <w:rPr>
          <w:rFonts w:eastAsia="TimesNewRoman"/>
        </w:rPr>
        <w:t xml:space="preserve">дела (группы) оперативного </w:t>
      </w:r>
      <w:r>
        <w:rPr>
          <w:rFonts w:eastAsia="TimesNewRoman"/>
        </w:rPr>
        <w:t>управления и отдела (группы) об</w:t>
      </w:r>
      <w:r w:rsidRPr="0070114A">
        <w:rPr>
          <w:rFonts w:eastAsia="TimesNewRoman"/>
        </w:rPr>
        <w:t xml:space="preserve">работки и анализа информации. В </w:t>
      </w:r>
      <w:r w:rsidRPr="0070114A">
        <w:rPr>
          <w:rFonts w:eastAsia="TimesNewRoman,Italic"/>
          <w:i/>
          <w:iCs/>
        </w:rPr>
        <w:t xml:space="preserve">отдел оперативного управления </w:t>
      </w:r>
      <w:r w:rsidRPr="0070114A">
        <w:rPr>
          <w:rFonts w:eastAsia="TimesNewRoman"/>
        </w:rPr>
        <w:t xml:space="preserve">входят технические диспетчеры производства. </w:t>
      </w:r>
      <w:r w:rsidRPr="0070114A">
        <w:rPr>
          <w:rFonts w:eastAsia="TimesNewRoman,Italic"/>
          <w:i/>
          <w:iCs/>
        </w:rPr>
        <w:t xml:space="preserve">Группа обработки и анализа информации </w:t>
      </w:r>
      <w:r w:rsidRPr="0070114A">
        <w:rPr>
          <w:rFonts w:eastAsia="TimesNewRoman"/>
        </w:rPr>
        <w:t>имеет тесную оперативную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связь</w:t>
      </w:r>
    </w:p>
    <w:p w:rsidR="00C05A20" w:rsidRPr="0070114A" w:rsidRDefault="00C05A20" w:rsidP="00F26B85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39" type="#_x0000_t75" style="width:306pt;height:507pt;visibility:visible">
            <v:imagedata r:id="rId18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Рис. </w:t>
      </w:r>
      <w:r>
        <w:rPr>
          <w:rFonts w:eastAsia="TimesNewRoman"/>
        </w:rPr>
        <w:t>5</w:t>
      </w:r>
      <w:r w:rsidRPr="0070114A">
        <w:rPr>
          <w:rFonts w:eastAsia="TimesNewRoman"/>
        </w:rPr>
        <w:t>.1. Схема структуры и управления инженерно-технической службы АТП</w:t>
      </w:r>
    </w:p>
    <w:p w:rsidR="00C05A20" w:rsidRPr="0070114A" w:rsidRDefault="00C05A20" w:rsidP="00F26B85">
      <w:pPr>
        <w:autoSpaceDE w:val="0"/>
        <w:autoSpaceDN w:val="0"/>
        <w:adjustRightInd w:val="0"/>
        <w:jc w:val="left"/>
        <w:rPr>
          <w:rFonts w:eastAsia="TimesNewRoman"/>
        </w:rPr>
      </w:pPr>
      <w:r w:rsidRPr="0070114A">
        <w:rPr>
          <w:rFonts w:eastAsia="TimesNewRoman"/>
        </w:rPr>
        <w:t>с другими отелами. ЦУП планирует и оперативно управляет работами, основанными на технологическом принципе формирования производственных подразделений. Каждый вид технических воздействий выполняет специализированная бригада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участок. Бригады или участки (иногда отдельные исполнители),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производящие работы, однородные по назначению и специфике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выполнения, объединяются в производственные комплексы.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ЦУП рекомендуется создавать пять производственных комплексов: диагностики (Д), технического обслуживания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(ТО), текущего ремонта (ТР),</w:t>
      </w:r>
      <w:r>
        <w:rPr>
          <w:rFonts w:eastAsia="TimesNewRoman"/>
        </w:rPr>
        <w:t xml:space="preserve"> ремонтных участков (РУ), подго</w:t>
      </w:r>
      <w:r w:rsidRPr="0070114A">
        <w:rPr>
          <w:rFonts w:eastAsia="TimesNewRoman"/>
        </w:rPr>
        <w:t>товки производства (ПП). Возможно объединение комплексов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 и ТР в единый комплекс ТОД.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Комплекс ТР </w:t>
      </w:r>
      <w:r w:rsidRPr="0070114A">
        <w:rPr>
          <w:rFonts w:eastAsia="TimesNewRoman"/>
        </w:rPr>
        <w:t>объединяет подразделения, производящие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работы по замене неисправны</w:t>
      </w:r>
      <w:r>
        <w:rPr>
          <w:rFonts w:eastAsia="TimesNewRoman"/>
        </w:rPr>
        <w:t>х агрегатов и деталей на исправ</w:t>
      </w:r>
      <w:r w:rsidRPr="0070114A">
        <w:rPr>
          <w:rFonts w:eastAsia="TimesNewRoman"/>
        </w:rPr>
        <w:t>ные, а также крепежно-регулировочные и другие работы по ТР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непосредственно на автомобилях.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Комплекс РУ </w:t>
      </w:r>
      <w:r w:rsidRPr="0070114A">
        <w:rPr>
          <w:rFonts w:eastAsia="TimesNewRoman"/>
        </w:rPr>
        <w:t>объединяет подразделения, производящие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работы по обслуживанию и </w:t>
      </w:r>
      <w:r>
        <w:rPr>
          <w:rFonts w:eastAsia="TimesNewRoman"/>
        </w:rPr>
        <w:t>ремонту снятых с автомобилей аг</w:t>
      </w:r>
      <w:r w:rsidRPr="0070114A">
        <w:rPr>
          <w:rFonts w:eastAsia="TimesNewRoman"/>
        </w:rPr>
        <w:t>регатов и деталей, изготовлен</w:t>
      </w:r>
      <w:r>
        <w:rPr>
          <w:rFonts w:eastAsia="TimesNewRoman"/>
        </w:rPr>
        <w:t>ию деталей, а также другие рабо</w:t>
      </w:r>
      <w:r w:rsidRPr="0070114A">
        <w:rPr>
          <w:rFonts w:eastAsia="TimesNewRoman"/>
        </w:rPr>
        <w:t>ты, не связанные с непосред</w:t>
      </w:r>
      <w:r>
        <w:rPr>
          <w:rFonts w:eastAsia="TimesNewRoman"/>
        </w:rPr>
        <w:t>ственным выполнением их на авто</w:t>
      </w:r>
      <w:r w:rsidRPr="0070114A">
        <w:rPr>
          <w:rFonts w:eastAsia="TimesNewRoman"/>
        </w:rPr>
        <w:t>мобилях. Однако некоторые производственные подразделения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практически осуществляют раб</w:t>
      </w:r>
      <w:r>
        <w:rPr>
          <w:rFonts w:eastAsia="TimesNewRoman"/>
        </w:rPr>
        <w:t>оты как связанные, так и не свя</w:t>
      </w:r>
      <w:r w:rsidRPr="0070114A">
        <w:rPr>
          <w:rFonts w:eastAsia="TimesNewRoman"/>
        </w:rPr>
        <w:t>занные с непосредственным выполнением их на автомобиле,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например бригады, выполняющие электротехнические, сварочные, медницкие, обойные, столярные и другие работы. Отнесение таких подразделений к комплексу ТР или РУ должно производиться с учетом преобладающего вида работ (по трудоемкости), а также с учетом различных организационных соображений применительно к конкретным местным условиям.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Количество бригад, выполняющих один вид технических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воздействий, и закрепление их за подвижным составом зависит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каждом конкретном случа</w:t>
      </w:r>
      <w:r>
        <w:rPr>
          <w:rFonts w:eastAsia="TimesNewRoman"/>
        </w:rPr>
        <w:t>е от трудоемкости производствен</w:t>
      </w:r>
      <w:r w:rsidRPr="0070114A">
        <w:rPr>
          <w:rFonts w:eastAsia="TimesNewRoman"/>
        </w:rPr>
        <w:t>ной программы, количества</w:t>
      </w:r>
      <w:r>
        <w:rPr>
          <w:rFonts w:eastAsia="TimesNewRoman"/>
        </w:rPr>
        <w:t xml:space="preserve"> моделей автомобилей, общей ком</w:t>
      </w:r>
      <w:r w:rsidRPr="0070114A">
        <w:rPr>
          <w:rFonts w:eastAsia="TimesNewRoman"/>
        </w:rPr>
        <w:t>поновки помещений технической службы, необходимости выполнения одного вида технического воздействия в несколько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смен, расположения автоколонн на отдельных территориях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других условий. В одной бригаде целесообразно иметь от 4 до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15 человек.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Комплекс ПП </w:t>
      </w:r>
      <w:r w:rsidRPr="0070114A">
        <w:rPr>
          <w:rFonts w:eastAsia="TimesNewRoman"/>
        </w:rPr>
        <w:t>объединяет следующие структурные подразделения: участок (группа) комплектации, промежуточный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склад, транспортный и моечный участки, инструментальный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склад. В зависимости от ко</w:t>
      </w:r>
      <w:r>
        <w:rPr>
          <w:rFonts w:eastAsia="TimesNewRoman"/>
        </w:rPr>
        <w:t>нкретных условий допускается со</w:t>
      </w:r>
      <w:r w:rsidRPr="0070114A">
        <w:rPr>
          <w:rFonts w:eastAsia="TimesNewRoman"/>
        </w:rPr>
        <w:t>вмещение функций участков комплекса ПП. На предприятиях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небольшой мощности работы</w:t>
      </w:r>
      <w:r>
        <w:rPr>
          <w:rFonts w:eastAsia="TimesNewRoman"/>
        </w:rPr>
        <w:t xml:space="preserve"> участков могут выполняться бри</w:t>
      </w:r>
      <w:r w:rsidRPr="0070114A">
        <w:rPr>
          <w:rFonts w:eastAsia="TimesNewRoman"/>
        </w:rPr>
        <w:t>гадами, звеньями или отдельными исполнителями. Участок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(группа) комплектации обес</w:t>
      </w:r>
      <w:r>
        <w:rPr>
          <w:rFonts w:eastAsia="TimesNewRoman"/>
        </w:rPr>
        <w:t>печивает комплектование обменно</w:t>
      </w:r>
      <w:r w:rsidRPr="0070114A">
        <w:rPr>
          <w:rFonts w:eastAsia="TimesNewRoman"/>
        </w:rPr>
        <w:t xml:space="preserve">го фонда, подбор запасных </w:t>
      </w:r>
      <w:r>
        <w:rPr>
          <w:rFonts w:eastAsia="TimesNewRoman"/>
        </w:rPr>
        <w:t>частей по заданию ЦУП, необходи</w:t>
      </w:r>
      <w:r w:rsidRPr="0070114A">
        <w:rPr>
          <w:rFonts w:eastAsia="TimesNewRoman"/>
        </w:rPr>
        <w:t>мых для выполнения ремонтн</w:t>
      </w:r>
      <w:r>
        <w:rPr>
          <w:rFonts w:eastAsia="TimesNewRoman"/>
        </w:rPr>
        <w:t>ых работ, и доставку их на рабо</w:t>
      </w:r>
      <w:r w:rsidRPr="0070114A">
        <w:rPr>
          <w:rFonts w:eastAsia="TimesNewRoman"/>
        </w:rPr>
        <w:t>чие места, а также осуществляет транспортировку агрегатов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деталей, снятых с автомобилей для ремонта. На промежуточном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складе хранят агрегаты и де</w:t>
      </w:r>
      <w:r>
        <w:rPr>
          <w:rFonts w:eastAsia="TimesNewRoman"/>
        </w:rPr>
        <w:t>тали (в основном отремонтирован</w:t>
      </w:r>
      <w:r w:rsidRPr="0070114A">
        <w:rPr>
          <w:rFonts w:eastAsia="TimesNewRoman"/>
        </w:rPr>
        <w:t>ные) и обеспечивают запас. На транспортном участке перегоняют автомобили и транспортируют тяжеловесные агрегаты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детали по территории АТП.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Моечный участок обеспеч</w:t>
      </w:r>
      <w:r>
        <w:rPr>
          <w:rFonts w:eastAsia="TimesNewRoman"/>
        </w:rPr>
        <w:t>ивает мойку всех агрегатов и де</w:t>
      </w:r>
      <w:r w:rsidRPr="0070114A">
        <w:rPr>
          <w:rFonts w:eastAsia="TimesNewRoman"/>
        </w:rPr>
        <w:t xml:space="preserve">талей, снятых с автомобилей </w:t>
      </w:r>
      <w:r>
        <w:rPr>
          <w:rFonts w:eastAsia="TimesNewRoman"/>
        </w:rPr>
        <w:t>перед отправкой на ремонт. Инст</w:t>
      </w:r>
      <w:r w:rsidRPr="0070114A">
        <w:rPr>
          <w:rFonts w:eastAsia="TimesNewRoman"/>
        </w:rPr>
        <w:t>рументальный склад предназ</w:t>
      </w:r>
      <w:r>
        <w:rPr>
          <w:rFonts w:eastAsia="TimesNewRoman"/>
        </w:rPr>
        <w:t>начен для хранения, выдачи и ре</w:t>
      </w:r>
      <w:r w:rsidRPr="0070114A">
        <w:rPr>
          <w:rFonts w:eastAsia="TimesNewRoman"/>
        </w:rPr>
        <w:t>монта инструмента.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зависимости от назначения и мощности АТП, а также 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принятой организационной </w:t>
      </w:r>
      <w:r>
        <w:rPr>
          <w:rFonts w:eastAsia="TimesNewRoman"/>
        </w:rPr>
        <w:t>структуры управления на предпри</w:t>
      </w:r>
      <w:r w:rsidRPr="0070114A">
        <w:rPr>
          <w:rFonts w:eastAsia="TimesNewRoman"/>
        </w:rPr>
        <w:t>ятии главному инженеру п</w:t>
      </w:r>
      <w:r>
        <w:rPr>
          <w:rFonts w:eastAsia="TimesNewRoman"/>
        </w:rPr>
        <w:t>одчинено ЦУП и еще несколько са</w:t>
      </w:r>
      <w:r w:rsidRPr="0070114A">
        <w:rPr>
          <w:rFonts w:eastAsia="TimesNewRoman"/>
        </w:rPr>
        <w:t>мостоятельных в функциональном отношении подразделений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(отделов): производственно-технический отдел (ПТО), отдел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главного механика (ОГМ), о</w:t>
      </w:r>
      <w:r>
        <w:rPr>
          <w:rFonts w:eastAsia="TimesNewRoman"/>
        </w:rPr>
        <w:t>тдел снабжения (ОС) и отдел тех</w:t>
      </w:r>
      <w:r w:rsidRPr="0070114A">
        <w:rPr>
          <w:rFonts w:eastAsia="TimesNewRoman"/>
        </w:rPr>
        <w:t>нического контроля (ОТК).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Ведущая роль среди этих подразделений принадлежит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ПТО. Он создается на АТП, имеющих не менее 300 единиц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подвижного состава, и является центром технической политики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 предприятии.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Bold"/>
        </w:rPr>
        <w:t>Производственно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технический отдел</w:t>
      </w:r>
      <w:r w:rsidRPr="0070114A">
        <w:rPr>
          <w:rFonts w:eastAsia="TimesNewRoman"/>
        </w:rPr>
        <w:t>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анализирует результаты деятельности комплексных участков;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разрабатывает предложения по внедрению новой техники и передовой технологии, совершенствованию организации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труда ремонтных работ и ИТР; разрабатывает и осуществляет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мероприятия по охране труда</w:t>
      </w:r>
      <w:r>
        <w:rPr>
          <w:rFonts w:eastAsia="TimesNewRoman"/>
        </w:rPr>
        <w:t xml:space="preserve"> и технике безопасности; органи</w:t>
      </w:r>
      <w:r w:rsidRPr="0070114A">
        <w:rPr>
          <w:rFonts w:eastAsia="TimesNewRoman"/>
        </w:rPr>
        <w:t>зует изобретательскую и ра</w:t>
      </w:r>
      <w:r>
        <w:rPr>
          <w:rFonts w:eastAsia="TimesNewRoman"/>
        </w:rPr>
        <w:t>ционализаторскую работу и разра</w:t>
      </w:r>
      <w:r w:rsidRPr="0070114A">
        <w:rPr>
          <w:rFonts w:eastAsia="TimesNewRoman"/>
        </w:rPr>
        <w:t>батывает технические нормативы и инструкции;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обеспечивает технической, проектно-сметной и конструкторской документацией </w:t>
      </w:r>
      <w:r>
        <w:rPr>
          <w:rFonts w:eastAsia="TimesNewRoman"/>
        </w:rPr>
        <w:t>все подразделения производствен</w:t>
      </w:r>
      <w:r w:rsidRPr="0070114A">
        <w:rPr>
          <w:rFonts w:eastAsia="TimesNewRoman"/>
        </w:rPr>
        <w:t>но-технической службы;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>
        <w:rPr>
          <w:rFonts w:eastAsia="TimesNewRoman"/>
        </w:rPr>
        <w:t xml:space="preserve">– разрабатывает </w:t>
      </w:r>
      <w:r w:rsidRPr="0070114A">
        <w:rPr>
          <w:rFonts w:eastAsia="TimesNewRoman"/>
        </w:rPr>
        <w:t>планы по перспективному развитию производственно-технической базы АТП и совершенствованию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производственной деятельности предприятия, рассчитывает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производственную программу предприятия; принимает участие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разработке структуры, штатов производственно-технической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службы и транспортно-финансового плана;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проводит анализ причин и частоты возникновения неисправностей автомобилей, принимает меры по ул</w:t>
      </w:r>
      <w:r>
        <w:rPr>
          <w:rFonts w:eastAsia="TimesNewRoman"/>
        </w:rPr>
        <w:t>учшению каче</w:t>
      </w:r>
      <w:r w:rsidRPr="0070114A">
        <w:rPr>
          <w:rFonts w:eastAsia="TimesNewRoman"/>
        </w:rPr>
        <w:t>ства ТО и ремонта подвижног</w:t>
      </w:r>
      <w:r>
        <w:rPr>
          <w:rFonts w:eastAsia="TimesNewRoman"/>
        </w:rPr>
        <w:t>о состава, экономии шин, горюче-</w:t>
      </w:r>
      <w:r w:rsidRPr="0070114A">
        <w:rPr>
          <w:rFonts w:eastAsia="TimesNewRoman"/>
        </w:rPr>
        <w:t>смазочных и других эксплуатационных материалов; проводит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техническую учебу и мероп</w:t>
      </w:r>
      <w:r>
        <w:rPr>
          <w:rFonts w:eastAsia="TimesNewRoman"/>
        </w:rPr>
        <w:t>риятия по совершенствованию про</w:t>
      </w:r>
      <w:r w:rsidRPr="0070114A">
        <w:rPr>
          <w:rFonts w:eastAsia="TimesNewRoman"/>
        </w:rPr>
        <w:t>изводственного процесса,</w:t>
      </w:r>
      <w:r>
        <w:rPr>
          <w:rFonts w:eastAsia="TimesNewRoman"/>
        </w:rPr>
        <w:t xml:space="preserve"> внедрению новой техники, рацио</w:t>
      </w:r>
      <w:r w:rsidRPr="0070114A">
        <w:rPr>
          <w:rFonts w:eastAsia="TimesNewRoman"/>
        </w:rPr>
        <w:t>нальной технологии и т.д.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ОГМ следят за содержанием в технически исправном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состоянии зданий, сооружений, энергосилового и санитарно-технологического хозяйств</w:t>
      </w:r>
      <w:r>
        <w:rPr>
          <w:rFonts w:eastAsia="TimesNewRoman"/>
        </w:rPr>
        <w:t>а; обслуживанием и ремонтом тех</w:t>
      </w:r>
      <w:r w:rsidRPr="0070114A">
        <w:rPr>
          <w:rFonts w:eastAsia="TimesNewRoman"/>
        </w:rPr>
        <w:t>нологического оборудования, инструментальной оснастки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правильным их использован</w:t>
      </w:r>
      <w:r>
        <w:rPr>
          <w:rFonts w:eastAsia="TimesNewRoman"/>
        </w:rPr>
        <w:t>ием. Самостоятельным подразделе</w:t>
      </w:r>
      <w:r w:rsidRPr="0070114A">
        <w:rPr>
          <w:rFonts w:eastAsia="TimesNewRoman"/>
        </w:rPr>
        <w:t>нием ОГМ существует толь</w:t>
      </w:r>
      <w:r>
        <w:rPr>
          <w:rFonts w:eastAsia="TimesNewRoman"/>
        </w:rPr>
        <w:t>ко на АТП, имеющих свыше 500 ав</w:t>
      </w:r>
      <w:r w:rsidRPr="0070114A">
        <w:rPr>
          <w:rFonts w:eastAsia="TimesNewRoman"/>
        </w:rPr>
        <w:t>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ОС обеспечивают бес</w:t>
      </w:r>
      <w:r>
        <w:rPr>
          <w:rFonts w:eastAsia="TimesNewRoman"/>
        </w:rPr>
        <w:t>перебойное материально- техниче</w:t>
      </w:r>
      <w:r w:rsidRPr="0070114A">
        <w:rPr>
          <w:rFonts w:eastAsia="TimesNewRoman"/>
        </w:rPr>
        <w:t>ское снабжение АТП, состав</w:t>
      </w:r>
      <w:r>
        <w:rPr>
          <w:rFonts w:eastAsia="TimesNewRoman"/>
        </w:rPr>
        <w:t>ляют заявки на необходимые мате</w:t>
      </w:r>
      <w:r w:rsidRPr="0070114A">
        <w:rPr>
          <w:rFonts w:eastAsia="TimesNewRoman"/>
        </w:rPr>
        <w:t>риалы, запасные части, агрегаты</w:t>
      </w:r>
      <w:r>
        <w:rPr>
          <w:rFonts w:eastAsia="TimesNewRoman"/>
        </w:rPr>
        <w:t>, шины, оборудование и орга</w:t>
      </w:r>
      <w:r w:rsidRPr="0070114A">
        <w:rPr>
          <w:rFonts w:eastAsia="TimesNewRoman"/>
        </w:rPr>
        <w:t>низуют работу складского хоз</w:t>
      </w:r>
      <w:r>
        <w:rPr>
          <w:rFonts w:eastAsia="TimesNewRoman"/>
        </w:rPr>
        <w:t>яйства. В состав ОС входят инже</w:t>
      </w:r>
      <w:r w:rsidRPr="0070114A">
        <w:rPr>
          <w:rFonts w:eastAsia="TimesNewRoman"/>
        </w:rPr>
        <w:t>неры и техники по снабжени</w:t>
      </w:r>
      <w:r>
        <w:rPr>
          <w:rFonts w:eastAsia="TimesNewRoman"/>
        </w:rPr>
        <w:t>ю, экспедиторы, заведующие скла</w:t>
      </w:r>
      <w:r w:rsidRPr="0070114A">
        <w:rPr>
          <w:rFonts w:eastAsia="TimesNewRoman"/>
        </w:rPr>
        <w:t>дами и кладовщики.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ОТК контролируют к</w:t>
      </w:r>
      <w:r>
        <w:rPr>
          <w:rFonts w:eastAsia="TimesNewRoman"/>
        </w:rPr>
        <w:t>ачество приема и выпуска автомо</w:t>
      </w:r>
      <w:r w:rsidRPr="0070114A">
        <w:rPr>
          <w:rFonts w:eastAsia="TimesNewRoman"/>
        </w:rPr>
        <w:t>билей на линию, выполнение предусмотренных объемов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производстве всех видо</w:t>
      </w:r>
      <w:r>
        <w:rPr>
          <w:rFonts w:eastAsia="TimesNewRoman"/>
        </w:rPr>
        <w:t>в обслуживания и ремонта, соблю</w:t>
      </w:r>
      <w:r w:rsidRPr="0070114A">
        <w:rPr>
          <w:rFonts w:eastAsia="TimesNewRoman"/>
        </w:rPr>
        <w:t>дение технологии в функц</w:t>
      </w:r>
      <w:r>
        <w:rPr>
          <w:rFonts w:eastAsia="TimesNewRoman"/>
        </w:rPr>
        <w:t>иональных подразделениях в соот</w:t>
      </w:r>
      <w:r w:rsidRPr="0070114A">
        <w:rPr>
          <w:rFonts w:eastAsia="TimesNewRoman"/>
        </w:rPr>
        <w:t>ветствии с установленным т</w:t>
      </w:r>
      <w:r>
        <w:rPr>
          <w:rFonts w:eastAsia="TimesNewRoman"/>
        </w:rPr>
        <w:t>ехнологическим регламентом, тех</w:t>
      </w:r>
      <w:r w:rsidRPr="0070114A">
        <w:rPr>
          <w:rFonts w:eastAsia="TimesNewRoman"/>
        </w:rPr>
        <w:t>нологическими картами, инструкциями и схемами; определяют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показатели надежности и долговечности автомобильной техники; контролируют качество</w:t>
      </w:r>
      <w:r>
        <w:rPr>
          <w:rFonts w:eastAsia="TimesNewRoman"/>
        </w:rPr>
        <w:t xml:space="preserve"> работ, выполняемых предприятия</w:t>
      </w:r>
      <w:r w:rsidRPr="0070114A">
        <w:rPr>
          <w:rFonts w:eastAsia="TimesNewRoman"/>
        </w:rPr>
        <w:t>ми, услугами которых пользу</w:t>
      </w:r>
      <w:r>
        <w:rPr>
          <w:rFonts w:eastAsia="TimesNewRoman"/>
        </w:rPr>
        <w:t>ется АТП, состояние технологиче</w:t>
      </w:r>
      <w:r w:rsidRPr="0070114A">
        <w:rPr>
          <w:rFonts w:eastAsia="TimesNewRoman"/>
        </w:rPr>
        <w:t>ского оборудования; следят за</w:t>
      </w:r>
      <w:r>
        <w:rPr>
          <w:rFonts w:eastAsia="TimesNewRoman"/>
        </w:rPr>
        <w:t xml:space="preserve"> качеством и соответствием стан</w:t>
      </w:r>
      <w:r w:rsidRPr="0070114A">
        <w:rPr>
          <w:rFonts w:eastAsia="TimesNewRoman"/>
        </w:rPr>
        <w:t>дартам и техническим усло</w:t>
      </w:r>
      <w:r>
        <w:rPr>
          <w:rFonts w:eastAsia="TimesNewRoman"/>
        </w:rPr>
        <w:t>виям поступающих на склады мате</w:t>
      </w:r>
      <w:r w:rsidRPr="0070114A">
        <w:rPr>
          <w:rFonts w:eastAsia="TimesNewRoman"/>
        </w:rPr>
        <w:t>риалов, полуфабрикатов, за</w:t>
      </w:r>
      <w:r>
        <w:rPr>
          <w:rFonts w:eastAsia="TimesNewRoman"/>
        </w:rPr>
        <w:t>пчастей и надлежащим их хранени</w:t>
      </w:r>
      <w:r w:rsidRPr="0070114A">
        <w:rPr>
          <w:rFonts w:eastAsia="TimesNewRoman"/>
        </w:rPr>
        <w:t>ем; контролируют соблюдени</w:t>
      </w:r>
      <w:r>
        <w:rPr>
          <w:rFonts w:eastAsia="TimesNewRoman"/>
        </w:rPr>
        <w:t>е правил и сроков постановки ав</w:t>
      </w:r>
      <w:r w:rsidRPr="0070114A">
        <w:rPr>
          <w:rFonts w:eastAsia="TimesNewRoman"/>
        </w:rPr>
        <w:t>томобилей на ТО и ремонт; п</w:t>
      </w:r>
      <w:r>
        <w:rPr>
          <w:rFonts w:eastAsia="TimesNewRoman"/>
        </w:rPr>
        <w:t>роводят техническую учебу по по</w:t>
      </w:r>
      <w:r w:rsidRPr="0070114A">
        <w:rPr>
          <w:rFonts w:eastAsia="TimesNewRoman"/>
        </w:rPr>
        <w:t>вышению квалификации ремон</w:t>
      </w:r>
      <w:r>
        <w:rPr>
          <w:rFonts w:eastAsia="TimesNewRoman"/>
        </w:rPr>
        <w:t>тно-обслуживающего и техниче</w:t>
      </w:r>
      <w:r w:rsidRPr="0070114A">
        <w:rPr>
          <w:rFonts w:eastAsia="TimesNewRoman"/>
        </w:rPr>
        <w:t>ского персонала; составляют рекламационные акты и претензии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 поставкам; проводят периодический выборочный контроль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технического состояния подвижного состава.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Заместителю руководителя АТП по технической части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(главному инженеру), явл</w:t>
      </w:r>
      <w:r>
        <w:rPr>
          <w:rFonts w:eastAsia="TimesNewRoman"/>
        </w:rPr>
        <w:t>яющемуся первым заместителем ди</w:t>
      </w:r>
      <w:r w:rsidRPr="0070114A">
        <w:rPr>
          <w:rFonts w:eastAsia="TimesNewRoman"/>
        </w:rPr>
        <w:t>ректора предприятия, админ</w:t>
      </w:r>
      <w:r>
        <w:rPr>
          <w:rFonts w:eastAsia="TimesNewRoman"/>
        </w:rPr>
        <w:t>истративно и оперативно подчине</w:t>
      </w:r>
      <w:r w:rsidRPr="0070114A">
        <w:rPr>
          <w:rFonts w:eastAsia="TimesNewRoman"/>
        </w:rPr>
        <w:t>ны начальники отделов уп</w:t>
      </w:r>
      <w:r>
        <w:rPr>
          <w:rFonts w:eastAsia="TimesNewRoman"/>
        </w:rPr>
        <w:t>равления производством и матери</w:t>
      </w:r>
      <w:r w:rsidRPr="0070114A">
        <w:rPr>
          <w:rFonts w:eastAsia="TimesNewRoman"/>
        </w:rPr>
        <w:t>ально-технического снабжен</w:t>
      </w:r>
      <w:r>
        <w:rPr>
          <w:rFonts w:eastAsia="TimesNewRoman"/>
        </w:rPr>
        <w:t>ия, ремонтных мастерских, техни</w:t>
      </w:r>
      <w:r w:rsidRPr="0070114A">
        <w:rPr>
          <w:rFonts w:eastAsia="TimesNewRoman"/>
        </w:rPr>
        <w:t>ческого отдела, главный механик, инженер по охране труда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технике безопасности.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разработке органи</w:t>
      </w:r>
      <w:r>
        <w:rPr>
          <w:rFonts w:eastAsia="TimesNewRoman"/>
        </w:rPr>
        <w:t>зационно-производственной струк</w:t>
      </w:r>
      <w:r w:rsidRPr="0070114A">
        <w:rPr>
          <w:rFonts w:eastAsia="TimesNewRoman"/>
        </w:rPr>
        <w:t>туры ИТС для конкретного АТП учитываются как внешние по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отношению к производственному процессу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факторы, та</w:t>
      </w:r>
      <w:r>
        <w:rPr>
          <w:rFonts w:eastAsia="TimesNewRoman"/>
        </w:rPr>
        <w:t>к и внут</w:t>
      </w:r>
      <w:r w:rsidRPr="0070114A">
        <w:rPr>
          <w:rFonts w:eastAsia="TimesNewRoman"/>
        </w:rPr>
        <w:t>ренние, в зависимости от чего приведенный выше перечень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подразделений ИТС может комбинироваться и видоизменяться.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основным внутренни</w:t>
      </w:r>
      <w:r>
        <w:rPr>
          <w:rFonts w:eastAsia="TimesNewRoman"/>
        </w:rPr>
        <w:t>м факторам можно отнести: разме</w:t>
      </w:r>
      <w:r w:rsidRPr="0070114A">
        <w:rPr>
          <w:rFonts w:eastAsia="TimesNewRoman"/>
        </w:rPr>
        <w:t>ры и структуру парка подвиж</w:t>
      </w:r>
      <w:r>
        <w:rPr>
          <w:rFonts w:eastAsia="TimesNewRoman"/>
        </w:rPr>
        <w:t>ного состава по наличию техноло</w:t>
      </w:r>
      <w:r w:rsidRPr="0070114A">
        <w:rPr>
          <w:rFonts w:eastAsia="TimesNewRoman"/>
        </w:rPr>
        <w:t>гически совместимых групп,</w:t>
      </w:r>
      <w:r>
        <w:rPr>
          <w:rFonts w:eastAsia="TimesNewRoman"/>
        </w:rPr>
        <w:t xml:space="preserve"> режим работы производства и ин</w:t>
      </w:r>
      <w:r w:rsidRPr="0070114A">
        <w:rPr>
          <w:rFonts w:eastAsia="TimesNewRoman"/>
        </w:rPr>
        <w:t>тенсивность эксплуатации по</w:t>
      </w:r>
      <w:r>
        <w:rPr>
          <w:rFonts w:eastAsia="TimesNewRoman"/>
        </w:rPr>
        <w:t>движного состава, уровень разви</w:t>
      </w:r>
      <w:r w:rsidRPr="0070114A">
        <w:rPr>
          <w:rFonts w:eastAsia="TimesNewRoman"/>
        </w:rPr>
        <w:t>тия производственно-технической базы и характер размещения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производственных зон, нали</w:t>
      </w:r>
      <w:r>
        <w:rPr>
          <w:rFonts w:eastAsia="TimesNewRoman"/>
        </w:rPr>
        <w:t>чие их территориальной разобщен</w:t>
      </w:r>
      <w:r w:rsidRPr="0070114A">
        <w:rPr>
          <w:rFonts w:eastAsia="TimesNewRoman"/>
        </w:rPr>
        <w:t>ности, численность производственного п</w:t>
      </w:r>
      <w:r>
        <w:rPr>
          <w:rFonts w:eastAsia="TimesNewRoman"/>
        </w:rPr>
        <w:t>ерсонала, определяю</w:t>
      </w:r>
      <w:r w:rsidRPr="0070114A">
        <w:rPr>
          <w:rFonts w:eastAsia="TimesNewRoman"/>
        </w:rPr>
        <w:t>щую возможность специализации подразделений и исполнителей или необходимость с</w:t>
      </w:r>
      <w:r>
        <w:rPr>
          <w:rFonts w:eastAsia="TimesNewRoman"/>
        </w:rPr>
        <w:t>овмещения нескольких производст</w:t>
      </w:r>
      <w:r w:rsidRPr="0070114A">
        <w:rPr>
          <w:rFonts w:eastAsia="TimesNewRoman"/>
        </w:rPr>
        <w:t>венных функций.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основным внешним факторам, влияющим на формирование организационно-производственных структур ИТС данного АТП, можно отнести факт</w:t>
      </w:r>
      <w:r>
        <w:rPr>
          <w:rFonts w:eastAsia="TimesNewRoman"/>
        </w:rPr>
        <w:t>оры, определяемые уровнем разви</w:t>
      </w:r>
      <w:r w:rsidRPr="0070114A">
        <w:rPr>
          <w:rFonts w:eastAsia="TimesNewRoman"/>
        </w:rPr>
        <w:t>тия рынка сервисных услуг в р</w:t>
      </w:r>
      <w:r>
        <w:rPr>
          <w:rFonts w:eastAsia="TimesNewRoman"/>
        </w:rPr>
        <w:t>егионе. В связи с получением хо</w:t>
      </w:r>
      <w:r w:rsidRPr="0070114A">
        <w:rPr>
          <w:rFonts w:eastAsia="TimesNewRoman"/>
        </w:rPr>
        <w:t>зяйственной самостоятельности АТП, обладающие развитой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производственно-техничес</w:t>
      </w:r>
      <w:r>
        <w:rPr>
          <w:rFonts w:eastAsia="TimesNewRoman"/>
        </w:rPr>
        <w:t>кой базой, имеющие соответствую</w:t>
      </w:r>
      <w:r w:rsidRPr="0070114A">
        <w:rPr>
          <w:rFonts w:eastAsia="TimesNewRoman"/>
        </w:rPr>
        <w:t>щие сертификаты и лицензии, стали участвовать на контрактной основе в обслуживании и ремонте автотранспортных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средств малых предприятий и</w:t>
      </w:r>
      <w:r>
        <w:rPr>
          <w:rFonts w:eastAsia="TimesNewRoman"/>
        </w:rPr>
        <w:t xml:space="preserve"> частных владельцев. Таким обра</w:t>
      </w:r>
      <w:r w:rsidRPr="0070114A">
        <w:rPr>
          <w:rFonts w:eastAsia="TimesNewRoman"/>
        </w:rPr>
        <w:t>зом, АТП решает для себя воп</w:t>
      </w:r>
      <w:r>
        <w:rPr>
          <w:rFonts w:eastAsia="TimesNewRoman"/>
        </w:rPr>
        <w:t>рос более полной загрузки произ</w:t>
      </w:r>
      <w:r w:rsidRPr="0070114A">
        <w:rPr>
          <w:rFonts w:eastAsia="TimesNewRoman"/>
        </w:rPr>
        <w:t>водственных мощностей и персонала и получени</w:t>
      </w:r>
      <w:r>
        <w:rPr>
          <w:rFonts w:eastAsia="TimesNewRoman"/>
        </w:rPr>
        <w:t>я дополни</w:t>
      </w:r>
      <w:r w:rsidRPr="0070114A">
        <w:rPr>
          <w:rFonts w:eastAsia="TimesNewRoman"/>
        </w:rPr>
        <w:t>тельных доходов, а для влад</w:t>
      </w:r>
      <w:r>
        <w:rPr>
          <w:rFonts w:eastAsia="TimesNewRoman"/>
        </w:rPr>
        <w:t>ельцев малых предприятий, не об</w:t>
      </w:r>
      <w:r w:rsidRPr="0070114A">
        <w:rPr>
          <w:rFonts w:eastAsia="TimesNewRoman"/>
        </w:rPr>
        <w:t>ладающих собственной полнофункциональной производственно-технической базой, решается вопрос о получении лицензии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выполнение транспортной деятельности.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Опыт внедрения централизованно</w:t>
      </w:r>
      <w:r>
        <w:rPr>
          <w:rFonts w:eastAsia="TimesNewRoman"/>
        </w:rPr>
        <w:t>го управления производ</w:t>
      </w:r>
      <w:r w:rsidRPr="0070114A">
        <w:rPr>
          <w:rFonts w:eastAsia="TimesNewRoman"/>
        </w:rPr>
        <w:t>ством ТО и ТР подвижного состава АТП свидетельствует о том,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что полное и качественное вн</w:t>
      </w:r>
      <w:r>
        <w:rPr>
          <w:rFonts w:eastAsia="TimesNewRoman"/>
        </w:rPr>
        <w:t>едрение этой системы обеспечива</w:t>
      </w:r>
      <w:r w:rsidRPr="0070114A">
        <w:rPr>
          <w:rFonts w:eastAsia="TimesNewRoman"/>
        </w:rPr>
        <w:t>ет повышение сменной выработки ремонтных работ на 25–30%,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сокращение простоев автомобилей на 10–15 %, уменьшение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удельного расхода запасных частей на 7–10 %.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Организация высокомеханизированного производства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технического обслуживания и текущего ремонта с применением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ЭВМ для оперативного упра</w:t>
      </w:r>
      <w:r>
        <w:rPr>
          <w:rFonts w:eastAsia="TimesNewRoman"/>
        </w:rPr>
        <w:t>вления производством техническо</w:t>
      </w:r>
      <w:r w:rsidRPr="0070114A">
        <w:rPr>
          <w:rFonts w:eastAsia="TimesNewRoman"/>
        </w:rPr>
        <w:t>го обслуживания и текущего ремонта в реальном масштабе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времени невозможна без в</w:t>
      </w:r>
      <w:r>
        <w:rPr>
          <w:rFonts w:eastAsia="TimesNewRoman"/>
        </w:rPr>
        <w:t>недрения единой формы документо</w:t>
      </w:r>
      <w:r w:rsidRPr="0070114A">
        <w:rPr>
          <w:rFonts w:eastAsia="TimesNewRoman"/>
        </w:rPr>
        <w:t>оборота. Составление сменно-суточных заданий для бригад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технического обслуживания и текущего ремонта автомобилей,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ведомости диспетчера ЦУП, сменно-суточного задания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комплекса подготовки производства.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Оперативное управление производством включает в себя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оперативное планирование</w:t>
      </w:r>
      <w:r>
        <w:rPr>
          <w:rFonts w:eastAsia="TimesNewRoman"/>
        </w:rPr>
        <w:t>, организацию, координацию, кон</w:t>
      </w:r>
      <w:r w:rsidRPr="0070114A">
        <w:rPr>
          <w:rFonts w:eastAsia="TimesNewRoman"/>
        </w:rPr>
        <w:t>троль, учет и анализ.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Оперативным называет</w:t>
      </w:r>
      <w:r>
        <w:rPr>
          <w:rFonts w:eastAsia="TimesNewRoman"/>
        </w:rPr>
        <w:t>ся управление производством, ко</w:t>
      </w:r>
      <w:r w:rsidRPr="0070114A">
        <w:rPr>
          <w:rFonts w:eastAsia="TimesNewRoman"/>
        </w:rPr>
        <w:t>торое выполняется в реальном режиме времени и охватывает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срок не больше месяца. Это </w:t>
      </w:r>
      <w:r>
        <w:rPr>
          <w:rFonts w:eastAsia="TimesNewRoman"/>
        </w:rPr>
        <w:t>динамическая функция, на основа</w:t>
      </w:r>
      <w:r w:rsidRPr="0070114A">
        <w:rPr>
          <w:rFonts w:eastAsia="TimesNewRoman"/>
        </w:rPr>
        <w:t>нии которой исходит реализа</w:t>
      </w:r>
      <w:r>
        <w:rPr>
          <w:rFonts w:eastAsia="TimesNewRoman"/>
        </w:rPr>
        <w:t>ция целей и задач АТП. Суть опе</w:t>
      </w:r>
      <w:r w:rsidRPr="0070114A">
        <w:rPr>
          <w:rFonts w:eastAsia="TimesNewRoman"/>
        </w:rPr>
        <w:t>ративного планирования заключается в том, что оно создает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весь режим выполнения про</w:t>
      </w:r>
      <w:r>
        <w:rPr>
          <w:rFonts w:eastAsia="TimesNewRoman"/>
        </w:rPr>
        <w:t>изводственного процесса, обеспе</w:t>
      </w:r>
      <w:r w:rsidRPr="0070114A">
        <w:rPr>
          <w:rFonts w:eastAsia="TimesNewRoman"/>
        </w:rPr>
        <w:t>чивающий реализацию про</w:t>
      </w:r>
      <w:r>
        <w:rPr>
          <w:rFonts w:eastAsia="TimesNewRoman"/>
        </w:rPr>
        <w:t>грамм и годовых планов производ</w:t>
      </w:r>
      <w:r w:rsidRPr="0070114A">
        <w:rPr>
          <w:rFonts w:eastAsia="TimesNewRoman"/>
        </w:rPr>
        <w:t>ства. То, что заложено в опе</w:t>
      </w:r>
      <w:r>
        <w:rPr>
          <w:rFonts w:eastAsia="TimesNewRoman"/>
        </w:rPr>
        <w:t>ративном плане, должно быть реа</w:t>
      </w:r>
      <w:r w:rsidRPr="0070114A">
        <w:rPr>
          <w:rFonts w:eastAsia="TimesNewRoman"/>
        </w:rPr>
        <w:t>лизовано благодаря созданию автоматизированных рабочих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мест работникам инженерно-технической службы АТП.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5</w:t>
      </w:r>
      <w:r w:rsidRPr="0070114A">
        <w:rPr>
          <w:rFonts w:eastAsia="TimesNewRoman"/>
        </w:rPr>
        <w:t xml:space="preserve">.4. </w:t>
      </w:r>
      <w:r w:rsidRPr="0070114A">
        <w:rPr>
          <w:rFonts w:eastAsia="TimesNewRoman,Bold"/>
        </w:rPr>
        <w:t>Автоматизированное рабочее место работников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инженерно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технической службы АТП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создании управления производственными процессами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предприятий необходимо р</w:t>
      </w:r>
      <w:r>
        <w:rPr>
          <w:rFonts w:eastAsia="TimesNewRoman"/>
        </w:rPr>
        <w:t>уководствоваться общими правила</w:t>
      </w:r>
      <w:r w:rsidRPr="0070114A">
        <w:rPr>
          <w:rFonts w:eastAsia="TimesNewRoman"/>
        </w:rPr>
        <w:t>ми, лежащими в основе построения современных рабочих мест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 использованием компьютерных технологий.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Основой любой технол</w:t>
      </w:r>
      <w:r>
        <w:rPr>
          <w:rFonts w:eastAsia="TimesNewRoman"/>
        </w:rPr>
        <w:t>огии, в том числе и информацион</w:t>
      </w:r>
      <w:r w:rsidRPr="0070114A">
        <w:rPr>
          <w:rFonts w:eastAsia="TimesNewRoman"/>
        </w:rPr>
        <w:t xml:space="preserve">ной системы, является база </w:t>
      </w:r>
      <w:r>
        <w:rPr>
          <w:rFonts w:eastAsia="TimesNewRoman"/>
        </w:rPr>
        <w:t>данных (БД). Персонал имеет дос</w:t>
      </w:r>
      <w:r w:rsidRPr="0070114A">
        <w:rPr>
          <w:rFonts w:eastAsia="TimesNewRoman"/>
        </w:rPr>
        <w:t>туп к базе данных через пак</w:t>
      </w:r>
      <w:r>
        <w:rPr>
          <w:rFonts w:eastAsia="TimesNewRoman"/>
        </w:rPr>
        <w:t>ет прикладных программ или авто</w:t>
      </w:r>
      <w:r w:rsidRPr="0070114A">
        <w:rPr>
          <w:rFonts w:eastAsia="TimesNewRoman"/>
        </w:rPr>
        <w:t>матизированные рабочие места.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Автоматизированное раб</w:t>
      </w:r>
      <w:r>
        <w:rPr>
          <w:rFonts w:eastAsia="TimesNewRoman"/>
        </w:rPr>
        <w:t>очее место – это программно-тех</w:t>
      </w:r>
      <w:r w:rsidRPr="0070114A">
        <w:rPr>
          <w:rFonts w:eastAsia="TimesNewRoman"/>
        </w:rPr>
        <w:t>нический комплекс, вынесенный на рабочее место конечного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пользователя для автоматизации в режиме диалога некоторого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набора управленческих процедур.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Автоматизированные </w:t>
      </w:r>
      <w:r>
        <w:rPr>
          <w:rFonts w:eastAsia="TimesNewRoman"/>
        </w:rPr>
        <w:t>рабочие места можно условно раз</w:t>
      </w:r>
      <w:r w:rsidRPr="0070114A">
        <w:rPr>
          <w:rFonts w:eastAsia="TimesNewRoman"/>
        </w:rPr>
        <w:t>делить: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1) на обеспечивающие внесение информации в БД;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2) позволяющие извлекать данные из БД и представлять 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пользователям.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базу данных системы информация может быть внесена: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1) из первичной документации (технический паспорт, путевой лист и т.п.);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2) от персонала АТП (заявка на ремонт, требование на получение запасных частей и т.п.);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3) через средства автоматической идентификации объектов (магнитной, штриховой, радиочастотной и пр.).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Если первичный документ появляется от сторонней организации (например, счет-факт</w:t>
      </w:r>
      <w:r>
        <w:rPr>
          <w:rFonts w:eastAsia="TimesNewRoman"/>
        </w:rPr>
        <w:t>ура), то данные в компьютер вно</w:t>
      </w:r>
      <w:r w:rsidRPr="0070114A">
        <w:rPr>
          <w:rFonts w:eastAsia="TimesNewRoman"/>
        </w:rPr>
        <w:t>сятся с уже готового докумен</w:t>
      </w:r>
      <w:r>
        <w:rPr>
          <w:rFonts w:eastAsia="TimesNewRoman"/>
        </w:rPr>
        <w:t>та. Если документ является внут</w:t>
      </w:r>
      <w:r w:rsidRPr="0070114A">
        <w:rPr>
          <w:rFonts w:eastAsia="TimesNewRoman"/>
        </w:rPr>
        <w:t>ренним (например, ремонтный лист), то нет необходимости 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ручного формирования. Сведения о характере неисправности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могут быть внесены в компьютер со слов персонала (в данном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случае – водителя), а документ (в случае необходимости) будет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сформирован системой автома</w:t>
      </w:r>
      <w:r>
        <w:rPr>
          <w:rFonts w:eastAsia="TimesNewRoman"/>
        </w:rPr>
        <w:t>тически и выведен на печать. Ес</w:t>
      </w:r>
      <w:r w:rsidRPr="0070114A">
        <w:rPr>
          <w:rFonts w:eastAsia="TimesNewRoman"/>
        </w:rPr>
        <w:t>ли требуется абсолютная до</w:t>
      </w:r>
      <w:r>
        <w:rPr>
          <w:rFonts w:eastAsia="TimesNewRoman"/>
        </w:rPr>
        <w:t>стоверность информации и сущест</w:t>
      </w:r>
      <w:r w:rsidRPr="0070114A">
        <w:rPr>
          <w:rFonts w:eastAsia="TimesNewRoman"/>
        </w:rPr>
        <w:t>вует соответствующая технич</w:t>
      </w:r>
      <w:r>
        <w:rPr>
          <w:rFonts w:eastAsia="TimesNewRoman"/>
        </w:rPr>
        <w:t>еская возможность, то данные мо</w:t>
      </w:r>
      <w:r w:rsidRPr="0070114A">
        <w:rPr>
          <w:rFonts w:eastAsia="TimesNewRoman"/>
        </w:rPr>
        <w:t>гут попадать в компьютер, минуя персонал, – через средства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автоматической идентификац</w:t>
      </w:r>
      <w:r>
        <w:rPr>
          <w:rFonts w:eastAsia="TimesNewRoman"/>
        </w:rPr>
        <w:t>ии объектов. В этом случае вооб</w:t>
      </w:r>
      <w:r w:rsidRPr="0070114A">
        <w:rPr>
          <w:rFonts w:eastAsia="TimesNewRoman"/>
        </w:rPr>
        <w:t>ще отпадает необходимость в формировании первичных документов, система может сразу выдать соответствующую сводку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(например, сведения о работе водителей на линии без путевых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листов). Естественно, при реализации информационных систем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необходимо придерживаться второго или третьего пути.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Извлечение информации из базы данных осуществляется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двумя способами: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1) формирование и выдача на экран монитора или на бумажные носители в виде выходных форм отчетных сведений 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деятельности подразделений предприятия;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2) получение управленческих решений с помощью экспертной системы.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Формирование выходных форм – это наиболее легко реализуемый, традиционный пу</w:t>
      </w:r>
      <w:r>
        <w:rPr>
          <w:rFonts w:eastAsia="TimesNewRoman"/>
        </w:rPr>
        <w:t>ть, однако персонал должен обла</w:t>
      </w:r>
      <w:r w:rsidRPr="0070114A">
        <w:rPr>
          <w:rFonts w:eastAsia="TimesNewRoman"/>
        </w:rPr>
        <w:t xml:space="preserve">дать достаточным опытом и </w:t>
      </w:r>
      <w:r>
        <w:rPr>
          <w:rFonts w:eastAsia="TimesNewRoman"/>
        </w:rPr>
        <w:t>знаниями, чтобы принять правиль</w:t>
      </w:r>
      <w:r w:rsidRPr="0070114A">
        <w:rPr>
          <w:rFonts w:eastAsia="TimesNewRoman"/>
        </w:rPr>
        <w:t>ное решение на основе анализа данных вторичных документов.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Использование экспертных систем – путь более сложный с точки зрения программной реализации, но более эффективный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точки зрения обоснованности</w:t>
      </w:r>
      <w:r>
        <w:rPr>
          <w:rFonts w:eastAsia="TimesNewRoman"/>
        </w:rPr>
        <w:t xml:space="preserve"> и оптимальности принятых реше</w:t>
      </w:r>
      <w:r w:rsidRPr="0070114A">
        <w:rPr>
          <w:rFonts w:eastAsia="TimesNewRoman"/>
        </w:rPr>
        <w:t>ний: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ревизия всей структуры и схемы документооборота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предприятия, т.е. сокращ</w:t>
      </w:r>
      <w:r>
        <w:rPr>
          <w:rFonts w:eastAsia="TimesNewRoman"/>
        </w:rPr>
        <w:t>ение до минимума первичной доку</w:t>
      </w:r>
      <w:r w:rsidRPr="0070114A">
        <w:rPr>
          <w:rFonts w:eastAsia="TimesNewRoman"/>
        </w:rPr>
        <w:t>ментации и (по возможно</w:t>
      </w:r>
      <w:r>
        <w:rPr>
          <w:rFonts w:eastAsia="TimesNewRoman"/>
        </w:rPr>
        <w:t>сти) формирование ее на ЭВМ, ис</w:t>
      </w:r>
      <w:r w:rsidRPr="0070114A">
        <w:rPr>
          <w:rFonts w:eastAsia="TimesNewRoman"/>
        </w:rPr>
        <w:t>ключение из оборота всех</w:t>
      </w:r>
      <w:r>
        <w:rPr>
          <w:rFonts w:eastAsia="TimesNewRoman"/>
        </w:rPr>
        <w:t xml:space="preserve"> вторичных и промежуточных носи</w:t>
      </w:r>
      <w:r w:rsidRPr="0070114A">
        <w:rPr>
          <w:rFonts w:eastAsia="TimesNewRoman"/>
        </w:rPr>
        <w:t>телей информации;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отделение нормати</w:t>
      </w:r>
      <w:r>
        <w:rPr>
          <w:rFonts w:eastAsia="TimesNewRoman"/>
        </w:rPr>
        <w:t>вно-справочной информации от те</w:t>
      </w:r>
      <w:r w:rsidRPr="0070114A">
        <w:rPr>
          <w:rFonts w:eastAsia="TimesNewRoman"/>
        </w:rPr>
        <w:t>кущих данных и ее хранение на магнитных носителях;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использование единой нормативно-справочной информации всеми подразделениями предприятия;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однократный ввод первичной информации в ЭВМ с использованием всех возможностей контроля ошибок ввода;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перераспределение задач между подразделениями АТП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целью сокращения обменных информационных потоков;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работа всех информационных подсистем в режиме реального времени;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соблюдение определенных этапов разработки и реализа</w:t>
      </w:r>
      <w:r>
        <w:rPr>
          <w:rFonts w:eastAsia="TimesNewRoman"/>
        </w:rPr>
        <w:t>ц</w:t>
      </w:r>
      <w:r w:rsidRPr="0070114A">
        <w:rPr>
          <w:rFonts w:eastAsia="TimesNewRoman"/>
        </w:rPr>
        <w:t>ии системы.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АТП преимуществен</w:t>
      </w:r>
      <w:r>
        <w:rPr>
          <w:rFonts w:eastAsia="TimesNewRoman"/>
        </w:rPr>
        <w:t>но используется децентрализован</w:t>
      </w:r>
      <w:r w:rsidRPr="0070114A">
        <w:rPr>
          <w:rFonts w:eastAsia="TimesNewRoman"/>
        </w:rPr>
        <w:t>ная технология обработки да</w:t>
      </w:r>
      <w:r>
        <w:rPr>
          <w:rFonts w:eastAsia="TimesNewRoman"/>
        </w:rPr>
        <w:t>нных, при которой персонал пред</w:t>
      </w:r>
      <w:r w:rsidRPr="0070114A">
        <w:rPr>
          <w:rFonts w:eastAsia="TimesNewRoman"/>
        </w:rPr>
        <w:t xml:space="preserve">приятия сам обрабатывает </w:t>
      </w:r>
      <w:r>
        <w:rPr>
          <w:rFonts w:eastAsia="TimesNewRoman"/>
        </w:rPr>
        <w:t>все первичные документы и форми</w:t>
      </w:r>
      <w:r w:rsidRPr="0070114A">
        <w:rPr>
          <w:rFonts w:eastAsia="TimesNewRoman"/>
        </w:rPr>
        <w:t>рует необходимые выходные формы без</w:t>
      </w:r>
      <w:r>
        <w:rPr>
          <w:rFonts w:eastAsia="TimesNewRoman"/>
        </w:rPr>
        <w:t xml:space="preserve"> каких-либо посредни</w:t>
      </w:r>
      <w:r w:rsidRPr="0070114A">
        <w:rPr>
          <w:rFonts w:eastAsia="TimesNewRoman"/>
        </w:rPr>
        <w:t>ков.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Общая структурная схема рабочих мест АСУ на АТП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(рис. </w:t>
      </w:r>
      <w:r>
        <w:rPr>
          <w:rFonts w:eastAsia="TimesNewRoman"/>
        </w:rPr>
        <w:t>5</w:t>
      </w:r>
      <w:r w:rsidRPr="0070114A">
        <w:rPr>
          <w:rFonts w:eastAsia="TimesNewRoman"/>
        </w:rPr>
        <w:t>.2) включает компле</w:t>
      </w:r>
      <w:r>
        <w:rPr>
          <w:rFonts w:eastAsia="TimesNewRoman"/>
        </w:rPr>
        <w:t>кс взаимосвязанных автоматизиро</w:t>
      </w:r>
      <w:r w:rsidRPr="0070114A">
        <w:rPr>
          <w:rFonts w:eastAsia="TimesNewRoman"/>
        </w:rPr>
        <w:t>ванных рабочих мест. Функции отдельных рабочих мест будут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разными для различных типов АТП (пассажирские, грузовые,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таксомоторные и пр.). Однако </w:t>
      </w:r>
      <w:r>
        <w:rPr>
          <w:rFonts w:eastAsia="TimesNewRoman"/>
        </w:rPr>
        <w:t>вне зависимости от этого все ра</w:t>
      </w:r>
      <w:r w:rsidRPr="0070114A">
        <w:rPr>
          <w:rFonts w:eastAsia="TimesNewRoman"/>
        </w:rPr>
        <w:t>бочие места должны работать в рамках единой (локальной) сети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использовать общую базу данных.</w:t>
      </w:r>
    </w:p>
    <w:p w:rsidR="00C05A20" w:rsidRPr="0070114A" w:rsidRDefault="00C05A20" w:rsidP="00654536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40" type="#_x0000_t75" style="width:351pt;height:186.75pt;visibility:visible">
            <v:imagedata r:id="rId19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Рис. </w:t>
      </w:r>
      <w:r>
        <w:rPr>
          <w:rFonts w:eastAsia="TimesNewRoman"/>
        </w:rPr>
        <w:t>5</w:t>
      </w:r>
      <w:r w:rsidRPr="0070114A">
        <w:rPr>
          <w:rFonts w:eastAsia="TimesNewRoman"/>
        </w:rPr>
        <w:t>.2. Общая структурная схема рабочих мест системы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АСУ на АТП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Внедрение информационных систем на АТП необходимо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выполнять в определенной последовательности. Все рабочие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места связаны на информационном уровне и «подпитывают»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друг друга определенными </w:t>
      </w:r>
      <w:r>
        <w:rPr>
          <w:rFonts w:eastAsia="TimesNewRoman"/>
        </w:rPr>
        <w:t>данными. На первой стадии запус</w:t>
      </w:r>
      <w:r w:rsidRPr="0070114A">
        <w:rPr>
          <w:rFonts w:eastAsia="TimesNewRoman"/>
        </w:rPr>
        <w:t>каются рабочие места, обеспечивающие систему нормативно-справочной информацией, н</w:t>
      </w:r>
      <w:r>
        <w:rPr>
          <w:rFonts w:eastAsia="TimesNewRoman"/>
        </w:rPr>
        <w:t>а второй – текущей первичной ин</w:t>
      </w:r>
      <w:r w:rsidRPr="0070114A">
        <w:rPr>
          <w:rFonts w:eastAsia="TimesNewRoman"/>
        </w:rPr>
        <w:t>формацией и на третьей – формирующие выходные формы.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реализации компле</w:t>
      </w:r>
      <w:r>
        <w:rPr>
          <w:rFonts w:eastAsia="TimesNewRoman"/>
        </w:rPr>
        <w:t>ксной системы предприятия в пер</w:t>
      </w:r>
      <w:r w:rsidRPr="0070114A">
        <w:rPr>
          <w:rFonts w:eastAsia="TimesNewRoman"/>
        </w:rPr>
        <w:t>вую очередь рекомендуют ре</w:t>
      </w:r>
      <w:r>
        <w:rPr>
          <w:rFonts w:eastAsia="TimesNewRoman"/>
        </w:rPr>
        <w:t>ализовать автоматизированное ра</w:t>
      </w:r>
      <w:r w:rsidRPr="0070114A">
        <w:rPr>
          <w:rFonts w:eastAsia="TimesNewRoman"/>
        </w:rPr>
        <w:t xml:space="preserve">бочее место </w:t>
      </w:r>
      <w:r>
        <w:rPr>
          <w:rFonts w:eastAsia="TimesNewRoman"/>
        </w:rPr>
        <w:t>«Техотдел</w:t>
      </w:r>
      <w:r w:rsidRPr="0070114A">
        <w:rPr>
          <w:rFonts w:eastAsia="TimesNewRoman"/>
        </w:rPr>
        <w:t>» и «Кадры», поскольку без сведений 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подвижном составе и персо</w:t>
      </w:r>
      <w:r>
        <w:rPr>
          <w:rFonts w:eastAsia="TimesNewRoman"/>
        </w:rPr>
        <w:t>нале другие подсистемы эффектив</w:t>
      </w:r>
      <w:r w:rsidRPr="0070114A">
        <w:rPr>
          <w:rFonts w:eastAsia="TimesNewRoman"/>
        </w:rPr>
        <w:t>но работать не будут.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втором этапе необх</w:t>
      </w:r>
      <w:r>
        <w:rPr>
          <w:rFonts w:eastAsia="TimesNewRoman"/>
        </w:rPr>
        <w:t>одимо реализовать подсистемы ра</w:t>
      </w:r>
      <w:r w:rsidRPr="0070114A">
        <w:rPr>
          <w:rFonts w:eastAsia="TimesNewRoman"/>
        </w:rPr>
        <w:t>боты диспетчера, обработки п</w:t>
      </w:r>
      <w:r>
        <w:rPr>
          <w:rFonts w:eastAsia="TimesNewRoman"/>
        </w:rPr>
        <w:t>утевой документации и учета рас</w:t>
      </w:r>
      <w:r w:rsidRPr="0070114A">
        <w:rPr>
          <w:rFonts w:eastAsia="TimesNewRoman"/>
        </w:rPr>
        <w:t>хода топлива. В результате комплексной обработки путевых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листов будут формироваться </w:t>
      </w:r>
      <w:r>
        <w:rPr>
          <w:rFonts w:eastAsia="TimesNewRoman"/>
        </w:rPr>
        <w:t>сведения о расходах топлива, от</w:t>
      </w:r>
      <w:r w:rsidRPr="0070114A">
        <w:rPr>
          <w:rFonts w:eastAsia="TimesNewRoman"/>
        </w:rPr>
        <w:t>работке водителей и пробегах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третьем этапе возмо</w:t>
      </w:r>
      <w:r>
        <w:rPr>
          <w:rFonts w:eastAsia="TimesNewRoman"/>
        </w:rPr>
        <w:t>жна реализация рабочих мест бух</w:t>
      </w:r>
      <w:r w:rsidRPr="0070114A">
        <w:rPr>
          <w:rFonts w:eastAsia="TimesNewRoman"/>
        </w:rPr>
        <w:t>галтерии (начисление заработной платы) и планового отдела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(формирование форм анализа работы предприятия).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четвертом этапе, после того как в системе налажен учет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пробегов, можно реализоват</w:t>
      </w:r>
      <w:r>
        <w:rPr>
          <w:rFonts w:eastAsia="TimesNewRoman"/>
        </w:rPr>
        <w:t>ь автоматизированное рабочее ме</w:t>
      </w:r>
      <w:r w:rsidRPr="0070114A">
        <w:rPr>
          <w:rFonts w:eastAsia="TimesNewRoman"/>
        </w:rPr>
        <w:t>сто техника по учету долговечности шин, автоматизированное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рабочее место ремонтной зоны (планирование ТО-1 и ТО-2,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диспетчерское управление постановкой на ТО и в ремонт, учет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 исполнителей при ТО и</w:t>
      </w:r>
      <w:r>
        <w:rPr>
          <w:rFonts w:eastAsia="TimesNewRoman"/>
        </w:rPr>
        <w:t xml:space="preserve"> ремонте автомобилей), автомати</w:t>
      </w:r>
      <w:r w:rsidRPr="0070114A">
        <w:rPr>
          <w:rFonts w:eastAsia="TimesNewRoman"/>
        </w:rPr>
        <w:t>зированное рабочее место склада.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Задачи, решаемые пе</w:t>
      </w:r>
      <w:r>
        <w:rPr>
          <w:rFonts w:eastAsia="TimesNewRoman"/>
        </w:rPr>
        <w:t>рсоналом АТП, можно условно раз</w:t>
      </w:r>
      <w:r w:rsidRPr="0070114A">
        <w:rPr>
          <w:rFonts w:eastAsia="TimesNewRoman"/>
        </w:rPr>
        <w:t>делить на две группы: учетно-статистические и управленческие.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Внедрение информационны</w:t>
      </w:r>
      <w:r>
        <w:rPr>
          <w:rFonts w:eastAsia="TimesNewRoman"/>
        </w:rPr>
        <w:t>х систем на АТП необходимо начи</w:t>
      </w:r>
      <w:r w:rsidRPr="0070114A">
        <w:rPr>
          <w:rFonts w:eastAsia="TimesNewRoman"/>
        </w:rPr>
        <w:t>нать с решения учетно-статис</w:t>
      </w:r>
      <w:r>
        <w:rPr>
          <w:rFonts w:eastAsia="TimesNewRoman"/>
        </w:rPr>
        <w:t>тических задач (учет работы пер</w:t>
      </w:r>
      <w:r w:rsidRPr="0070114A">
        <w:rPr>
          <w:rFonts w:eastAsia="TimesNewRoman"/>
        </w:rPr>
        <w:t>сонала, расхода топлива, запас</w:t>
      </w:r>
      <w:r>
        <w:rPr>
          <w:rFonts w:eastAsia="TimesNewRoman"/>
        </w:rPr>
        <w:t>ных частей, ремонтов и пр.). По</w:t>
      </w:r>
      <w:r w:rsidRPr="0070114A">
        <w:rPr>
          <w:rFonts w:eastAsia="TimesNewRoman"/>
        </w:rPr>
        <w:t>сле того как будут отлажены</w:t>
      </w:r>
      <w:r>
        <w:rPr>
          <w:rFonts w:eastAsia="TimesNewRoman"/>
        </w:rPr>
        <w:t xml:space="preserve"> процессы сбора, хранения инфор</w:t>
      </w:r>
      <w:r w:rsidRPr="0070114A">
        <w:rPr>
          <w:rFonts w:eastAsia="TimesNewRoman"/>
        </w:rPr>
        <w:t>мации и формирования форм отчетности, можно переходить 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реализации задач второго у</w:t>
      </w:r>
      <w:r>
        <w:rPr>
          <w:rFonts w:eastAsia="TimesNewRoman"/>
        </w:rPr>
        <w:t>ровня – управления работоспособ</w:t>
      </w:r>
      <w:r w:rsidRPr="0070114A">
        <w:rPr>
          <w:rFonts w:eastAsia="TimesNewRoman"/>
        </w:rPr>
        <w:t>ностью парка, затратами на топливо, шины, запасные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части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т.п.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Анализ применения Э</w:t>
      </w:r>
      <w:r>
        <w:rPr>
          <w:rFonts w:eastAsia="TimesNewRoman"/>
        </w:rPr>
        <w:t>ВМ на АТП показал, что при пере</w:t>
      </w:r>
      <w:r w:rsidRPr="0070114A">
        <w:rPr>
          <w:rFonts w:eastAsia="TimesNewRoman"/>
        </w:rPr>
        <w:t>ходе к машинной обработке данных объемы обрабатываемой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информации сокращаются по первичным документам в 2 раза,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вторичным – в 10–15 раз. В целом при использовании ПЭВМ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затраты на обработку информации могут быть снижены на 60%.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этом после внедрения</w:t>
      </w:r>
      <w:r>
        <w:rPr>
          <w:rFonts w:eastAsia="TimesNewRoman"/>
        </w:rPr>
        <w:t xml:space="preserve"> информационной системы трудоемк</w:t>
      </w:r>
      <w:r w:rsidRPr="0070114A">
        <w:rPr>
          <w:rFonts w:eastAsia="TimesNewRoman"/>
        </w:rPr>
        <w:t>ости работ распределяются следующим образом: ввод данных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ПЭВМ – 95–96 %, обра</w:t>
      </w:r>
      <w:r>
        <w:rPr>
          <w:rFonts w:eastAsia="TimesNewRoman"/>
        </w:rPr>
        <w:t>ботка информации и получение вы</w:t>
      </w:r>
      <w:r w:rsidRPr="0070114A">
        <w:rPr>
          <w:rFonts w:eastAsia="TimesNewRoman"/>
        </w:rPr>
        <w:t>ходных форм – 4–5 %.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Таким образом, при внедрении ПЭВМ наиболее слабым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звеном в технологической цепочке обработки данных остается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ручной ввод информации в базу данных. Эту процедуру можно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автоматизировать на основе средств автоматической идентификации объектов.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Около 95–96 % времени</w:t>
      </w:r>
      <w:r>
        <w:rPr>
          <w:rFonts w:eastAsia="TimesNewRoman"/>
        </w:rPr>
        <w:t xml:space="preserve"> персонала тратится на ввод пер</w:t>
      </w:r>
      <w:r w:rsidRPr="0070114A">
        <w:rPr>
          <w:rFonts w:eastAsia="TimesNewRoman"/>
        </w:rPr>
        <w:t>вичной информации в ПЭВМ. Кроме того, могут быть случаи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сознательного искажения данных, особенно на пассажирском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транспорте (приписки выпол</w:t>
      </w:r>
      <w:r>
        <w:rPr>
          <w:rFonts w:eastAsia="TimesNewRoman"/>
        </w:rPr>
        <w:t>ненных рейсов, изменение показа</w:t>
      </w:r>
      <w:r w:rsidRPr="0070114A">
        <w:rPr>
          <w:rFonts w:eastAsia="TimesNewRoman"/>
        </w:rPr>
        <w:t>телей регулярности движения, снижение плановой выручки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т.п.).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 целью снижения трудозатрат на ввод первичных данных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обеспечения достоверности информации, используются сре</w:t>
      </w:r>
      <w:r>
        <w:rPr>
          <w:rFonts w:eastAsia="TimesNewRoman"/>
        </w:rPr>
        <w:t>д</w:t>
      </w:r>
      <w:r w:rsidRPr="0070114A">
        <w:rPr>
          <w:rFonts w:eastAsia="TimesNewRoman"/>
        </w:rPr>
        <w:t>ства идентификации объект</w:t>
      </w:r>
      <w:r>
        <w:rPr>
          <w:rFonts w:eastAsia="TimesNewRoman"/>
        </w:rPr>
        <w:t>ов (магнитная, штриховая, радио</w:t>
      </w:r>
      <w:r w:rsidRPr="0070114A">
        <w:rPr>
          <w:rFonts w:eastAsia="TimesNewRoman"/>
        </w:rPr>
        <w:t>частотная) и системы контроля работы транспорта.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Сущность идентификац</w:t>
      </w:r>
      <w:r>
        <w:rPr>
          <w:rFonts w:eastAsia="TimesNewRoman"/>
        </w:rPr>
        <w:t>ии заключается в том, что объек</w:t>
      </w:r>
      <w:r w:rsidRPr="0070114A">
        <w:rPr>
          <w:rFonts w:eastAsia="TimesNewRoman"/>
        </w:rPr>
        <w:t>там (автомобилям, персоналу, видам работ, запасным частям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т.д.) присваиваются уникальные ко</w:t>
      </w:r>
      <w:r>
        <w:rPr>
          <w:rFonts w:eastAsia="TimesNewRoman"/>
        </w:rPr>
        <w:t>ды. Коды наносятся непо</w:t>
      </w:r>
      <w:r w:rsidRPr="0070114A">
        <w:rPr>
          <w:rFonts w:eastAsia="TimesNewRoman"/>
        </w:rPr>
        <w:t>средственно на объекты, например, в виде штриховых этикеток,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радиочастотных меток и др., а в базе данных компьютерной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системы уникальным кода</w:t>
      </w:r>
      <w:r>
        <w:rPr>
          <w:rFonts w:eastAsia="TimesNewRoman"/>
        </w:rPr>
        <w:t>м присваивается определенная ин</w:t>
      </w:r>
      <w:r w:rsidRPr="0070114A">
        <w:rPr>
          <w:rFonts w:eastAsia="TimesNewRoman"/>
        </w:rPr>
        <w:t>формация, характеризующая</w:t>
      </w:r>
      <w:r>
        <w:rPr>
          <w:rFonts w:eastAsia="TimesNewRoman"/>
        </w:rPr>
        <w:t xml:space="preserve"> эти объекты (например, наимено</w:t>
      </w:r>
      <w:r w:rsidRPr="0070114A">
        <w:rPr>
          <w:rFonts w:eastAsia="TimesNewRoman"/>
        </w:rPr>
        <w:t>вание запасной части, ее стоимость, наличие на складе и пр.).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помощью сканеров (устройс</w:t>
      </w:r>
      <w:r>
        <w:rPr>
          <w:rFonts w:eastAsia="TimesNewRoman"/>
        </w:rPr>
        <w:t>тво считывания кодов) можно фик</w:t>
      </w:r>
      <w:r w:rsidRPr="0070114A">
        <w:rPr>
          <w:rFonts w:eastAsia="TimesNewRoman"/>
        </w:rPr>
        <w:t>сировать действия над объект</w:t>
      </w:r>
      <w:r>
        <w:rPr>
          <w:rFonts w:eastAsia="TimesNewRoman"/>
        </w:rPr>
        <w:t>ами (приход, отпуск) или измене</w:t>
      </w:r>
      <w:r w:rsidRPr="0070114A">
        <w:rPr>
          <w:rFonts w:eastAsia="TimesNewRoman"/>
        </w:rPr>
        <w:t>ние их состояния (отправка в ремонт, на ТО), фиксировать дату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время выполнения разли</w:t>
      </w:r>
      <w:r>
        <w:rPr>
          <w:rFonts w:eastAsia="TimesNewRoman"/>
        </w:rPr>
        <w:t>чных действий, сохранять эту ин</w:t>
      </w:r>
      <w:r w:rsidRPr="0070114A">
        <w:rPr>
          <w:rFonts w:eastAsia="TimesNewRoman"/>
        </w:rPr>
        <w:t>формацию в автономных на</w:t>
      </w:r>
      <w:r>
        <w:rPr>
          <w:rFonts w:eastAsia="TimesNewRoman"/>
        </w:rPr>
        <w:t>копителях и передавать в компью</w:t>
      </w:r>
      <w:r w:rsidRPr="0070114A">
        <w:rPr>
          <w:rFonts w:eastAsia="TimesNewRoman"/>
        </w:rPr>
        <w:t>терные системы в автоматическом режиме.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Эффективность примене</w:t>
      </w:r>
      <w:r>
        <w:rPr>
          <w:rFonts w:eastAsia="TimesNewRoman"/>
        </w:rPr>
        <w:t>ния средств автоматической иден</w:t>
      </w:r>
      <w:r w:rsidRPr="0070114A">
        <w:rPr>
          <w:rFonts w:eastAsia="TimesNewRoman"/>
        </w:rPr>
        <w:t>тификации обусловлена п</w:t>
      </w:r>
      <w:r>
        <w:rPr>
          <w:rFonts w:eastAsia="TimesNewRoman"/>
        </w:rPr>
        <w:t>рактически мгновенным вводом ин</w:t>
      </w:r>
      <w:r w:rsidRPr="0070114A">
        <w:rPr>
          <w:rFonts w:eastAsia="TimesNewRoman"/>
        </w:rPr>
        <w:t>формации в компьютер, при этом исключается возможность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случайного или сознательного искажения данных.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</w:p>
    <w:p w:rsidR="00C05A20" w:rsidRPr="00432750" w:rsidRDefault="00C05A20" w:rsidP="00432750">
      <w:pPr>
        <w:autoSpaceDE w:val="0"/>
        <w:autoSpaceDN w:val="0"/>
        <w:adjustRightInd w:val="0"/>
        <w:ind w:firstLine="709"/>
        <w:jc w:val="center"/>
        <w:rPr>
          <w:rFonts w:eastAsia="TimesNewRoman"/>
          <w:b/>
          <w:bCs/>
        </w:rPr>
      </w:pPr>
      <w:r w:rsidRPr="00432750">
        <w:rPr>
          <w:rFonts w:eastAsia="TimesNewRoman"/>
          <w:b/>
          <w:bCs/>
        </w:rPr>
        <w:t>Лекция 6</w:t>
      </w:r>
    </w:p>
    <w:p w:rsidR="00C05A20" w:rsidRPr="0043275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  <w:r>
        <w:rPr>
          <w:rFonts w:eastAsia="TimesNewRoman"/>
          <w:b/>
          <w:bCs/>
        </w:rPr>
        <w:t>6</w:t>
      </w:r>
      <w:r w:rsidRPr="00432750">
        <w:rPr>
          <w:rFonts w:eastAsia="TimesNewRoman"/>
          <w:b/>
          <w:bCs/>
        </w:rPr>
        <w:t xml:space="preserve">. </w:t>
      </w:r>
      <w:r w:rsidRPr="00432750">
        <w:rPr>
          <w:rFonts w:eastAsia="TimesNewRoman,Bold"/>
          <w:b/>
          <w:bCs/>
        </w:rPr>
        <w:t>ПРОИЗВОДСТВЕННО</w:t>
      </w:r>
      <w:r w:rsidRPr="00432750">
        <w:rPr>
          <w:rFonts w:eastAsia="TimesNewRoman"/>
          <w:b/>
          <w:bCs/>
        </w:rPr>
        <w:t>-</w:t>
      </w:r>
      <w:r w:rsidRPr="00432750">
        <w:rPr>
          <w:rFonts w:eastAsia="TimesNewRoman,Bold"/>
          <w:b/>
          <w:bCs/>
        </w:rPr>
        <w:t>ТЕХНИЧЕСКАЯ БАЗА</w:t>
      </w:r>
      <w:r>
        <w:rPr>
          <w:rFonts w:eastAsia="TimesNewRoman,Bold"/>
          <w:b/>
          <w:bCs/>
        </w:rPr>
        <w:t xml:space="preserve"> </w:t>
      </w:r>
      <w:r w:rsidRPr="00432750">
        <w:rPr>
          <w:rFonts w:eastAsia="TimesNewRoman,Bold"/>
          <w:b/>
          <w:bCs/>
        </w:rPr>
        <w:t>АВТОТРАНСПОРТНОГО ПРЕДПРИЯТИЯ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6</w:t>
      </w:r>
      <w:r w:rsidRPr="0070114A">
        <w:rPr>
          <w:rFonts w:eastAsia="TimesNewRoman"/>
        </w:rPr>
        <w:t xml:space="preserve">.1. </w:t>
      </w:r>
      <w:r w:rsidRPr="0070114A">
        <w:rPr>
          <w:rFonts w:eastAsia="TimesNewRoman,Bold"/>
        </w:rPr>
        <w:t>Понятие производственно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технической базы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Производственно-техническая база (ПТБ) – это</w:t>
      </w:r>
      <w:r>
        <w:rPr>
          <w:rFonts w:eastAsia="TimesNewRoman"/>
        </w:rPr>
        <w:t xml:space="preserve"> совокуп</w:t>
      </w:r>
      <w:r w:rsidRPr="0070114A">
        <w:rPr>
          <w:rFonts w:eastAsia="TimesNewRoman"/>
        </w:rPr>
        <w:t xml:space="preserve">ность зданий, сооружений, </w:t>
      </w:r>
      <w:r>
        <w:rPr>
          <w:rFonts w:eastAsia="TimesNewRoman"/>
        </w:rPr>
        <w:t>оборудования, оснастки и инстру</w:t>
      </w:r>
      <w:r w:rsidRPr="0070114A">
        <w:rPr>
          <w:rFonts w:eastAsia="TimesNewRoman"/>
        </w:rPr>
        <w:t>мента, предназначенных дл</w:t>
      </w:r>
      <w:r>
        <w:rPr>
          <w:rFonts w:eastAsia="TimesNewRoman"/>
        </w:rPr>
        <w:t>я ТО, ремонта и хранения подвиж</w:t>
      </w:r>
      <w:r w:rsidRPr="0070114A">
        <w:rPr>
          <w:rFonts w:eastAsia="TimesNewRoman"/>
        </w:rPr>
        <w:t>ного состава, а также создан</w:t>
      </w:r>
      <w:r>
        <w:rPr>
          <w:rFonts w:eastAsia="TimesNewRoman"/>
        </w:rPr>
        <w:t>ия необходимых условий для рабо</w:t>
      </w:r>
      <w:r w:rsidRPr="0070114A">
        <w:rPr>
          <w:rFonts w:eastAsia="TimesNewRoman"/>
        </w:rPr>
        <w:t>ты персонала.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зданиям относятся: производственные и административно-бытовые здания, крытые стоянки автомобилей, склады и т.п.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сооружениям – обустроенные открытые стоянки, покрытия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территорий и площадок, дороги, навесы, топливозаправочные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хранилища, водонапорные башни и водохранилища и т.п.; 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оборудованию – техническое и вспомогательное оборудование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производственных зон и участков и т.п.; к оснастке – рабочие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столы, верстаки, шкафы и т.п.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Кроме того, к ПТБ относятся передаточные устройства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(наружные электросети, трубопроводы и т.п.), силовые машины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(электродвигатели, передвижные электростанции, компрессоры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т.п.), вычислительная техника.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Вышеперечисленные э</w:t>
      </w:r>
      <w:r>
        <w:rPr>
          <w:rFonts w:eastAsia="TimesNewRoman"/>
        </w:rPr>
        <w:t>лементы ПТБ составляют так назы</w:t>
      </w:r>
      <w:r w:rsidRPr="0070114A">
        <w:rPr>
          <w:rFonts w:eastAsia="TimesNewRoman"/>
        </w:rPr>
        <w:t>ваемую пассивную часть основных производственных фондов,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 подвижной состав – активную часть.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свою очередь, в основных производственных фондах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ПТБ также можно выделить активную часть (оборудование)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пассивную часть (здания, сооружения).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Структура ПТБ зависит от организации производственной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деятельности АТП, размеров предприятия, типа подвижного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состава и других факторов. Наиболее полную структуру ПТБ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имеют автономные АТП (рис</w:t>
      </w:r>
      <w:r>
        <w:rPr>
          <w:rFonts w:eastAsia="TimesNewRoman"/>
        </w:rPr>
        <w:t>. 6.1), которые наряду с перево</w:t>
      </w:r>
      <w:r w:rsidRPr="0070114A">
        <w:rPr>
          <w:rFonts w:eastAsia="TimesNewRoman"/>
        </w:rPr>
        <w:t>зочными функциями осуще</w:t>
      </w:r>
      <w:r>
        <w:rPr>
          <w:rFonts w:eastAsia="TimesNewRoman"/>
        </w:rPr>
        <w:t>ствляют все виды ТО и ТР подвиж</w:t>
      </w:r>
      <w:r w:rsidRPr="0070114A">
        <w:rPr>
          <w:rFonts w:eastAsia="TimesNewRoman"/>
        </w:rPr>
        <w:t>ного состава. Чем меньше раз</w:t>
      </w:r>
      <w:r>
        <w:rPr>
          <w:rFonts w:eastAsia="TimesNewRoman"/>
        </w:rPr>
        <w:t>мер АТП, а следовательно, и объ</w:t>
      </w:r>
      <w:r w:rsidRPr="0070114A">
        <w:rPr>
          <w:rFonts w:eastAsia="TimesNewRoman"/>
        </w:rPr>
        <w:t>емы работ по ТО и ТР, тем целесообразнее объединени</w:t>
      </w:r>
      <w:r>
        <w:rPr>
          <w:rFonts w:eastAsia="TimesNewRoman"/>
        </w:rPr>
        <w:t>е от</w:t>
      </w:r>
      <w:r w:rsidRPr="0070114A">
        <w:rPr>
          <w:rFonts w:eastAsia="TimesNewRoman"/>
        </w:rPr>
        <w:t>дельных зон и участков (элементов ПТБ).</w:t>
      </w:r>
    </w:p>
    <w:p w:rsidR="00C05A20" w:rsidRPr="0070114A" w:rsidRDefault="00C05A20" w:rsidP="00432750">
      <w:pPr>
        <w:autoSpaceDE w:val="0"/>
        <w:autoSpaceDN w:val="0"/>
        <w:adjustRightInd w:val="0"/>
        <w:ind w:firstLine="709"/>
        <w:jc w:val="center"/>
        <w:rPr>
          <w:rFonts w:eastAsia="TimesNewRoman"/>
        </w:rPr>
      </w:pPr>
      <w:r w:rsidRPr="00865659">
        <w:rPr>
          <w:rFonts w:eastAsia="TimesNewRoman"/>
          <w:noProof/>
        </w:rPr>
        <w:pict>
          <v:shape id="_x0000_i1041" type="#_x0000_t75" style="width:388.5pt;height:315.75pt;visibility:visible">
            <v:imagedata r:id="rId20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Рис. </w:t>
      </w:r>
      <w:r>
        <w:rPr>
          <w:rFonts w:eastAsia="TimesNewRoman"/>
        </w:rPr>
        <w:t>6</w:t>
      </w:r>
      <w:r w:rsidRPr="0070114A">
        <w:rPr>
          <w:rFonts w:eastAsia="TimesNewRoman"/>
        </w:rPr>
        <w:t>.1. Структура производственно-технической базы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автономного автотранспортного предприятия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Например, посты ТО-1</w:t>
      </w:r>
      <w:r>
        <w:rPr>
          <w:rFonts w:eastAsia="TimesNewRoman"/>
        </w:rPr>
        <w:t xml:space="preserve"> могут располагаться в общем по</w:t>
      </w:r>
      <w:r w:rsidRPr="0070114A">
        <w:rPr>
          <w:rFonts w:eastAsia="TimesNewRoman"/>
        </w:rPr>
        <w:t>мещении с постами ТО-2 и ремо</w:t>
      </w:r>
      <w:r>
        <w:rPr>
          <w:rFonts w:eastAsia="TimesNewRoman"/>
        </w:rPr>
        <w:t>нта (Р). Такие участки, как куз</w:t>
      </w:r>
      <w:r w:rsidRPr="0070114A">
        <w:rPr>
          <w:rFonts w:eastAsia="TimesNewRoman"/>
        </w:rPr>
        <w:t>нечно-рессорный, медницки</w:t>
      </w:r>
      <w:r>
        <w:rPr>
          <w:rFonts w:eastAsia="TimesNewRoman"/>
        </w:rPr>
        <w:t>й, сварочный, жестяницкий, кото</w:t>
      </w:r>
      <w:r w:rsidRPr="0070114A">
        <w:rPr>
          <w:rFonts w:eastAsia="TimesNewRoman"/>
        </w:rPr>
        <w:t>рые относятся к группе «горячих цехов», могут размещаться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общем блоке помещений.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ПТБ оказывают влияние большое число факторов: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структура, тип и «возраст» </w:t>
      </w:r>
      <w:r>
        <w:rPr>
          <w:rFonts w:eastAsia="TimesNewRoman"/>
        </w:rPr>
        <w:t>подвижного состава, условия экс</w:t>
      </w:r>
      <w:r w:rsidRPr="0070114A">
        <w:rPr>
          <w:rFonts w:eastAsia="TimesNewRoman"/>
        </w:rPr>
        <w:t>плуатации, тип и характерист</w:t>
      </w:r>
      <w:r>
        <w:rPr>
          <w:rFonts w:eastAsia="TimesNewRoman"/>
        </w:rPr>
        <w:t>ика оборудования и другие. Изме</w:t>
      </w:r>
      <w:r w:rsidRPr="0070114A">
        <w:rPr>
          <w:rFonts w:eastAsia="TimesNewRoman"/>
        </w:rPr>
        <w:t>нение этих факторов приводит к изменениям потребности ПТБ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производственных площадях, постах, средств механизации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др. В то же время здания и сооружения АТП строятся на 40–60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лет, и ПТБ за это время обслуживает несколько «поколений»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транспортных средств, и</w:t>
      </w:r>
      <w:r>
        <w:rPr>
          <w:rFonts w:eastAsia="TimesNewRoman"/>
        </w:rPr>
        <w:t>меющих различную надежность, ре</w:t>
      </w:r>
      <w:r w:rsidRPr="0070114A">
        <w:rPr>
          <w:rFonts w:eastAsia="TimesNewRoman"/>
        </w:rPr>
        <w:t>жимы ТО и ремонта и т.д., что требует приспособленности ПТБ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 изменению этих факторов. Однако на практике часто этого не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происходит, что связано с дополнительными тру</w:t>
      </w:r>
      <w:r>
        <w:rPr>
          <w:rFonts w:eastAsia="TimesNewRoman"/>
        </w:rPr>
        <w:t>довыми и ма</w:t>
      </w:r>
      <w:r w:rsidRPr="0070114A">
        <w:rPr>
          <w:rFonts w:eastAsia="TimesNewRoman"/>
        </w:rPr>
        <w:t>териальными затратами.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Это обстоятельство необходимо учитывать при создании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как новой, так и реконструируемой ПТБ.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6</w:t>
      </w:r>
      <w:r w:rsidRPr="0070114A">
        <w:rPr>
          <w:rFonts w:eastAsia="TimesNewRoman"/>
        </w:rPr>
        <w:t xml:space="preserve">.2. </w:t>
      </w:r>
      <w:r w:rsidRPr="0070114A">
        <w:rPr>
          <w:rFonts w:eastAsia="TimesNewRoman,Bold"/>
        </w:rPr>
        <w:t>Формы развития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производственно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технической базы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Развитие и совершенс</w:t>
      </w:r>
      <w:r>
        <w:rPr>
          <w:rFonts w:eastAsia="TimesNewRoman"/>
        </w:rPr>
        <w:t>твование ПТБ предприятий автомо</w:t>
      </w:r>
      <w:r w:rsidRPr="0070114A">
        <w:rPr>
          <w:rFonts w:eastAsia="TimesNewRoman"/>
        </w:rPr>
        <w:t>бильного транспорта органически связано с капитальным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строительством, являющимся средством создания основных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производственных фондов (ОПФ).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Расширенное воспроизводство ОПФ осуществляется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форме строительства новых предприятий, реконструкции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расширении действующих предприятий</w:t>
      </w:r>
      <w:r>
        <w:rPr>
          <w:rFonts w:eastAsia="TimesNewRoman"/>
        </w:rPr>
        <w:t xml:space="preserve"> и их технического пе</w:t>
      </w:r>
      <w:r w:rsidRPr="0070114A">
        <w:rPr>
          <w:rFonts w:eastAsia="TimesNewRoman"/>
        </w:rPr>
        <w:t>ревооружения.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отнесении предприятий автомобильного транспорта 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тому или иному виду воспроизводства ОПФ руководствуются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следующим.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Новое строительство </w:t>
      </w:r>
      <w:r>
        <w:rPr>
          <w:rFonts w:eastAsia="TimesNewRoman"/>
        </w:rPr>
        <w:t>предусматривает возведение ком</w:t>
      </w:r>
      <w:r w:rsidRPr="0070114A">
        <w:rPr>
          <w:rFonts w:eastAsia="TimesNewRoman"/>
        </w:rPr>
        <w:t>плекса зданий и сооружений основного (для ТО, ТР и хранения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подвижного состава), админи</w:t>
      </w:r>
      <w:r>
        <w:rPr>
          <w:rFonts w:eastAsia="TimesNewRoman"/>
        </w:rPr>
        <w:t>стративно-бытового и техническо</w:t>
      </w:r>
      <w:r w:rsidRPr="0070114A">
        <w:rPr>
          <w:rFonts w:eastAsia="TimesNewRoman"/>
        </w:rPr>
        <w:t>го назначения (трансформаторная, насосная, компрессорная и т.п.)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вновь создаваемого АТП, а </w:t>
      </w:r>
      <w:r>
        <w:rPr>
          <w:rFonts w:eastAsia="TimesNewRoman"/>
        </w:rPr>
        <w:t>также зданий и сооружений филиа</w:t>
      </w:r>
      <w:r w:rsidRPr="0070114A">
        <w:rPr>
          <w:rFonts w:eastAsia="TimesNewRoman"/>
        </w:rPr>
        <w:t>ла или отдельного произ</w:t>
      </w:r>
      <w:r>
        <w:rPr>
          <w:rFonts w:eastAsia="TimesNewRoman"/>
        </w:rPr>
        <w:t>водства действующего АТП, соору</w:t>
      </w:r>
      <w:r w:rsidRPr="0070114A">
        <w:rPr>
          <w:rFonts w:eastAsia="TimesNewRoman"/>
        </w:rPr>
        <w:t>жаемых на новом земельном</w:t>
      </w:r>
      <w:r>
        <w:rPr>
          <w:rFonts w:eastAsia="TimesNewRoman"/>
        </w:rPr>
        <w:t xml:space="preserve"> участке с целью создания допол</w:t>
      </w:r>
      <w:r w:rsidRPr="0070114A">
        <w:rPr>
          <w:rFonts w:eastAsia="TimesNewRoman"/>
        </w:rPr>
        <w:t>нительных производственных мощностей, которые после ввода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эксплуатацию должны находиться на самостоятельном балансе.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 новому строительству относится также возведение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новом земельном участке АТП,</w:t>
      </w:r>
      <w:r>
        <w:rPr>
          <w:rFonts w:eastAsia="TimesNewRoman"/>
        </w:rPr>
        <w:t xml:space="preserve"> сооружаемого взамен предпри</w:t>
      </w:r>
      <w:r w:rsidRPr="0070114A">
        <w:rPr>
          <w:rFonts w:eastAsia="TimesNewRoman"/>
        </w:rPr>
        <w:t>ятия, подлежащего ликвидац</w:t>
      </w:r>
      <w:r>
        <w:rPr>
          <w:rFonts w:eastAsia="TimesNewRoman"/>
        </w:rPr>
        <w:t>ии по той или иной причине: тех</w:t>
      </w:r>
      <w:r w:rsidRPr="0070114A">
        <w:rPr>
          <w:rFonts w:eastAsia="TimesNewRoman"/>
        </w:rPr>
        <w:t>нической, санитарной, градо</w:t>
      </w:r>
      <w:r>
        <w:rPr>
          <w:rFonts w:eastAsia="TimesNewRoman"/>
        </w:rPr>
        <w:t>строительной, экологической, со</w:t>
      </w:r>
      <w:r w:rsidRPr="0070114A">
        <w:rPr>
          <w:rFonts w:eastAsia="TimesNewRoman"/>
        </w:rPr>
        <w:t>циальной и т.п.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Расширение АТП </w:t>
      </w:r>
      <w:r w:rsidRPr="0070114A">
        <w:rPr>
          <w:rFonts w:eastAsia="TimesNewRoman"/>
        </w:rPr>
        <w:t>преду</w:t>
      </w:r>
      <w:r>
        <w:rPr>
          <w:rFonts w:eastAsia="TimesNewRoman"/>
        </w:rPr>
        <w:t>сматривает строительство (допол</w:t>
      </w:r>
      <w:r w:rsidRPr="0070114A">
        <w:rPr>
          <w:rFonts w:eastAsia="TimesNewRoman"/>
        </w:rPr>
        <w:t>нительно к имеющимся) новых зданий и с</w:t>
      </w:r>
      <w:r>
        <w:rPr>
          <w:rFonts w:eastAsia="TimesNewRoman"/>
        </w:rPr>
        <w:t>ооружений на суще</w:t>
      </w:r>
      <w:r w:rsidRPr="0070114A">
        <w:rPr>
          <w:rFonts w:eastAsia="TimesNewRoman"/>
        </w:rPr>
        <w:t>ствующей территории предпр</w:t>
      </w:r>
      <w:r>
        <w:rPr>
          <w:rFonts w:eastAsia="TimesNewRoman"/>
        </w:rPr>
        <w:t>иятия, а также увеличение площа</w:t>
      </w:r>
      <w:r w:rsidRPr="0070114A">
        <w:rPr>
          <w:rFonts w:eastAsia="TimesNewRoman"/>
        </w:rPr>
        <w:t>ди существующих зданий и сооружений за счет пристройки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надстройки их с целью соз</w:t>
      </w:r>
      <w:r>
        <w:rPr>
          <w:rFonts w:eastAsia="TimesNewRoman"/>
        </w:rPr>
        <w:t>дания дополнительных производст</w:t>
      </w:r>
      <w:r w:rsidRPr="0070114A">
        <w:rPr>
          <w:rFonts w:eastAsia="TimesNewRoman"/>
        </w:rPr>
        <w:t>венных мощностей.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Реконструкция АТП </w:t>
      </w:r>
      <w:r w:rsidRPr="0070114A">
        <w:rPr>
          <w:rFonts w:eastAsia="TimesNewRoman"/>
        </w:rPr>
        <w:t>предусматривает переустро</w:t>
      </w:r>
      <w:r>
        <w:rPr>
          <w:rFonts w:eastAsia="TimesNewRoman"/>
        </w:rPr>
        <w:t>йство су</w:t>
      </w:r>
      <w:r w:rsidRPr="0070114A">
        <w:rPr>
          <w:rFonts w:eastAsia="TimesNewRoman"/>
        </w:rPr>
        <w:t>ществующих зданий и соору</w:t>
      </w:r>
      <w:r>
        <w:rPr>
          <w:rFonts w:eastAsia="TimesNewRoman"/>
        </w:rPr>
        <w:t>жений, связанное с совершенство</w:t>
      </w:r>
      <w:r w:rsidRPr="0070114A">
        <w:rPr>
          <w:rFonts w:eastAsia="TimesNewRoman"/>
        </w:rPr>
        <w:t>ванием технологических п</w:t>
      </w:r>
      <w:r>
        <w:rPr>
          <w:rFonts w:eastAsia="TimesNewRoman"/>
        </w:rPr>
        <w:t>роцессов, внедрением нового про</w:t>
      </w:r>
      <w:r w:rsidRPr="0070114A">
        <w:rPr>
          <w:rFonts w:eastAsia="TimesNewRoman"/>
        </w:rPr>
        <w:t>грессивного оборудования</w:t>
      </w:r>
      <w:r>
        <w:rPr>
          <w:rFonts w:eastAsia="TimesNewRoman"/>
        </w:rPr>
        <w:t>, повышением эффективности функ</w:t>
      </w:r>
      <w:r w:rsidRPr="0070114A">
        <w:rPr>
          <w:rFonts w:eastAsia="TimesNewRoman"/>
        </w:rPr>
        <w:t>ционирования ПТБ, улучше</w:t>
      </w:r>
      <w:r>
        <w:rPr>
          <w:rFonts w:eastAsia="TimesNewRoman"/>
        </w:rPr>
        <w:t>нием санитарно-гигиенических ус</w:t>
      </w:r>
      <w:r w:rsidRPr="0070114A">
        <w:rPr>
          <w:rFonts w:eastAsia="TimesNewRoman"/>
        </w:rPr>
        <w:t>ловий труда, осуществлением технических мероприятий по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улучшению охраны окружаю</w:t>
      </w:r>
      <w:r>
        <w:rPr>
          <w:rFonts w:eastAsia="TimesNewRoman"/>
        </w:rPr>
        <w:t>щей среды. В отличие от расшире</w:t>
      </w:r>
      <w:r w:rsidRPr="0070114A">
        <w:rPr>
          <w:rFonts w:eastAsia="TimesNewRoman"/>
        </w:rPr>
        <w:t>ния реконструкция АТП осуще</w:t>
      </w:r>
      <w:r>
        <w:rPr>
          <w:rFonts w:eastAsia="TimesNewRoman"/>
        </w:rPr>
        <w:t>ствляется, как правило, без уве</w:t>
      </w:r>
      <w:r w:rsidRPr="0070114A">
        <w:rPr>
          <w:rFonts w:eastAsia="TimesNewRoman"/>
        </w:rPr>
        <w:t>личения площади зданий и сооружений.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,Italic"/>
          <w:i/>
          <w:iCs/>
        </w:rPr>
        <w:t xml:space="preserve">Техническое перевооружение </w:t>
      </w:r>
      <w:r>
        <w:rPr>
          <w:rFonts w:eastAsia="TimesNewRoman"/>
        </w:rPr>
        <w:t>АТП предусматривает вы</w:t>
      </w:r>
      <w:r w:rsidRPr="0070114A">
        <w:rPr>
          <w:rFonts w:eastAsia="TimesNewRoman"/>
        </w:rPr>
        <w:t>полнение комплекса мероприятий, направленных на повышение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технико-экономического уровня производства или отдельных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элементов ПТБ без увеличения общей мощности предприятия.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Техническое перевооружение проводится с целью: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замены морально устаревшего и физически изношенного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технологического оборудования;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модернизации природ</w:t>
      </w:r>
      <w:r>
        <w:rPr>
          <w:rFonts w:eastAsia="TimesNewRoman"/>
        </w:rPr>
        <w:t>оохранных объектов (очистных со</w:t>
      </w:r>
      <w:r w:rsidRPr="0070114A">
        <w:rPr>
          <w:rFonts w:eastAsia="TimesNewRoman"/>
        </w:rPr>
        <w:t xml:space="preserve">оружений производственных </w:t>
      </w:r>
      <w:r>
        <w:rPr>
          <w:rFonts w:eastAsia="TimesNewRoman"/>
        </w:rPr>
        <w:t>сточных вод, средств очистки за</w:t>
      </w:r>
      <w:r w:rsidRPr="0070114A">
        <w:rPr>
          <w:rFonts w:eastAsia="TimesNewRoman"/>
        </w:rPr>
        <w:t>грязненного воздуха, удаляемого в атмосферу);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подключения предп</w:t>
      </w:r>
      <w:r>
        <w:rPr>
          <w:rFonts w:eastAsia="TimesNewRoman"/>
        </w:rPr>
        <w:t>риятия к централизованным источ</w:t>
      </w:r>
      <w:r w:rsidRPr="0070114A">
        <w:rPr>
          <w:rFonts w:eastAsia="TimesNewRoman"/>
        </w:rPr>
        <w:t>никам теплоснабжения, электроэнергии, водоснабжения;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переустройства инжен</w:t>
      </w:r>
      <w:r>
        <w:rPr>
          <w:rFonts w:eastAsia="TimesNewRoman"/>
        </w:rPr>
        <w:t>ерных сетей и коммуникаций, сис</w:t>
      </w:r>
      <w:r w:rsidRPr="0070114A">
        <w:rPr>
          <w:rFonts w:eastAsia="TimesNewRoman"/>
        </w:rPr>
        <w:t>тем отопления и вентиляции;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внедрения средств на</w:t>
      </w:r>
      <w:r>
        <w:rPr>
          <w:rFonts w:eastAsia="TimesNewRoman"/>
        </w:rPr>
        <w:t>учной организации труда, автома</w:t>
      </w:r>
      <w:r w:rsidRPr="0070114A">
        <w:rPr>
          <w:rFonts w:eastAsia="TimesNewRoman"/>
        </w:rPr>
        <w:t>тизированных систем управления, электронно-вычислительной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техники.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каждом конкретном случае важное значение имеет выбор наиболее рациональной и эффективной формы капитальных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затрат на воспроизводство ОПФ.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 существу все формы развития ПТБ АТП тесно взаимосвязаны между собой, взаимн</w:t>
      </w:r>
      <w:r>
        <w:rPr>
          <w:rFonts w:eastAsia="TimesNewRoman"/>
        </w:rPr>
        <w:t>о дополняя друг друга. Кроме но</w:t>
      </w:r>
      <w:r w:rsidRPr="0070114A">
        <w:rPr>
          <w:rFonts w:eastAsia="TimesNewRoman"/>
        </w:rPr>
        <w:t>вого строительства, другие формы в «чистом» виде практически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не встречаются. Так, расшир</w:t>
      </w:r>
      <w:r>
        <w:rPr>
          <w:rFonts w:eastAsia="TimesNewRoman"/>
        </w:rPr>
        <w:t>ение и реконструкция при опреде</w:t>
      </w:r>
      <w:r w:rsidRPr="0070114A">
        <w:rPr>
          <w:rFonts w:eastAsia="TimesNewRoman"/>
        </w:rPr>
        <w:t>ленных условиях предусма</w:t>
      </w:r>
      <w:r>
        <w:rPr>
          <w:rFonts w:eastAsia="TimesNewRoman"/>
        </w:rPr>
        <w:t>тривают возможность частично но</w:t>
      </w:r>
      <w:r w:rsidRPr="0070114A">
        <w:rPr>
          <w:rFonts w:eastAsia="TimesNewRoman"/>
        </w:rPr>
        <w:t>вого строительства. Расшир</w:t>
      </w:r>
      <w:r>
        <w:rPr>
          <w:rFonts w:eastAsia="TimesNewRoman"/>
        </w:rPr>
        <w:t>ение АТП практически не происхо</w:t>
      </w:r>
      <w:r w:rsidRPr="0070114A">
        <w:rPr>
          <w:rFonts w:eastAsia="TimesNewRoman"/>
        </w:rPr>
        <w:t>дит без реконструкции существующих зданий и сооружений, 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реконструкция и техническое перевооружение почти всегда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производятся с целью расширения производства.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Реконструкция, расши</w:t>
      </w:r>
      <w:r>
        <w:rPr>
          <w:rFonts w:eastAsia="TimesNewRoman"/>
        </w:rPr>
        <w:t>рение и техническое перевооруже</w:t>
      </w:r>
      <w:r w:rsidRPr="0070114A">
        <w:rPr>
          <w:rFonts w:eastAsia="TimesNewRoman"/>
        </w:rPr>
        <w:t>ние действующих производств имеют ряд преимуществ перед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новым строительством.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Первое преимущество вытекает из характера и объемов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выполняемых строительно-монтажных работ и состоит в более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экономном расходовании </w:t>
      </w:r>
      <w:r>
        <w:rPr>
          <w:rFonts w:eastAsia="TimesNewRoman"/>
        </w:rPr>
        <w:t>материальных, финансовых, трудо</w:t>
      </w:r>
      <w:r w:rsidRPr="0070114A">
        <w:rPr>
          <w:rFonts w:eastAsia="TimesNewRoman"/>
        </w:rPr>
        <w:t>вых и других ресурсов на единицу вводимой или наращиваемой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производственной мощности</w:t>
      </w:r>
      <w:r>
        <w:rPr>
          <w:rFonts w:eastAsia="TimesNewRoman"/>
        </w:rPr>
        <w:t>. По отношению к затратам на но</w:t>
      </w:r>
      <w:r w:rsidRPr="0070114A">
        <w:rPr>
          <w:rFonts w:eastAsia="TimesNewRoman"/>
        </w:rPr>
        <w:t>вое строительство удельные затраты на единицу мощности составляют: при расширении 71–75 %, при реконструкции 40–43 %,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техническом перевооружении – 20–25 %.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Второе, не менее важное преимущество заключается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значительном сокращении </w:t>
      </w:r>
      <w:r>
        <w:rPr>
          <w:rFonts w:eastAsia="TimesNewRoman"/>
        </w:rPr>
        <w:t>сроков освоения капитальных вло</w:t>
      </w:r>
      <w:r w:rsidRPr="0070114A">
        <w:rPr>
          <w:rFonts w:eastAsia="TimesNewRoman"/>
        </w:rPr>
        <w:t xml:space="preserve">жений. Реконструкция и </w:t>
      </w:r>
      <w:r>
        <w:rPr>
          <w:rFonts w:eastAsia="TimesNewRoman"/>
        </w:rPr>
        <w:t>расширение действующего предпри</w:t>
      </w:r>
      <w:r w:rsidRPr="0070114A">
        <w:rPr>
          <w:rFonts w:eastAsia="TimesNewRoman"/>
        </w:rPr>
        <w:t>ятия позволяют вводить в стр</w:t>
      </w:r>
      <w:r>
        <w:rPr>
          <w:rFonts w:eastAsia="TimesNewRoman"/>
        </w:rPr>
        <w:t>ой ОПФ в 2,5–3 раза быстрее. Со</w:t>
      </w:r>
      <w:r w:rsidRPr="0070114A">
        <w:rPr>
          <w:rFonts w:eastAsia="TimesNewRoman"/>
        </w:rPr>
        <w:t>кращение сроков производс</w:t>
      </w:r>
      <w:r>
        <w:rPr>
          <w:rFonts w:eastAsia="TimesNewRoman"/>
        </w:rPr>
        <w:t>тва работ дает возможность избе</w:t>
      </w:r>
      <w:r w:rsidRPr="0070114A">
        <w:rPr>
          <w:rFonts w:eastAsia="TimesNewRoman"/>
        </w:rPr>
        <w:t>жать на несколько лет «омертвления» материальных средств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общественного труда, вложе</w:t>
      </w:r>
      <w:r>
        <w:rPr>
          <w:rFonts w:eastAsia="TimesNewRoman"/>
        </w:rPr>
        <w:t>нных в строительные изделия, ма</w:t>
      </w:r>
      <w:r w:rsidRPr="0070114A">
        <w:rPr>
          <w:rFonts w:eastAsia="TimesNewRoman"/>
        </w:rPr>
        <w:t>териалы, оборудование, производственную и оплаченную, не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имеющую практической отдачи работу, которая носит название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«незавершенное строительство». Кроме того, длительное с</w:t>
      </w:r>
      <w:r>
        <w:rPr>
          <w:rFonts w:eastAsia="TimesNewRoman"/>
        </w:rPr>
        <w:t>трои</w:t>
      </w:r>
      <w:r w:rsidRPr="0070114A">
        <w:rPr>
          <w:rFonts w:eastAsia="TimesNewRoman"/>
        </w:rPr>
        <w:t>тельство неизбежно ведет к моральному старению объектов,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заложенных в его проекте технических решений, технологии,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строительных конструкций и т.п.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Третье преимущество связано с тем, что инженерно-</w:t>
      </w:r>
      <w:r>
        <w:rPr>
          <w:rFonts w:eastAsia="TimesNewRoman"/>
        </w:rPr>
        <w:t xml:space="preserve">строительные </w:t>
      </w:r>
      <w:r w:rsidRPr="0070114A">
        <w:rPr>
          <w:rFonts w:eastAsia="TimesNewRoman"/>
        </w:rPr>
        <w:t>работы производятся на освоенн</w:t>
      </w:r>
      <w:r>
        <w:rPr>
          <w:rFonts w:eastAsia="TimesNewRoman"/>
        </w:rPr>
        <w:t>ой площадке, ос</w:t>
      </w:r>
      <w:r w:rsidRPr="0070114A">
        <w:rPr>
          <w:rFonts w:eastAsia="TimesNewRoman"/>
        </w:rPr>
        <w:t>нащенной подъездными путя</w:t>
      </w:r>
      <w:r>
        <w:rPr>
          <w:rFonts w:eastAsia="TimesNewRoman"/>
        </w:rPr>
        <w:t>ми, сетями электроэнергии, водо</w:t>
      </w:r>
      <w:r w:rsidRPr="0070114A">
        <w:rPr>
          <w:rFonts w:eastAsia="TimesNewRoman"/>
        </w:rPr>
        <w:t>провода, канализации, теплоснабжения и связи. Как правило,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этом нет необходимост</w:t>
      </w:r>
      <w:r>
        <w:rPr>
          <w:rFonts w:eastAsia="TimesNewRoman"/>
        </w:rPr>
        <w:t>и производить большой объем зем</w:t>
      </w:r>
      <w:r w:rsidRPr="0070114A">
        <w:rPr>
          <w:rFonts w:eastAsia="TimesNewRoman"/>
        </w:rPr>
        <w:t>ляных работ, связанных с вертикальной планировкой земельного участка и благоустройством территории.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И, наконец, к преимуществам реконструкции следует отнести такой важный социальный фактор, как наличие трудового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коллектива действующего А</w:t>
      </w:r>
      <w:r>
        <w:rPr>
          <w:rFonts w:eastAsia="TimesNewRoman"/>
        </w:rPr>
        <w:t>ТП, являющегося действенной, за</w:t>
      </w:r>
      <w:r w:rsidRPr="0070114A">
        <w:rPr>
          <w:rFonts w:eastAsia="TimesNewRoman"/>
        </w:rPr>
        <w:t>интересованной силой, средством контроля за ка</w:t>
      </w:r>
      <w:r>
        <w:rPr>
          <w:rFonts w:eastAsia="TimesNewRoman"/>
        </w:rPr>
        <w:t>чеством и сро</w:t>
      </w:r>
      <w:r w:rsidRPr="0070114A">
        <w:rPr>
          <w:rFonts w:eastAsia="TimesNewRoman"/>
        </w:rPr>
        <w:t>ками выполнения 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Однако не следует счит</w:t>
      </w:r>
      <w:r>
        <w:rPr>
          <w:rFonts w:eastAsia="TimesNewRoman"/>
        </w:rPr>
        <w:t>ать, что реконструкция действую</w:t>
      </w:r>
      <w:r w:rsidRPr="0070114A">
        <w:rPr>
          <w:rFonts w:eastAsia="TimesNewRoman"/>
        </w:rPr>
        <w:t>щих АТП имеет только одни преимущества. У нее есть и свои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определенные трудности, которые возникают уже с момента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разработки проекта реконструкции. Сопряжены они с</w:t>
      </w:r>
      <w:r>
        <w:rPr>
          <w:rFonts w:eastAsia="TimesNewRoman"/>
        </w:rPr>
        <w:t xml:space="preserve"> необхо</w:t>
      </w:r>
      <w:r w:rsidRPr="0070114A">
        <w:rPr>
          <w:rFonts w:eastAsia="TimesNewRoman"/>
        </w:rPr>
        <w:t>димостью «вписать» новые планировочные и технологические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решения в габариты существующей территории, в объемы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имеющихся производственных зданий, разработать проект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минимальными перестройками и переделками и при этом добиться существенных результатов. Кроме того, чаще всего невозможно использовать высокопроизводительную технологию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строительства.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Осуществление реконструкции или расширения действующего АТП связано со с</w:t>
      </w:r>
      <w:r>
        <w:rPr>
          <w:rFonts w:eastAsia="TimesNewRoman"/>
        </w:rPr>
        <w:t>ложностями производства инженер</w:t>
      </w:r>
      <w:r w:rsidRPr="0070114A">
        <w:rPr>
          <w:rFonts w:eastAsia="TimesNewRoman"/>
        </w:rPr>
        <w:t>но-строительных работ на территор</w:t>
      </w:r>
      <w:r>
        <w:rPr>
          <w:rFonts w:eastAsia="TimesNewRoman"/>
        </w:rPr>
        <w:t>ии, стесненной существую</w:t>
      </w:r>
      <w:r w:rsidRPr="0070114A">
        <w:rPr>
          <w:rFonts w:eastAsia="TimesNewRoman"/>
        </w:rPr>
        <w:t>щими зданиями и сооружен</w:t>
      </w:r>
      <w:r>
        <w:rPr>
          <w:rFonts w:eastAsia="TimesNewRoman"/>
        </w:rPr>
        <w:t>иями, с необходимостью «привязы</w:t>
      </w:r>
      <w:r w:rsidRPr="0070114A">
        <w:rPr>
          <w:rFonts w:eastAsia="TimesNewRoman"/>
        </w:rPr>
        <w:t>ваться» к существующим с</w:t>
      </w:r>
      <w:r>
        <w:rPr>
          <w:rFonts w:eastAsia="TimesNewRoman"/>
        </w:rPr>
        <w:t>троительным конструкциям, выпол</w:t>
      </w:r>
      <w:r w:rsidRPr="0070114A">
        <w:rPr>
          <w:rFonts w:eastAsia="TimesNewRoman"/>
        </w:rPr>
        <w:t>нять разборку «ненужных» п</w:t>
      </w:r>
      <w:r>
        <w:rPr>
          <w:rFonts w:eastAsia="TimesNewRoman"/>
        </w:rPr>
        <w:t>ерегородок, пробивать новые про</w:t>
      </w:r>
      <w:r w:rsidRPr="0070114A">
        <w:rPr>
          <w:rFonts w:eastAsia="TimesNewRoman"/>
        </w:rPr>
        <w:t>емы, возводить новые перегородки под смонтированными перекрытиями, производить перекладку сетей и коммуникаций.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Проведение реконструкции, расширения и технического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перевооружения неизбе</w:t>
      </w:r>
      <w:r>
        <w:rPr>
          <w:rFonts w:eastAsia="TimesNewRoman"/>
        </w:rPr>
        <w:t>жно вызывает необходимость пере</w:t>
      </w:r>
      <w:r w:rsidRPr="0070114A">
        <w:rPr>
          <w:rFonts w:eastAsia="TimesNewRoman"/>
        </w:rPr>
        <w:t>стройки и переоборудовани</w:t>
      </w:r>
      <w:r>
        <w:rPr>
          <w:rFonts w:eastAsia="TimesNewRoman"/>
        </w:rPr>
        <w:t>я рабочих постов, демонтаж уста</w:t>
      </w:r>
      <w:r w:rsidRPr="0070114A">
        <w:rPr>
          <w:rFonts w:eastAsia="TimesNewRoman"/>
        </w:rPr>
        <w:t>ревшего технологического оборудования и монтаж нового, что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приводит к временной прио</w:t>
      </w:r>
      <w:r>
        <w:rPr>
          <w:rFonts w:eastAsia="TimesNewRoman"/>
        </w:rPr>
        <w:t>становке работы отдельных участ</w:t>
      </w:r>
      <w:r w:rsidRPr="0070114A">
        <w:rPr>
          <w:rFonts w:eastAsia="TimesNewRoman"/>
        </w:rPr>
        <w:t>ков и нарушению установившегося режима производства. 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все объективные трудности </w:t>
      </w:r>
      <w:r>
        <w:rPr>
          <w:rFonts w:eastAsia="TimesNewRoman"/>
        </w:rPr>
        <w:t>выполнения реконструкции, расши</w:t>
      </w:r>
      <w:r w:rsidRPr="0070114A">
        <w:rPr>
          <w:rFonts w:eastAsia="TimesNewRoman"/>
        </w:rPr>
        <w:t>рения и технического пе</w:t>
      </w:r>
      <w:r>
        <w:rPr>
          <w:rFonts w:eastAsia="TimesNewRoman"/>
        </w:rPr>
        <w:t>ревооружения действующих АТП мо</w:t>
      </w:r>
      <w:r w:rsidRPr="0070114A">
        <w:rPr>
          <w:rFonts w:eastAsia="TimesNewRoman"/>
        </w:rPr>
        <w:t>гут сполна окупиться экономией средств и времени.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всех перечисленных преимуществах реконструкции,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расширения и технического</w:t>
      </w:r>
      <w:r>
        <w:rPr>
          <w:rFonts w:eastAsia="TimesNewRoman"/>
        </w:rPr>
        <w:t xml:space="preserve"> перевооружения новое строитель</w:t>
      </w:r>
      <w:r w:rsidRPr="0070114A">
        <w:rPr>
          <w:rFonts w:eastAsia="TimesNewRoman"/>
        </w:rPr>
        <w:t>ство АТП необходимо при с</w:t>
      </w:r>
      <w:r>
        <w:rPr>
          <w:rFonts w:eastAsia="TimesNewRoman"/>
        </w:rPr>
        <w:t>троительстве новых городов и по</w:t>
      </w:r>
      <w:r w:rsidRPr="0070114A">
        <w:rPr>
          <w:rFonts w:eastAsia="TimesNewRoman"/>
        </w:rPr>
        <w:t xml:space="preserve">селков, для внедрения прогрессивных форм </w:t>
      </w:r>
      <w:r>
        <w:rPr>
          <w:rFonts w:eastAsia="TimesNewRoman"/>
        </w:rPr>
        <w:t>организации про</w:t>
      </w:r>
      <w:r w:rsidRPr="0070114A">
        <w:rPr>
          <w:rFonts w:eastAsia="TimesNewRoman"/>
        </w:rPr>
        <w:t>изводства, например, при создании ПТБ экологически чистых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АТП и т.д.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6</w:t>
      </w:r>
      <w:r w:rsidRPr="0070114A">
        <w:rPr>
          <w:rFonts w:eastAsia="TimesNewRoman"/>
        </w:rPr>
        <w:t xml:space="preserve">.3. </w:t>
      </w:r>
      <w:r w:rsidRPr="0070114A">
        <w:rPr>
          <w:rFonts w:eastAsia="TimesNewRoman,Bold"/>
        </w:rPr>
        <w:t>Порядок проектирования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производственно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технической базы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Качество реконструкции</w:t>
      </w:r>
      <w:r>
        <w:rPr>
          <w:rFonts w:eastAsia="TimesNewRoman"/>
        </w:rPr>
        <w:t>, расширения, технического пере</w:t>
      </w:r>
      <w:r w:rsidRPr="0070114A">
        <w:rPr>
          <w:rFonts w:eastAsia="TimesNewRoman"/>
        </w:rPr>
        <w:t>вооружения и нового строительства ПТБ во многом опреде</w:t>
      </w:r>
      <w:r>
        <w:rPr>
          <w:rFonts w:eastAsia="TimesNewRoman"/>
        </w:rPr>
        <w:t>ля</w:t>
      </w:r>
      <w:r w:rsidRPr="0070114A">
        <w:rPr>
          <w:rFonts w:eastAsia="TimesNewRoman"/>
        </w:rPr>
        <w:t>ется качеством соответствующих проектов, которые должны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отвечать всем современных </w:t>
      </w:r>
      <w:r>
        <w:rPr>
          <w:rFonts w:eastAsia="TimesNewRoman"/>
        </w:rPr>
        <w:t>требованиям, предъявляемым к ка</w:t>
      </w:r>
      <w:r w:rsidRPr="0070114A">
        <w:rPr>
          <w:rFonts w:eastAsia="TimesNewRoman"/>
        </w:rPr>
        <w:t>питальному строительству.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Новые или реконструируемые АТП ко времени их ввода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действие должны быть тех</w:t>
      </w:r>
      <w:r>
        <w:rPr>
          <w:rFonts w:eastAsia="TimesNewRoman"/>
        </w:rPr>
        <w:t>нически передовыми и иметь высо</w:t>
      </w:r>
      <w:r w:rsidRPr="0070114A">
        <w:rPr>
          <w:rFonts w:eastAsia="TimesNewRoman"/>
        </w:rPr>
        <w:t>кие показатели по производит</w:t>
      </w:r>
      <w:r>
        <w:rPr>
          <w:rFonts w:eastAsia="TimesNewRoman"/>
        </w:rPr>
        <w:t>ельности и условиям труда, уров</w:t>
      </w:r>
      <w:r w:rsidRPr="0070114A">
        <w:rPr>
          <w:rFonts w:eastAsia="TimesNewRoman"/>
        </w:rPr>
        <w:t>ню механизации, себестоимости производства, эффективности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капитальных вложений.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Проектирование нового предприятия, его реконструкция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техническое перевооружени</w:t>
      </w:r>
      <w:r>
        <w:rPr>
          <w:rFonts w:eastAsia="TimesNewRoman"/>
        </w:rPr>
        <w:t>е осуществляется по общим прави</w:t>
      </w:r>
      <w:r w:rsidRPr="0070114A">
        <w:rPr>
          <w:rFonts w:eastAsia="TimesNewRoman"/>
        </w:rPr>
        <w:t>лам проектирования пр</w:t>
      </w:r>
      <w:r>
        <w:rPr>
          <w:rFonts w:eastAsia="TimesNewRoman"/>
        </w:rPr>
        <w:t>омышленно-производственных пред</w:t>
      </w:r>
      <w:r w:rsidRPr="0070114A">
        <w:rPr>
          <w:rFonts w:eastAsia="TimesNewRoman"/>
        </w:rPr>
        <w:t>приятий в соответствии со</w:t>
      </w:r>
      <w:r>
        <w:rPr>
          <w:rFonts w:eastAsia="TimesNewRoman"/>
        </w:rPr>
        <w:t xml:space="preserve"> СНиП 11-01-95 «Инструкция о по</w:t>
      </w:r>
      <w:r w:rsidRPr="0070114A">
        <w:rPr>
          <w:rFonts w:eastAsia="TimesNewRoman"/>
        </w:rPr>
        <w:t>рядке разработки, согласовани</w:t>
      </w:r>
      <w:r>
        <w:rPr>
          <w:rFonts w:eastAsia="TimesNewRoman"/>
        </w:rPr>
        <w:t>я, утверждения и составе проект</w:t>
      </w:r>
      <w:r w:rsidRPr="0070114A">
        <w:rPr>
          <w:rFonts w:eastAsia="TimesNewRoman"/>
        </w:rPr>
        <w:t>ной документации на строительство зданий и сооружений».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Заказчиками проектов АТП или </w:t>
      </w:r>
      <w:r>
        <w:rPr>
          <w:rFonts w:eastAsia="TimesNewRoman"/>
        </w:rPr>
        <w:t>отдельных зданий, соору</w:t>
      </w:r>
      <w:r w:rsidRPr="0070114A">
        <w:rPr>
          <w:rFonts w:eastAsia="TimesNewRoman"/>
        </w:rPr>
        <w:t>жений являются федеральны</w:t>
      </w:r>
      <w:r>
        <w:rPr>
          <w:rFonts w:eastAsia="TimesNewRoman"/>
        </w:rPr>
        <w:t>е и муниципальные ведомства, ак</w:t>
      </w:r>
      <w:r w:rsidRPr="0070114A">
        <w:rPr>
          <w:rFonts w:eastAsia="TimesNewRoman"/>
        </w:rPr>
        <w:t>ционерные, арендные, частны</w:t>
      </w:r>
      <w:r>
        <w:rPr>
          <w:rFonts w:eastAsia="TimesNewRoman"/>
        </w:rPr>
        <w:t>е и другие предприятия, эксплуа</w:t>
      </w:r>
      <w:r w:rsidRPr="0070114A">
        <w:rPr>
          <w:rFonts w:eastAsia="TimesNewRoman"/>
        </w:rPr>
        <w:t>тирующие автомобили.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Документом, регули</w:t>
      </w:r>
      <w:r>
        <w:rPr>
          <w:rFonts w:eastAsia="TimesNewRoman"/>
        </w:rPr>
        <w:t>рующим правовые и финансовые от</w:t>
      </w:r>
      <w:r w:rsidRPr="0070114A">
        <w:rPr>
          <w:rFonts w:eastAsia="TimesNewRoman"/>
        </w:rPr>
        <w:t>ношения, взаимные обязательства и ответственность сторон,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является договор (контракт), заключаемый между заказчиком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привлеченным к разработке </w:t>
      </w:r>
      <w:r>
        <w:rPr>
          <w:rFonts w:eastAsia="TimesNewRoman"/>
        </w:rPr>
        <w:t>проектной документации организа</w:t>
      </w:r>
      <w:r w:rsidRPr="0070114A">
        <w:rPr>
          <w:rFonts w:eastAsia="TimesNewRoman"/>
        </w:rPr>
        <w:t>ции, физическим или юридическим лицом.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Неотъемлемой частью д</w:t>
      </w:r>
      <w:r>
        <w:rPr>
          <w:rFonts w:eastAsia="TimesNewRoman"/>
        </w:rPr>
        <w:t>оговора является задание на про</w:t>
      </w:r>
      <w:r w:rsidRPr="0070114A">
        <w:rPr>
          <w:rFonts w:eastAsia="TimesNewRoman"/>
        </w:rPr>
        <w:t>ектирование, в котором отра</w:t>
      </w:r>
      <w:r>
        <w:rPr>
          <w:rFonts w:eastAsia="TimesNewRoman"/>
        </w:rPr>
        <w:t>жаются: обоснование для проекти</w:t>
      </w:r>
      <w:r w:rsidRPr="0070114A">
        <w:rPr>
          <w:rFonts w:eastAsia="TimesNewRoman"/>
        </w:rPr>
        <w:t>рования, требования по вариантности и конкурсной разработке,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основные технико-экономические показатели, требования 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конкурентоспособности и эк</w:t>
      </w:r>
      <w:r>
        <w:rPr>
          <w:rFonts w:eastAsia="TimesNewRoman"/>
        </w:rPr>
        <w:t>ологическим параметрам, требова</w:t>
      </w:r>
      <w:r w:rsidRPr="0070114A">
        <w:rPr>
          <w:rFonts w:eastAsia="TimesNewRoman"/>
        </w:rPr>
        <w:t>ния к технологии, организации производства, архитектурно-строительным и конструктивным решениям и др.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Основным проектным документом является технико-экономическое </w:t>
      </w:r>
      <w:r>
        <w:rPr>
          <w:rFonts w:eastAsia="TimesNewRoman"/>
        </w:rPr>
        <w:t>обоснование (ТЭО) строительства</w:t>
      </w:r>
      <w:r w:rsidRPr="0070114A">
        <w:rPr>
          <w:rFonts w:eastAsia="TimesNewRoman"/>
        </w:rPr>
        <w:t>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Проектная документация</w:t>
      </w:r>
      <w:r>
        <w:rPr>
          <w:rFonts w:eastAsia="TimesNewRoman"/>
        </w:rPr>
        <w:t xml:space="preserve"> состоит из пояснительной запис</w:t>
      </w:r>
      <w:r w:rsidRPr="0070114A">
        <w:rPr>
          <w:rFonts w:eastAsia="TimesNewRoman"/>
        </w:rPr>
        <w:t>ки и основных чертежей.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состав пояснительной</w:t>
      </w:r>
      <w:r>
        <w:rPr>
          <w:rFonts w:eastAsia="TimesNewRoman"/>
        </w:rPr>
        <w:t xml:space="preserve"> записки входят различные разде</w:t>
      </w:r>
      <w:r w:rsidRPr="0070114A">
        <w:rPr>
          <w:rFonts w:eastAsia="TimesNewRoman"/>
        </w:rPr>
        <w:t>лы, в том числе технологичес</w:t>
      </w:r>
      <w:r>
        <w:rPr>
          <w:rFonts w:eastAsia="TimesNewRoman"/>
        </w:rPr>
        <w:t>кие решения (характеристика про</w:t>
      </w:r>
      <w:r w:rsidRPr="0070114A">
        <w:rPr>
          <w:rFonts w:eastAsia="TimesNewRoman"/>
        </w:rPr>
        <w:t>изводственных процессов и принятого режима производства,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результаты расчетов по о</w:t>
      </w:r>
      <w:r>
        <w:rPr>
          <w:rFonts w:eastAsia="TimesNewRoman"/>
        </w:rPr>
        <w:t>пределению производственной про</w:t>
      </w:r>
      <w:r w:rsidRPr="0070114A">
        <w:rPr>
          <w:rFonts w:eastAsia="TimesNewRoman"/>
        </w:rPr>
        <w:t>граммы и объема производства, рабочей силы, оборудования,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площадей и т.д.), архитект</w:t>
      </w:r>
      <w:r>
        <w:rPr>
          <w:rFonts w:eastAsia="TimesNewRoman"/>
        </w:rPr>
        <w:t>урно-строительные решения, инже</w:t>
      </w:r>
      <w:r w:rsidRPr="0070114A">
        <w:rPr>
          <w:rFonts w:eastAsia="TimesNewRoman"/>
        </w:rPr>
        <w:t>нерное оборудование и коммуникации, охраны окружающей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природной среды и другие.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комплект чертежей в</w:t>
      </w:r>
      <w:r>
        <w:rPr>
          <w:rFonts w:eastAsia="TimesNewRoman"/>
        </w:rPr>
        <w:t>ходят схемы технологических про</w:t>
      </w:r>
      <w:r w:rsidRPr="0070114A">
        <w:rPr>
          <w:rFonts w:eastAsia="TimesNewRoman"/>
        </w:rPr>
        <w:t>цессов, генеральный план, технологические плани</w:t>
      </w:r>
      <w:r>
        <w:rPr>
          <w:rFonts w:eastAsia="TimesNewRoman"/>
        </w:rPr>
        <w:t>ровки с ука</w:t>
      </w:r>
      <w:r w:rsidRPr="0070114A">
        <w:rPr>
          <w:rFonts w:eastAsia="TimesNewRoman"/>
        </w:rPr>
        <w:t>занием расположения основного стационарного оборудования,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строительные чертежи (планы,</w:t>
      </w:r>
      <w:r>
        <w:rPr>
          <w:rFonts w:eastAsia="TimesNewRoman"/>
        </w:rPr>
        <w:t xml:space="preserve"> разрезы, фасады), схемы энерго</w:t>
      </w:r>
      <w:r w:rsidRPr="0070114A">
        <w:rPr>
          <w:rFonts w:eastAsia="TimesNewRoman"/>
        </w:rPr>
        <w:t>снабжения, теплоснабжения и других коммуникаций.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основе утвержденного ТЭО разрабатывается рабочая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документация на строительство объекта.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основе проектирования АТП лежат проектные решения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организации и технологи</w:t>
      </w:r>
      <w:r>
        <w:rPr>
          <w:rFonts w:eastAsia="TimesNewRoman"/>
        </w:rPr>
        <w:t>и производства ТО и ТР, разраба</w:t>
      </w:r>
      <w:r w:rsidRPr="0070114A">
        <w:rPr>
          <w:rFonts w:eastAsia="TimesNewRoman"/>
        </w:rPr>
        <w:t>тываемые в процессе технол</w:t>
      </w:r>
      <w:r>
        <w:rPr>
          <w:rFonts w:eastAsia="TimesNewRoman"/>
        </w:rPr>
        <w:t>огического проектирования, кото</w:t>
      </w:r>
      <w:r w:rsidRPr="0070114A">
        <w:rPr>
          <w:rFonts w:eastAsia="TimesNewRoman"/>
        </w:rPr>
        <w:t>рый включает: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расчет производственной программы, объемов работ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численности работающих;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технологический расчет производственных зон, участков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складов;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разработку планировочных решений;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оценку результатов проектирования;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подготовку технологических заданий для разработки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смежных частей проекта.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Результаты технологич</w:t>
      </w:r>
      <w:r>
        <w:rPr>
          <w:rFonts w:eastAsia="TimesNewRoman"/>
        </w:rPr>
        <w:t>еского проектирования служат ос</w:t>
      </w:r>
      <w:r w:rsidRPr="0070114A">
        <w:rPr>
          <w:rFonts w:eastAsia="TimesNewRoman"/>
        </w:rPr>
        <w:t xml:space="preserve">новой для разработки других </w:t>
      </w:r>
      <w:r>
        <w:rPr>
          <w:rFonts w:eastAsia="TimesNewRoman"/>
        </w:rPr>
        <w:t>частей проекта и во многом опре</w:t>
      </w:r>
      <w:r w:rsidRPr="0070114A">
        <w:rPr>
          <w:rFonts w:eastAsia="TimesNewRoman"/>
        </w:rPr>
        <w:t>деляют качество проекта в целом.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Следует особо отметить, что согласно СНиП 11-01–95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отступления от требований нормативных документов возможно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исключительных случаях при наличии разрешений органов,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которые утвердили или ввели</w:t>
      </w:r>
      <w:r>
        <w:rPr>
          <w:rFonts w:eastAsia="TimesNewRoman"/>
        </w:rPr>
        <w:t xml:space="preserve"> в действие этот нормативный до</w:t>
      </w:r>
      <w:r w:rsidRPr="0070114A">
        <w:rPr>
          <w:rFonts w:eastAsia="TimesNewRoman"/>
        </w:rPr>
        <w:t>кумент.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6</w:t>
      </w:r>
      <w:r w:rsidRPr="0070114A">
        <w:rPr>
          <w:rFonts w:eastAsia="TimesNewRoman"/>
        </w:rPr>
        <w:t xml:space="preserve">.4. </w:t>
      </w:r>
      <w:r w:rsidRPr="0070114A">
        <w:rPr>
          <w:rFonts w:eastAsia="TimesNewRoman,Bold"/>
        </w:rPr>
        <w:t>Особенности разработки проектов реконструкции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и технического перевооружения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Разработка проектов ре</w:t>
      </w:r>
      <w:r>
        <w:rPr>
          <w:rFonts w:eastAsia="TimesNewRoman"/>
        </w:rPr>
        <w:t>конструкции, расширения и техни</w:t>
      </w:r>
      <w:r w:rsidRPr="0070114A">
        <w:rPr>
          <w:rFonts w:eastAsia="TimesNewRoman"/>
        </w:rPr>
        <w:t>ческого перевооружения действующих АТП (в дальнейшем,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краткости, – реконструкции) базируется на тех же положениях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принципах, что и разработка проектов нового строительства.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Однако разработка проектов</w:t>
      </w:r>
      <w:r>
        <w:rPr>
          <w:rFonts w:eastAsia="TimesNewRoman"/>
        </w:rPr>
        <w:t xml:space="preserve"> реконструкции имеет свою специ</w:t>
      </w:r>
      <w:r w:rsidRPr="0070114A">
        <w:rPr>
          <w:rFonts w:eastAsia="TimesNewRoman"/>
        </w:rPr>
        <w:t>фику, характер которой вызван необходимостью выполнения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проектных процедур в условиях определенных ограничений: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сложившейся застройки территории АТП; наличия и характера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конструктивных и планировочных решений существующих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зданий и сооружений; наличия и размещения рабочих постов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оборудования, устройства и расположения инженерных сетей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коммуникаций и т.п.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Эти обстоятельства оказывают влияние на весь процесс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разработки проекта реконст</w:t>
      </w:r>
      <w:r>
        <w:rPr>
          <w:rFonts w:eastAsia="TimesNewRoman"/>
        </w:rPr>
        <w:t>рукции действующего АТП, во мно</w:t>
      </w:r>
      <w:r w:rsidRPr="0070114A">
        <w:rPr>
          <w:rFonts w:eastAsia="TimesNewRoman"/>
        </w:rPr>
        <w:t>гом определяют проектные решения, цель которых заключается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определении наиболее эффективного способа использования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имеющегося производственного потенциала. В этом состоят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основные трудности реконструкции, поскольку перестраивать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всегда сложнее, чем строить заново.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Особенность разработки проекта реконструкции в отличие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 проектирования для нового строительства состоит в том, что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наличии соответствующ</w:t>
      </w:r>
      <w:r>
        <w:rPr>
          <w:rFonts w:eastAsia="TimesNewRoman"/>
        </w:rPr>
        <w:t>его технико-экономического обос</w:t>
      </w:r>
      <w:r w:rsidRPr="0070114A">
        <w:rPr>
          <w:rFonts w:eastAsia="TimesNewRoman"/>
        </w:rPr>
        <w:t>нования в порядке исключен</w:t>
      </w:r>
      <w:r>
        <w:rPr>
          <w:rFonts w:eastAsia="TimesNewRoman"/>
        </w:rPr>
        <w:t>ия допускаются отдельные отступ</w:t>
      </w:r>
      <w:r w:rsidRPr="0070114A">
        <w:rPr>
          <w:rFonts w:eastAsia="TimesNewRoman"/>
        </w:rPr>
        <w:t>ления от нормативных требо</w:t>
      </w:r>
      <w:r>
        <w:rPr>
          <w:rFonts w:eastAsia="TimesNewRoman"/>
        </w:rPr>
        <w:t>ваний рекомендательного характе</w:t>
      </w:r>
      <w:r w:rsidRPr="0070114A">
        <w:rPr>
          <w:rFonts w:eastAsia="TimesNewRoman"/>
        </w:rPr>
        <w:t>ра (например, требования к высоте помещения, геометрическим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параметрам рабочих постов,</w:t>
      </w:r>
      <w:r>
        <w:rPr>
          <w:rFonts w:eastAsia="TimesNewRoman"/>
        </w:rPr>
        <w:t xml:space="preserve"> естественной освещенности поме</w:t>
      </w:r>
      <w:r w:rsidRPr="0070114A">
        <w:rPr>
          <w:rFonts w:eastAsia="TimesNewRoman"/>
        </w:rPr>
        <w:t>щений, условиям блокировки производственных помещений,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количеству постов ожидания ТО, Р и т.п.). Эти отступления допускаются только в тех случаях, если они, во-первых, не ведут 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нарушениям нормативов и п</w:t>
      </w:r>
      <w:r>
        <w:rPr>
          <w:rFonts w:eastAsia="TimesNewRoman"/>
        </w:rPr>
        <w:t>равил техники безопасности, про</w:t>
      </w:r>
      <w:r w:rsidRPr="0070114A">
        <w:rPr>
          <w:rFonts w:eastAsia="TimesNewRoman"/>
        </w:rPr>
        <w:t>тивопожарной и взрывопо</w:t>
      </w:r>
      <w:r>
        <w:rPr>
          <w:rFonts w:eastAsia="TimesNewRoman"/>
        </w:rPr>
        <w:t>жарной безопасности, производст</w:t>
      </w:r>
      <w:r w:rsidRPr="0070114A">
        <w:rPr>
          <w:rFonts w:eastAsia="TimesNewRoman"/>
        </w:rPr>
        <w:t>венной санитарии, охраны труда и экологии, а во-вторых, если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соблюдение нормативов вызывает значительные неоп</w:t>
      </w:r>
      <w:r>
        <w:rPr>
          <w:rFonts w:eastAsia="TimesNewRoman"/>
        </w:rPr>
        <w:t>равдан</w:t>
      </w:r>
      <w:r w:rsidRPr="0070114A">
        <w:rPr>
          <w:rFonts w:eastAsia="TimesNewRoman"/>
        </w:rPr>
        <w:t>ные экономические затраты. Так, при реконструкции могут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быть несколько уменьшен</w:t>
      </w:r>
      <w:r>
        <w:rPr>
          <w:rFonts w:eastAsia="TimesNewRoman"/>
        </w:rPr>
        <w:t>ы расстояния между боковыми сто</w:t>
      </w:r>
      <w:r w:rsidRPr="0070114A">
        <w:rPr>
          <w:rFonts w:eastAsia="TimesNewRoman"/>
        </w:rPr>
        <w:t>ронами автомобилей на поста</w:t>
      </w:r>
      <w:r>
        <w:rPr>
          <w:rFonts w:eastAsia="TimesNewRoman"/>
        </w:rPr>
        <w:t>х ТО и Р, если соблюдение норма</w:t>
      </w:r>
      <w:r w:rsidRPr="0070114A">
        <w:rPr>
          <w:rFonts w:eastAsia="TimesNewRoman"/>
        </w:rPr>
        <w:t>тивов размещения рабочих постов связано с большим объемом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строительно-монтажных рабо</w:t>
      </w:r>
      <w:r>
        <w:rPr>
          <w:rFonts w:eastAsia="TimesNewRoman"/>
        </w:rPr>
        <w:t>т. Однако такое изменение норма</w:t>
      </w:r>
      <w:r w:rsidRPr="0070114A">
        <w:rPr>
          <w:rFonts w:eastAsia="TimesNewRoman"/>
        </w:rPr>
        <w:t>тивов возможно только в том случае, если принятые в проекте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расстояния обеспечивают минимально необходимые условия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работы на рабочих места</w:t>
      </w:r>
      <w:r>
        <w:rPr>
          <w:rFonts w:eastAsia="TimesNewRoman"/>
        </w:rPr>
        <w:t>х, проходы для работающих и про</w:t>
      </w:r>
      <w:r w:rsidRPr="0070114A">
        <w:rPr>
          <w:rFonts w:eastAsia="TimesNewRoman"/>
        </w:rPr>
        <w:t>езды для транспортировки агрегатов и узлов.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Может быть допущено </w:t>
      </w:r>
      <w:r>
        <w:rPr>
          <w:rFonts w:eastAsia="TimesNewRoman"/>
        </w:rPr>
        <w:t>некоторое отклонение от рекомен</w:t>
      </w:r>
      <w:r w:rsidRPr="0070114A">
        <w:rPr>
          <w:rFonts w:eastAsia="TimesNewRoman"/>
        </w:rPr>
        <w:t>дуемой высоты производс</w:t>
      </w:r>
      <w:r>
        <w:rPr>
          <w:rFonts w:eastAsia="TimesNewRoman"/>
        </w:rPr>
        <w:t>твенных помещений (если соблюде</w:t>
      </w:r>
      <w:r w:rsidRPr="0070114A">
        <w:rPr>
          <w:rFonts w:eastAsia="TimesNewRoman"/>
        </w:rPr>
        <w:t>ние норматива вызывает, например, необходимость демонтажа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перекрытий здания) при условии соблюдения санитарных норм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обеспечения выполнения ремонтно-транспортных операций.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Против расчетного количества может быть уменьшено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число автомобиле-мест ожидания автомобилей перед постами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 и Р, если их устройство требует коренной перепланировки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существующего здания, а и</w:t>
      </w:r>
      <w:r>
        <w:rPr>
          <w:rFonts w:eastAsia="TimesNewRoman"/>
        </w:rPr>
        <w:t>х сокращение не приведет к нару</w:t>
      </w:r>
      <w:r w:rsidRPr="0070114A">
        <w:rPr>
          <w:rFonts w:eastAsia="TimesNewRoman"/>
        </w:rPr>
        <w:t>шению производственных процессов.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Отклонение от реко</w:t>
      </w:r>
      <w:r>
        <w:rPr>
          <w:rFonts w:eastAsia="TimesNewRoman"/>
        </w:rPr>
        <w:t>мендуемой технологической плани</w:t>
      </w:r>
      <w:r w:rsidRPr="0070114A">
        <w:rPr>
          <w:rFonts w:eastAsia="TimesNewRoman"/>
        </w:rPr>
        <w:t>ровки производственных помещений может быть допущено при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условии наличия в действу</w:t>
      </w:r>
      <w:r>
        <w:rPr>
          <w:rFonts w:eastAsia="TimesNewRoman"/>
        </w:rPr>
        <w:t>ющем предприятии нескольких зда</w:t>
      </w:r>
      <w:r w:rsidRPr="0070114A">
        <w:rPr>
          <w:rFonts w:eastAsia="TimesNewRoman"/>
        </w:rPr>
        <w:t>ний. Однако в этом случае размещение помещений, участков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складов по различным зданиям должно отвечать требованиям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технологического тяготения </w:t>
      </w:r>
      <w:r>
        <w:rPr>
          <w:rFonts w:eastAsia="TimesNewRoman"/>
        </w:rPr>
        <w:t>и сводить до минимума транспорт</w:t>
      </w:r>
      <w:r w:rsidRPr="0070114A">
        <w:rPr>
          <w:rFonts w:eastAsia="TimesNewRoman"/>
        </w:rPr>
        <w:t>ные связи между зданиями по территории предприятия.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Необходимо еще раз отметить, что при разработке проекта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реконструкции любые отклонения от нормативов не должны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быть причиной нарушения условий надежной и безопасной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эксплуатации зданий, сооруж</w:t>
      </w:r>
      <w:r>
        <w:rPr>
          <w:rFonts w:eastAsia="TimesNewRoman"/>
        </w:rPr>
        <w:t>ений, оборудования и возникнове</w:t>
      </w:r>
      <w:r w:rsidRPr="0070114A">
        <w:rPr>
          <w:rFonts w:eastAsia="TimesNewRoman"/>
        </w:rPr>
        <w:t>ния опасности для работы и здоровья людей.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Конкретные задачи реконструкции устанавливаются для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каждого предприятия индивидуально, на основе анализа ПТБ,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что является еще одной осо</w:t>
      </w:r>
      <w:r>
        <w:rPr>
          <w:rFonts w:eastAsia="TimesNewRoman"/>
        </w:rPr>
        <w:t>бенностью разработки проекта ре</w:t>
      </w:r>
      <w:r w:rsidRPr="0070114A">
        <w:rPr>
          <w:rFonts w:eastAsia="TimesNewRoman"/>
        </w:rPr>
        <w:t>конструкции действующего</w:t>
      </w:r>
      <w:r>
        <w:rPr>
          <w:rFonts w:eastAsia="TimesNewRoman"/>
        </w:rPr>
        <w:t xml:space="preserve"> АТП по сравнению с проектирова</w:t>
      </w:r>
      <w:r w:rsidRPr="0070114A">
        <w:rPr>
          <w:rFonts w:eastAsia="TimesNewRoman"/>
        </w:rPr>
        <w:t>нием для нового строительст</w:t>
      </w:r>
      <w:r>
        <w:rPr>
          <w:rFonts w:eastAsia="TimesNewRoman"/>
        </w:rPr>
        <w:t>ва. В общем виде разработка про</w:t>
      </w:r>
      <w:r w:rsidRPr="0070114A">
        <w:rPr>
          <w:rFonts w:eastAsia="TimesNewRoman"/>
        </w:rPr>
        <w:t>екта реконструкции действующего АТП включает в себя три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основных этапа.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1-м этапе в соответ</w:t>
      </w:r>
      <w:r>
        <w:rPr>
          <w:rFonts w:eastAsia="TimesNewRoman"/>
        </w:rPr>
        <w:t>ствии с целью реконструкции про</w:t>
      </w:r>
      <w:r w:rsidRPr="0070114A">
        <w:rPr>
          <w:rFonts w:eastAsia="TimesNewRoman"/>
        </w:rPr>
        <w:t>изводится сбор необходимы</w:t>
      </w:r>
      <w:r>
        <w:rPr>
          <w:rFonts w:eastAsia="TimesNewRoman"/>
        </w:rPr>
        <w:t>х исходных данных о наличии, со</w:t>
      </w:r>
      <w:r w:rsidRPr="0070114A">
        <w:rPr>
          <w:rFonts w:eastAsia="TimesNewRoman"/>
        </w:rPr>
        <w:t>стоянии и условиях функцио</w:t>
      </w:r>
      <w:r>
        <w:rPr>
          <w:rFonts w:eastAsia="TimesNewRoman"/>
        </w:rPr>
        <w:t>нирования элементов ПТБ, их ана</w:t>
      </w:r>
      <w:r w:rsidRPr="0070114A">
        <w:rPr>
          <w:rFonts w:eastAsia="TimesNewRoman"/>
        </w:rPr>
        <w:t>лиз и определение целесообразности и экономической эффективности реконструкции.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2-м этапе разрабатывается задание на проектирование.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 3-м этапе осуществля</w:t>
      </w:r>
      <w:r>
        <w:rPr>
          <w:rFonts w:eastAsia="TimesNewRoman"/>
        </w:rPr>
        <w:t>ется разработка проекта реконст</w:t>
      </w:r>
      <w:r w:rsidRPr="0070114A">
        <w:rPr>
          <w:rFonts w:eastAsia="TimesNewRoman"/>
        </w:rPr>
        <w:t>рукции.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Поэтому при развитии</w:t>
      </w:r>
      <w:r>
        <w:rPr>
          <w:rFonts w:eastAsia="TimesNewRoman"/>
        </w:rPr>
        <w:t xml:space="preserve"> и совершенствовании ПТБ необхо</w:t>
      </w:r>
      <w:r w:rsidRPr="0070114A">
        <w:rPr>
          <w:rFonts w:eastAsia="TimesNewRoman"/>
        </w:rPr>
        <w:t>димо предусматривать и внедрять современные способы и технологии по защите окружающей среды от вредных веществ,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том числе и путем создания новых, экологических чистых АТП.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Номенклатура показателей ПТБ АТП достаточно большая,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наряду с технологическими</w:t>
      </w:r>
      <w:r>
        <w:rPr>
          <w:rFonts w:eastAsia="TimesNewRoman"/>
        </w:rPr>
        <w:t xml:space="preserve"> показателями (число производст</w:t>
      </w:r>
      <w:r w:rsidRPr="0070114A">
        <w:rPr>
          <w:rFonts w:eastAsia="TimesNewRoman"/>
        </w:rPr>
        <w:t>венных рабочих, число рабочи</w:t>
      </w:r>
      <w:r>
        <w:rPr>
          <w:rFonts w:eastAsia="TimesNewRoman"/>
        </w:rPr>
        <w:t>х постов ТО и Р, уровень механи</w:t>
      </w:r>
      <w:r w:rsidRPr="0070114A">
        <w:rPr>
          <w:rFonts w:eastAsia="TimesNewRoman"/>
        </w:rPr>
        <w:t>зации процессов ТО и Р, ф</w:t>
      </w:r>
      <w:r>
        <w:rPr>
          <w:rFonts w:eastAsia="TimesNewRoman"/>
        </w:rPr>
        <w:t>ондовооруженность и механовоору</w:t>
      </w:r>
      <w:r w:rsidRPr="0070114A">
        <w:rPr>
          <w:rFonts w:eastAsia="TimesNewRoman"/>
        </w:rPr>
        <w:t xml:space="preserve">женность рабочих и пр.) и </w:t>
      </w:r>
      <w:r>
        <w:rPr>
          <w:rFonts w:eastAsia="TimesNewRoman"/>
        </w:rPr>
        <w:t>строительно-планировочными (пло</w:t>
      </w:r>
      <w:r w:rsidRPr="0070114A">
        <w:rPr>
          <w:rFonts w:eastAsia="TimesNewRoman"/>
        </w:rPr>
        <w:t xml:space="preserve">щадь территории, площадь </w:t>
      </w:r>
      <w:r>
        <w:rPr>
          <w:rFonts w:eastAsia="TimesNewRoman"/>
        </w:rPr>
        <w:t>производственно-складских, адми</w:t>
      </w:r>
      <w:r w:rsidRPr="0070114A">
        <w:rPr>
          <w:rFonts w:eastAsia="TimesNewRoman"/>
        </w:rPr>
        <w:t>нистративно-бытовых и других помещений), вкл</w:t>
      </w:r>
      <w:r>
        <w:rPr>
          <w:rFonts w:eastAsia="TimesNewRoman"/>
        </w:rPr>
        <w:t>ючает показа</w:t>
      </w:r>
      <w:r w:rsidRPr="0070114A">
        <w:rPr>
          <w:rFonts w:eastAsia="TimesNewRoman"/>
        </w:rPr>
        <w:t>тели стоимости строительства, уровня рентабельности, сроков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окупаемости и ряд других. Ис</w:t>
      </w:r>
      <w:r>
        <w:rPr>
          <w:rFonts w:eastAsia="TimesNewRoman"/>
        </w:rPr>
        <w:t>пользование тех или иных показа</w:t>
      </w:r>
      <w:r w:rsidRPr="0070114A">
        <w:rPr>
          <w:rFonts w:eastAsia="TimesNewRoman"/>
        </w:rPr>
        <w:t>телей определяется соответствующими задачами.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практике работы АТП часто приходится решать задачи,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связанные с оценкой существующего состояния ПТБ, а также ее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развитие на перспективу.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ряде случаев на АТП сокращается объем перевозок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численность подвижного сос</w:t>
      </w:r>
      <w:r>
        <w:rPr>
          <w:rFonts w:eastAsia="TimesNewRoman"/>
        </w:rPr>
        <w:t>тава, что приводит к недоисполь</w:t>
      </w:r>
      <w:r w:rsidRPr="0070114A">
        <w:rPr>
          <w:rFonts w:eastAsia="TimesNewRoman"/>
        </w:rPr>
        <w:t>зованию (излишку) ПТБ. Возни</w:t>
      </w:r>
      <w:r>
        <w:rPr>
          <w:rFonts w:eastAsia="TimesNewRoman"/>
        </w:rPr>
        <w:t>кает задача, какая часть ПТБ бу</w:t>
      </w:r>
      <w:r w:rsidRPr="0070114A">
        <w:rPr>
          <w:rFonts w:eastAsia="TimesNewRoman"/>
        </w:rPr>
        <w:t>дет использоваться для поддержания в технически исправном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состоянии имеющегося подвижного состава, а какая может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быть использована для ко</w:t>
      </w:r>
      <w:r>
        <w:rPr>
          <w:rFonts w:eastAsia="TimesNewRoman"/>
        </w:rPr>
        <w:t>ммерческой деятельности предпри</w:t>
      </w:r>
      <w:r w:rsidRPr="0070114A">
        <w:rPr>
          <w:rFonts w:eastAsia="TimesNewRoman"/>
        </w:rPr>
        <w:t>ятия (сдачи помещений в ар</w:t>
      </w:r>
      <w:r>
        <w:rPr>
          <w:rFonts w:eastAsia="TimesNewRoman"/>
        </w:rPr>
        <w:t>енду, организации ТО и Р автомоб</w:t>
      </w:r>
      <w:r w:rsidRPr="0070114A">
        <w:rPr>
          <w:rFonts w:eastAsia="TimesNewRoman"/>
        </w:rPr>
        <w:t>илей частных лиц или небольших АТП и т.д.).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другой ситуации А</w:t>
      </w:r>
      <w:r>
        <w:rPr>
          <w:rFonts w:eastAsia="TimesNewRoman"/>
        </w:rPr>
        <w:t>ТП ищет пути повышения эффектив</w:t>
      </w:r>
      <w:r w:rsidRPr="0070114A">
        <w:rPr>
          <w:rFonts w:eastAsia="TimesNewRoman"/>
        </w:rPr>
        <w:t>ности использования ПТБ, для чего необходимо определить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нормативные значения показателей ПТБ и сопоставить их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фактическими, т.е. провести а</w:t>
      </w:r>
      <w:r>
        <w:rPr>
          <w:rFonts w:eastAsia="TimesNewRoman"/>
        </w:rPr>
        <w:t>нализ ПТБ. На основе такого ана</w:t>
      </w:r>
      <w:r w:rsidRPr="0070114A">
        <w:rPr>
          <w:rFonts w:eastAsia="TimesNewRoman"/>
        </w:rPr>
        <w:t xml:space="preserve">лиза могут быть определены пути </w:t>
      </w:r>
      <w:r>
        <w:rPr>
          <w:rFonts w:eastAsia="TimesNewRoman"/>
        </w:rPr>
        <w:t>совершенствования и разви</w:t>
      </w:r>
      <w:r w:rsidRPr="0070114A">
        <w:rPr>
          <w:rFonts w:eastAsia="TimesNewRoman"/>
        </w:rPr>
        <w:t>тия АТП на перспективу.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</w:p>
    <w:p w:rsidR="00C05A20" w:rsidRPr="00A619CF" w:rsidRDefault="00C05A20" w:rsidP="00A619CF">
      <w:pPr>
        <w:autoSpaceDE w:val="0"/>
        <w:autoSpaceDN w:val="0"/>
        <w:adjustRightInd w:val="0"/>
        <w:ind w:firstLine="709"/>
        <w:jc w:val="center"/>
        <w:rPr>
          <w:rFonts w:eastAsia="TimesNewRoman"/>
          <w:b/>
          <w:bCs/>
        </w:rPr>
      </w:pPr>
      <w:r w:rsidRPr="00A619CF">
        <w:rPr>
          <w:rFonts w:eastAsia="TimesNewRoman"/>
          <w:b/>
          <w:bCs/>
        </w:rPr>
        <w:t>Лекция 7</w:t>
      </w:r>
    </w:p>
    <w:p w:rsidR="00C05A20" w:rsidRPr="00A619CF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  <w:b/>
          <w:bCs/>
        </w:rPr>
      </w:pPr>
      <w:r w:rsidRPr="00A619CF">
        <w:rPr>
          <w:rFonts w:eastAsia="TimesNewRoman"/>
          <w:b/>
          <w:bCs/>
        </w:rPr>
        <w:t xml:space="preserve">7. </w:t>
      </w:r>
      <w:r w:rsidRPr="00A619CF">
        <w:rPr>
          <w:rFonts w:eastAsia="TimesNewRoman,Bold"/>
          <w:b/>
          <w:bCs/>
        </w:rPr>
        <w:t>ПЕРСПЕКТИВЫ РАЗВИТИЯ ТЕХНИЧЕСКОГО</w:t>
      </w:r>
      <w:r>
        <w:rPr>
          <w:rFonts w:eastAsia="TimesNewRoman,Bold"/>
          <w:b/>
          <w:bCs/>
        </w:rPr>
        <w:t xml:space="preserve"> </w:t>
      </w:r>
      <w:r w:rsidRPr="00A619CF">
        <w:rPr>
          <w:rFonts w:eastAsia="TimesNewRoman,Bold"/>
          <w:b/>
          <w:bCs/>
        </w:rPr>
        <w:t>ОБСЛУЖИВАНИЯ И РЕМОНТА АВТОМОБИЛЕЙ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7</w:t>
      </w:r>
      <w:r w:rsidRPr="0070114A">
        <w:rPr>
          <w:rFonts w:eastAsia="TimesNewRoman"/>
        </w:rPr>
        <w:t xml:space="preserve">.1. </w:t>
      </w:r>
      <w:r w:rsidRPr="0070114A">
        <w:rPr>
          <w:rFonts w:eastAsia="TimesNewRoman,Bold"/>
        </w:rPr>
        <w:t>Современные формы развития производства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Многочисленные практические наблюдения показывают,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что любые мероприятия по совершенствованию предоставления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услуг и развития производства, например, наращивание фондов,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</w:t>
      </w:r>
      <w:r>
        <w:rPr>
          <w:rFonts w:eastAsia="TimesNewRoman"/>
        </w:rPr>
        <w:t xml:space="preserve">ханизация, применение </w:t>
      </w:r>
      <w:r w:rsidRPr="0070114A">
        <w:rPr>
          <w:rFonts w:eastAsia="TimesNewRoman"/>
        </w:rPr>
        <w:t>н</w:t>
      </w:r>
      <w:r>
        <w:rPr>
          <w:rFonts w:eastAsia="TimesNewRoman"/>
        </w:rPr>
        <w:t>овых организационных форм и тех</w:t>
      </w:r>
      <w:r w:rsidRPr="0070114A">
        <w:rPr>
          <w:rFonts w:eastAsia="TimesNewRoman"/>
        </w:rPr>
        <w:t>нологий, сначала дают сущес</w:t>
      </w:r>
      <w:r>
        <w:rPr>
          <w:rFonts w:eastAsia="TimesNewRoman"/>
        </w:rPr>
        <w:t>твенную отдачу, а затем получае</w:t>
      </w:r>
      <w:r w:rsidRPr="0070114A">
        <w:rPr>
          <w:rFonts w:eastAsia="TimesNewRoman"/>
        </w:rPr>
        <w:t>мый эффект сокращается, т.е. происходит насыще</w:t>
      </w:r>
      <w:r>
        <w:rPr>
          <w:rFonts w:eastAsia="TimesNewRoman"/>
        </w:rPr>
        <w:t>ние и прояв</w:t>
      </w:r>
      <w:r w:rsidRPr="0070114A">
        <w:rPr>
          <w:rFonts w:eastAsia="TimesNewRoman"/>
        </w:rPr>
        <w:t>ляется закон убывающей э</w:t>
      </w:r>
      <w:r>
        <w:rPr>
          <w:rFonts w:eastAsia="TimesNewRoman"/>
        </w:rPr>
        <w:t>ффективности использования капи</w:t>
      </w:r>
      <w:r w:rsidRPr="0070114A">
        <w:rPr>
          <w:rFonts w:eastAsia="TimesNewRoman"/>
        </w:rPr>
        <w:t>таловложений или других видов ресурсов.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Так, повышение уровн</w:t>
      </w:r>
      <w:r>
        <w:rPr>
          <w:rFonts w:eastAsia="TimesNewRoman"/>
        </w:rPr>
        <w:t>я механизации процессов ТО и ре</w:t>
      </w:r>
      <w:r w:rsidRPr="0070114A">
        <w:rPr>
          <w:rFonts w:eastAsia="TimesNewRoman"/>
        </w:rPr>
        <w:t>монта в среднем АТП на 1% приводит к следующему приросту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прибыли: при исходном уровне механизации 10 % – на 3,6 %;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исходном уровне механиз</w:t>
      </w:r>
      <w:r>
        <w:rPr>
          <w:rFonts w:eastAsia="TimesNewRoman"/>
        </w:rPr>
        <w:t>ации 34 % – на 0,6 %; при исход</w:t>
      </w:r>
      <w:r w:rsidRPr="0070114A">
        <w:rPr>
          <w:rFonts w:eastAsia="TimesNewRoman"/>
        </w:rPr>
        <w:t>ном уровне механизации 45 % – только на 0,4 %.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Проведенные исследов</w:t>
      </w:r>
      <w:r>
        <w:rPr>
          <w:rFonts w:eastAsia="TimesNewRoman"/>
        </w:rPr>
        <w:t>ания показывают, что на произво</w:t>
      </w:r>
      <w:r w:rsidRPr="0070114A">
        <w:rPr>
          <w:rFonts w:eastAsia="TimesNewRoman"/>
        </w:rPr>
        <w:t>дительность труда практиче</w:t>
      </w:r>
      <w:r>
        <w:rPr>
          <w:rFonts w:eastAsia="TimesNewRoman"/>
        </w:rPr>
        <w:t>ски в равной степени влияют фон</w:t>
      </w:r>
      <w:r w:rsidRPr="0070114A">
        <w:rPr>
          <w:rFonts w:eastAsia="TimesNewRoman"/>
        </w:rPr>
        <w:t>довооруженность и уровень технологии производства.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Например, увеличени</w:t>
      </w:r>
      <w:r>
        <w:rPr>
          <w:rFonts w:eastAsia="TimesNewRoman"/>
        </w:rPr>
        <w:t>е фондовооруженности на 15 % мо</w:t>
      </w:r>
      <w:r w:rsidRPr="0070114A">
        <w:rPr>
          <w:rFonts w:eastAsia="TimesNewRoman"/>
        </w:rPr>
        <w:t>жет привести без изменения</w:t>
      </w:r>
      <w:r>
        <w:rPr>
          <w:rFonts w:eastAsia="TimesNewRoman"/>
        </w:rPr>
        <w:t xml:space="preserve"> уровня применяемых технологиче</w:t>
      </w:r>
      <w:r w:rsidRPr="0070114A">
        <w:rPr>
          <w:rFonts w:eastAsia="TimesNewRoman"/>
        </w:rPr>
        <w:t>ских процессов к повышению производительности только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7 %. При росте фондовооруженности на 30 % – на 14 % и т.д.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Действие большинства ресурсных и технологических факторов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подчиняется этому важному з</w:t>
      </w:r>
      <w:r>
        <w:rPr>
          <w:rFonts w:eastAsia="TimesNewRoman"/>
        </w:rPr>
        <w:t>акону. К ним следует отнести со</w:t>
      </w:r>
      <w:r w:rsidRPr="0070114A">
        <w:rPr>
          <w:rFonts w:eastAsia="TimesNewRoman"/>
        </w:rPr>
        <w:t xml:space="preserve">стояние производственной </w:t>
      </w:r>
      <w:r>
        <w:rPr>
          <w:rFonts w:eastAsia="TimesNewRoman"/>
        </w:rPr>
        <w:t>базы, механизацию производствен</w:t>
      </w:r>
      <w:r w:rsidRPr="0070114A">
        <w:rPr>
          <w:rFonts w:eastAsia="TimesNewRoman"/>
        </w:rPr>
        <w:t>ных процессов, обеспеченно</w:t>
      </w:r>
      <w:r>
        <w:rPr>
          <w:rFonts w:eastAsia="TimesNewRoman"/>
        </w:rPr>
        <w:t>сть персоналом, выполнение реко</w:t>
      </w:r>
      <w:r w:rsidRPr="0070114A">
        <w:rPr>
          <w:rFonts w:eastAsia="TimesNewRoman"/>
        </w:rPr>
        <w:t>мендаций системы ТО и ремонта и др. Расширение масштабов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применения неизмененной</w:t>
      </w:r>
      <w:r>
        <w:rPr>
          <w:rFonts w:eastAsia="TimesNewRoman"/>
        </w:rPr>
        <w:t xml:space="preserve"> технологии также приводит к со</w:t>
      </w:r>
      <w:r w:rsidRPr="0070114A">
        <w:rPr>
          <w:rFonts w:eastAsia="TimesNewRoman"/>
        </w:rPr>
        <w:t>кращению темпов прироста эффективности.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7</w:t>
      </w:r>
      <w:r w:rsidRPr="0070114A">
        <w:rPr>
          <w:rFonts w:eastAsia="TimesNewRoman"/>
        </w:rPr>
        <w:t xml:space="preserve">.2. </w:t>
      </w:r>
      <w:r w:rsidRPr="0070114A">
        <w:rPr>
          <w:rFonts w:eastAsia="TimesNewRoman,Bold"/>
        </w:rPr>
        <w:t>Факторы</w:t>
      </w:r>
      <w:r w:rsidRPr="0070114A">
        <w:rPr>
          <w:rFonts w:eastAsia="TimesNewRoman"/>
        </w:rPr>
        <w:t xml:space="preserve">, </w:t>
      </w:r>
      <w:r w:rsidRPr="0070114A">
        <w:rPr>
          <w:rFonts w:eastAsia="TimesNewRoman,Bold"/>
        </w:rPr>
        <w:t>определяющие развитие ТО и ремонта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автомобилей в ближайшие годы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Исходя из анализа перспектив развития автомобильного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транспорта на ближайшее время, можно выделить следующие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основные факторы, влияющи</w:t>
      </w:r>
      <w:r>
        <w:rPr>
          <w:rFonts w:eastAsia="TimesNewRoman"/>
        </w:rPr>
        <w:t>е на развитие ТО и ремонта авто</w:t>
      </w:r>
      <w:r w:rsidRPr="0070114A">
        <w:rPr>
          <w:rFonts w:eastAsia="TimesNewRoman"/>
        </w:rPr>
        <w:t>мобилей в ближайшие 10–15 лет.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1. Продолжится рост а</w:t>
      </w:r>
      <w:r>
        <w:rPr>
          <w:rFonts w:eastAsia="TimesNewRoman"/>
        </w:rPr>
        <w:t>втомобильного парка страны, осо</w:t>
      </w:r>
      <w:r w:rsidRPr="0070114A">
        <w:rPr>
          <w:rFonts w:eastAsia="TimesNewRoman"/>
        </w:rPr>
        <w:t>бенно легкового, его разнотипности и разнома</w:t>
      </w:r>
      <w:r>
        <w:rPr>
          <w:rFonts w:eastAsia="TimesNewRoman"/>
        </w:rPr>
        <w:t>рочности, соот</w:t>
      </w:r>
      <w:r w:rsidRPr="0070114A">
        <w:rPr>
          <w:rFonts w:eastAsia="TimesNewRoman"/>
        </w:rPr>
        <w:t>ветственно увеличивающих нагрузку на ТЭА, обеспечивающую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работоспособность этого парка.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2. В парке будет увелич</w:t>
      </w:r>
      <w:r>
        <w:rPr>
          <w:rFonts w:eastAsia="TimesNewRoman"/>
        </w:rPr>
        <w:t>иваться сектор частных автомоби</w:t>
      </w:r>
      <w:r w:rsidRPr="0070114A">
        <w:rPr>
          <w:rFonts w:eastAsia="TimesNewRoman"/>
        </w:rPr>
        <w:t>лей (более 80 % парка), включающий не только легковые, но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грузопассажирские и грузовые автомоб</w:t>
      </w:r>
      <w:r>
        <w:rPr>
          <w:rFonts w:eastAsia="TimesNewRoman"/>
        </w:rPr>
        <w:t>или малой грузоподъем</w:t>
      </w:r>
      <w:r w:rsidRPr="0070114A">
        <w:rPr>
          <w:rFonts w:eastAsia="TimesNewRoman"/>
        </w:rPr>
        <w:t>ности и автобусы (микроавтобусы) малой вместимости. По мере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усложнения конструкции а</w:t>
      </w:r>
      <w:r>
        <w:rPr>
          <w:rFonts w:eastAsia="TimesNewRoman"/>
        </w:rPr>
        <w:t>втомобилей, ужесточения требова</w:t>
      </w:r>
      <w:r w:rsidRPr="0070114A">
        <w:rPr>
          <w:rFonts w:eastAsia="TimesNewRoman"/>
        </w:rPr>
        <w:t>ний к дорожной и экологической безопасности и повышения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жизненного уровня населения удельный вес услуг по обслуживанию этих автомобилей на специализированных предприятиях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(мастерские, станции технического обслуживания, дилеры,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фирменные предприятия) буд</w:t>
      </w:r>
      <w:r>
        <w:rPr>
          <w:rFonts w:eastAsia="TimesNewRoman"/>
        </w:rPr>
        <w:t>ет увеличиваться и, согласно ме</w:t>
      </w:r>
      <w:r w:rsidRPr="0070114A">
        <w:rPr>
          <w:rFonts w:eastAsia="TimesNewRoman"/>
        </w:rPr>
        <w:t>ждународному опыту, достигнет 70–80 %.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3. Изменение структуры парков по грузоподъемности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вместимости автомобилей окажет существенное влияние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ТЭА (габаритные размеры и </w:t>
      </w:r>
      <w:r>
        <w:rPr>
          <w:rFonts w:eastAsia="TimesNewRoman"/>
        </w:rPr>
        <w:t>масса автомобилей, масса агрега</w:t>
      </w:r>
      <w:r w:rsidRPr="0070114A">
        <w:rPr>
          <w:rFonts w:eastAsia="TimesNewRoman"/>
        </w:rPr>
        <w:t>тов, требования к оборудов</w:t>
      </w:r>
      <w:r>
        <w:rPr>
          <w:rFonts w:eastAsia="TimesNewRoman"/>
        </w:rPr>
        <w:t>анию, персоналу и производствен</w:t>
      </w:r>
      <w:r w:rsidRPr="0070114A">
        <w:rPr>
          <w:rFonts w:eastAsia="TimesNewRoman"/>
        </w:rPr>
        <w:t>ной базе и т.п.).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4. Увеличение удельного</w:t>
      </w:r>
      <w:r>
        <w:rPr>
          <w:rFonts w:eastAsia="TimesNewRoman"/>
        </w:rPr>
        <w:t xml:space="preserve"> веса в парке грузовых автомоби</w:t>
      </w:r>
      <w:r w:rsidRPr="0070114A">
        <w:rPr>
          <w:rFonts w:eastAsia="TimesNewRoman"/>
        </w:rPr>
        <w:t>лей малой грузоподъемности</w:t>
      </w:r>
      <w:r>
        <w:rPr>
          <w:rFonts w:eastAsia="TimesNewRoman"/>
        </w:rPr>
        <w:t>, микроавтобусов и автобусов ма</w:t>
      </w:r>
      <w:r w:rsidRPr="0070114A">
        <w:rPr>
          <w:rFonts w:eastAsia="TimesNewRoman"/>
        </w:rPr>
        <w:t>лой вместимости, имеющи</w:t>
      </w:r>
      <w:r>
        <w:rPr>
          <w:rFonts w:eastAsia="TimesNewRoman"/>
        </w:rPr>
        <w:t>х общую или близкую конструктив</w:t>
      </w:r>
      <w:r w:rsidRPr="0070114A">
        <w:rPr>
          <w:rFonts w:eastAsia="TimesNewRoman"/>
        </w:rPr>
        <w:t>ную базу с легковыми автомобилями, облегчит организацию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технической эксплуатации этой группы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5. Дальнейшая специализация грузового парка (до 60–65 %)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потребует организации технического обслуживания и ремонта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специализированного оборудования.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6. Распространяющееся применение на междугородных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международных перевозках интенсивно используемых (годовой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пробег 100 тыс. км и более) автопо</w:t>
      </w:r>
      <w:r>
        <w:rPr>
          <w:rFonts w:eastAsia="TimesNewRoman"/>
        </w:rPr>
        <w:t>ездов большой грузоподъем</w:t>
      </w:r>
      <w:r w:rsidRPr="0070114A">
        <w:rPr>
          <w:rFonts w:eastAsia="TimesNewRoman"/>
        </w:rPr>
        <w:t>ности и габаритов предъявит к ним повышенные требования к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надежности, экологическо</w:t>
      </w:r>
      <w:r>
        <w:rPr>
          <w:rFonts w:eastAsia="TimesNewRoman"/>
        </w:rPr>
        <w:t>й и дорожной безопасности, отве</w:t>
      </w:r>
      <w:r w:rsidRPr="0070114A">
        <w:rPr>
          <w:rFonts w:eastAsia="TimesNewRoman"/>
        </w:rPr>
        <w:t>чающие международным стандартам.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Диверсификация АТП, их разукрупнение, развитие предпринимательства привели к по</w:t>
      </w:r>
      <w:r>
        <w:rPr>
          <w:rFonts w:eastAsia="TimesNewRoman"/>
        </w:rPr>
        <w:t>ляризации парков и сосредоточе</w:t>
      </w:r>
      <w:r w:rsidRPr="0070114A">
        <w:rPr>
          <w:rFonts w:eastAsia="TimesNewRoman"/>
        </w:rPr>
        <w:t>нию значительного количес</w:t>
      </w:r>
      <w:r>
        <w:rPr>
          <w:rFonts w:eastAsia="TimesNewRoman"/>
        </w:rPr>
        <w:t>тва автомобилей на малых по раз</w:t>
      </w:r>
      <w:r w:rsidRPr="0070114A">
        <w:rPr>
          <w:rFonts w:eastAsia="TimesNewRoman"/>
        </w:rPr>
        <w:t xml:space="preserve">меру предприятиях (табл. </w:t>
      </w:r>
      <w:r>
        <w:rPr>
          <w:rFonts w:eastAsia="TimesNewRoman"/>
        </w:rPr>
        <w:t>7</w:t>
      </w:r>
      <w:r w:rsidRPr="0070114A">
        <w:rPr>
          <w:rFonts w:eastAsia="TimesNewRoman"/>
        </w:rPr>
        <w:t>.1</w:t>
      </w:r>
      <w:r>
        <w:rPr>
          <w:rFonts w:eastAsia="TimesNewRoman"/>
        </w:rPr>
        <w:t>), которые не располагают доста</w:t>
      </w:r>
      <w:r w:rsidRPr="0070114A">
        <w:rPr>
          <w:rFonts w:eastAsia="TimesNewRoman"/>
        </w:rPr>
        <w:t>точной производственно-тех</w:t>
      </w:r>
      <w:r>
        <w:rPr>
          <w:rFonts w:eastAsia="TimesNewRoman"/>
        </w:rPr>
        <w:t>нической базой, персоналом, тех</w:t>
      </w:r>
      <w:r w:rsidRPr="0070114A">
        <w:rPr>
          <w:rFonts w:eastAsia="TimesNewRoman"/>
        </w:rPr>
        <w:t>нологиями, организационными структурами, спосо</w:t>
      </w:r>
      <w:r>
        <w:rPr>
          <w:rFonts w:eastAsia="TimesNewRoman"/>
        </w:rPr>
        <w:t>бными обес</w:t>
      </w:r>
      <w:r w:rsidRPr="0070114A">
        <w:rPr>
          <w:rFonts w:eastAsia="TimesNewRoman"/>
        </w:rPr>
        <w:t>печить в конкурентной сред</w:t>
      </w:r>
      <w:r>
        <w:rPr>
          <w:rFonts w:eastAsia="TimesNewRoman"/>
        </w:rPr>
        <w:t>е требуемые уровни работоспособ</w:t>
      </w:r>
      <w:r w:rsidRPr="0070114A">
        <w:rPr>
          <w:rFonts w:eastAsia="TimesNewRoman"/>
        </w:rPr>
        <w:t>ности своих парков.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865659">
        <w:rPr>
          <w:rFonts w:eastAsia="TimesNewRoman,Italic"/>
          <w:i/>
          <w:iCs/>
          <w:noProof/>
        </w:rPr>
        <w:pict>
          <v:shape id="_x0000_i1042" type="#_x0000_t75" style="width:389.25pt;height:195.75pt;visibility:visible">
            <v:imagedata r:id="rId21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Одновременно на АТП </w:t>
      </w:r>
      <w:r>
        <w:rPr>
          <w:rFonts w:eastAsia="TimesNewRoman"/>
        </w:rPr>
        <w:t>и у частных владельцев автомоби</w:t>
      </w:r>
      <w:r w:rsidRPr="0070114A">
        <w:rPr>
          <w:rFonts w:eastAsia="TimesNewRoman"/>
        </w:rPr>
        <w:t>лей возросли разномарочност</w:t>
      </w:r>
      <w:r>
        <w:rPr>
          <w:rFonts w:eastAsia="TimesNewRoman"/>
        </w:rPr>
        <w:t>ь и разнотипность парков, услож</w:t>
      </w:r>
      <w:r w:rsidRPr="0070114A">
        <w:rPr>
          <w:rFonts w:eastAsia="TimesNewRoman"/>
        </w:rPr>
        <w:t xml:space="preserve">няющие организацию ТО и </w:t>
      </w:r>
      <w:r>
        <w:rPr>
          <w:rFonts w:eastAsia="TimesNewRoman"/>
        </w:rPr>
        <w:t>ремонта. Среднее число типов ав</w:t>
      </w:r>
      <w:r w:rsidRPr="0070114A">
        <w:rPr>
          <w:rFonts w:eastAsia="TimesNewRoman"/>
        </w:rPr>
        <w:t>томобилей на предприятии – четыре. Только 23 % предприятий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имеют один-два типа автомобилей; 43 % – пять и более типов.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связи с этими тенденциями целесообраз</w:t>
      </w:r>
      <w:r>
        <w:rPr>
          <w:rFonts w:eastAsia="TimesNewRoman"/>
        </w:rPr>
        <w:t>но восстановле</w:t>
      </w:r>
      <w:r w:rsidRPr="0070114A">
        <w:rPr>
          <w:rFonts w:eastAsia="TimesNewRoman"/>
        </w:rPr>
        <w:t>ние в рыночных условиях (к</w:t>
      </w:r>
      <w:r>
        <w:rPr>
          <w:rFonts w:eastAsia="TimesNewRoman"/>
        </w:rPr>
        <w:t>онкуренция, ужесточение требова</w:t>
      </w:r>
      <w:r w:rsidRPr="0070114A">
        <w:rPr>
          <w:rFonts w:eastAsia="TimesNewRoman"/>
        </w:rPr>
        <w:t>ний к качеству) и на иных</w:t>
      </w:r>
      <w:r>
        <w:rPr>
          <w:rFonts w:eastAsia="TimesNewRoman"/>
        </w:rPr>
        <w:t xml:space="preserve"> организационных принципах (уро</w:t>
      </w:r>
      <w:r w:rsidRPr="0070114A">
        <w:rPr>
          <w:rFonts w:eastAsia="TimesNewRoman"/>
        </w:rPr>
        <w:t>вень хозяйственной самостоя</w:t>
      </w:r>
      <w:r>
        <w:rPr>
          <w:rFonts w:eastAsia="TimesNewRoman"/>
        </w:rPr>
        <w:t>тельности, ценообразование, кре</w:t>
      </w:r>
      <w:r w:rsidRPr="0070114A">
        <w:rPr>
          <w:rFonts w:eastAsia="TimesNewRoman"/>
        </w:rPr>
        <w:t>дит, гарантия качества и ср</w:t>
      </w:r>
      <w:r>
        <w:rPr>
          <w:rFonts w:eastAsia="TimesNewRoman"/>
        </w:rPr>
        <w:t>оков выполнения требований) спе</w:t>
      </w:r>
      <w:r w:rsidRPr="0070114A">
        <w:rPr>
          <w:rFonts w:eastAsia="TimesNewRoman"/>
        </w:rPr>
        <w:t>циализированных производст</w:t>
      </w:r>
      <w:r>
        <w:rPr>
          <w:rFonts w:eastAsia="TimesNewRoman"/>
        </w:rPr>
        <w:t>в, централизованного техническо</w:t>
      </w:r>
      <w:r w:rsidRPr="0070114A">
        <w:rPr>
          <w:rFonts w:eastAsia="TimesNewRoman"/>
        </w:rPr>
        <w:t>го обслуживания и ремонта с</w:t>
      </w:r>
      <w:r>
        <w:rPr>
          <w:rFonts w:eastAsia="TimesNewRoman"/>
        </w:rPr>
        <w:t xml:space="preserve"> большей, чем на малом АТП, про</w:t>
      </w:r>
      <w:r w:rsidRPr="0070114A">
        <w:rPr>
          <w:rFonts w:eastAsia="TimesNewRoman"/>
        </w:rPr>
        <w:t>изводственной программой,</w:t>
      </w:r>
      <w:r>
        <w:rPr>
          <w:rFonts w:eastAsia="TimesNewRoman"/>
        </w:rPr>
        <w:t xml:space="preserve"> создающей предпосылки более эф</w:t>
      </w:r>
      <w:r w:rsidRPr="0070114A">
        <w:rPr>
          <w:rFonts w:eastAsia="TimesNewRoman"/>
        </w:rPr>
        <w:t xml:space="preserve">фективного производства (табл. </w:t>
      </w:r>
      <w:r>
        <w:rPr>
          <w:rFonts w:eastAsia="TimesNewRoman"/>
        </w:rPr>
        <w:t>7</w:t>
      </w:r>
      <w:r w:rsidRPr="0070114A">
        <w:rPr>
          <w:rFonts w:eastAsia="TimesNewRoman"/>
        </w:rPr>
        <w:t>.2). Это будет проявляться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виде концентрации, кооперирования и специализации.</w:t>
      </w:r>
    </w:p>
    <w:p w:rsidR="00C05A20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865659">
        <w:rPr>
          <w:rFonts w:eastAsia="TimesNewRoman,Italic"/>
          <w:i/>
          <w:iCs/>
          <w:noProof/>
        </w:rPr>
        <w:pict>
          <v:shape id="_x0000_i1043" type="#_x0000_t75" style="width:393.75pt;height:201pt;visibility:visible">
            <v:imagedata r:id="rId22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Концентрация – это объединение производственно-технической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базы (далее ПТБ), трудовых и других ресурсов для выполнения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 ТО и ремонта подвижного состава автомобильного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транспорта. Как правило, кон</w:t>
      </w:r>
      <w:r>
        <w:rPr>
          <w:rFonts w:eastAsia="TimesNewRoman"/>
        </w:rPr>
        <w:t>центрация ПТБ связана с укрупне</w:t>
      </w:r>
      <w:r w:rsidRPr="0070114A">
        <w:rPr>
          <w:rFonts w:eastAsia="TimesNewRoman"/>
        </w:rPr>
        <w:t>нием автомобильных парко</w:t>
      </w:r>
      <w:r>
        <w:rPr>
          <w:rFonts w:eastAsia="TimesNewRoman"/>
        </w:rPr>
        <w:t>в и созданием единой организаци</w:t>
      </w:r>
      <w:r w:rsidRPr="0070114A">
        <w:rPr>
          <w:rFonts w:eastAsia="TimesNewRoman"/>
        </w:rPr>
        <w:t>онно-управленческой структуры предприятия. Концентрация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приводит к росту производственной программы.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Специализация – это ориентация производства на выполнение определенного вида ограниченной номенклатуры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ТО и ремонту подвижного со</w:t>
      </w:r>
      <w:r>
        <w:rPr>
          <w:rFonts w:eastAsia="TimesNewRoman"/>
        </w:rPr>
        <w:t>става, агрегатов, систем, позво</w:t>
      </w:r>
      <w:r w:rsidRPr="0070114A">
        <w:rPr>
          <w:rFonts w:eastAsia="TimesNewRoman"/>
        </w:rPr>
        <w:t>ляющая эффективно использовать прогре</w:t>
      </w:r>
      <w:r>
        <w:rPr>
          <w:rFonts w:eastAsia="TimesNewRoman"/>
        </w:rPr>
        <w:t>ссивные технологиче</w:t>
      </w:r>
      <w:r w:rsidRPr="0070114A">
        <w:rPr>
          <w:rFonts w:eastAsia="TimesNewRoman"/>
        </w:rPr>
        <w:t>ские процессы, производительное оборудование, привлекать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квалифицированный персонал.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Кооперирование – это </w:t>
      </w:r>
      <w:r>
        <w:rPr>
          <w:rFonts w:eastAsia="TimesNewRoman"/>
        </w:rPr>
        <w:t>совместное выполнение определен</w:t>
      </w:r>
      <w:r w:rsidRPr="0070114A">
        <w:rPr>
          <w:rFonts w:eastAsia="TimesNewRoman"/>
        </w:rPr>
        <w:t>ных работ или их частей по ТО и ремонту подвижного состава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двумя или несколькими предприятиями и</w:t>
      </w:r>
      <w:r>
        <w:rPr>
          <w:rFonts w:eastAsia="TimesNewRoman"/>
        </w:rPr>
        <w:t>ли производственны</w:t>
      </w:r>
      <w:r w:rsidRPr="0070114A">
        <w:rPr>
          <w:rFonts w:eastAsia="TimesNewRoman"/>
        </w:rPr>
        <w:t>ми подразделениями, предусматривающее организацию между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ними четких технологических, организ</w:t>
      </w:r>
      <w:r>
        <w:rPr>
          <w:rFonts w:eastAsia="TimesNewRoman"/>
        </w:rPr>
        <w:t>ационно-управленческих, хозяйст</w:t>
      </w:r>
      <w:r w:rsidRPr="0070114A">
        <w:rPr>
          <w:rFonts w:eastAsia="TimesNewRoman"/>
        </w:rPr>
        <w:t>венных и информационных связей.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Специализация оценивается по видам, форме, глубине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уровню концентрации производства.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системе поддержания работоспособности подвижного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состава автомобильного тран</w:t>
      </w:r>
      <w:r>
        <w:rPr>
          <w:rFonts w:eastAsia="TimesNewRoman"/>
        </w:rPr>
        <w:t>спорта общего пользования разли</w:t>
      </w:r>
      <w:r w:rsidRPr="0070114A">
        <w:rPr>
          <w:rFonts w:eastAsia="TimesNewRoman"/>
        </w:rPr>
        <w:t>чают следующие виды специа</w:t>
      </w:r>
      <w:r>
        <w:rPr>
          <w:rFonts w:eastAsia="TimesNewRoman"/>
        </w:rPr>
        <w:t>лизации: межотраслевая, отрасле</w:t>
      </w:r>
      <w:r w:rsidRPr="0070114A">
        <w:rPr>
          <w:rFonts w:eastAsia="TimesNewRoman"/>
        </w:rPr>
        <w:t>вая, региональная, внутрихоз</w:t>
      </w:r>
      <w:r>
        <w:rPr>
          <w:rFonts w:eastAsia="TimesNewRoman"/>
        </w:rPr>
        <w:t>яйственная, внутрицеховая (внут</w:t>
      </w:r>
      <w:r w:rsidRPr="0070114A">
        <w:rPr>
          <w:rFonts w:eastAsia="TimesNewRoman"/>
        </w:rPr>
        <w:t>риучастковая или внутрипостовая). Например, специализация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разборке, комплектованию,</w:t>
      </w:r>
      <w:r>
        <w:rPr>
          <w:rFonts w:eastAsia="TimesNewRoman"/>
        </w:rPr>
        <w:t xml:space="preserve"> сборке и обкатке силового агре</w:t>
      </w:r>
      <w:r w:rsidRPr="0070114A">
        <w:rPr>
          <w:rFonts w:eastAsia="TimesNewRoman"/>
        </w:rPr>
        <w:t>гата на моторном участке.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Различают следующие формы специализации: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предметная – это специализация подразделений ИТС на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проведении работ ТО и ремонта опр</w:t>
      </w:r>
      <w:r>
        <w:rPr>
          <w:rFonts w:eastAsia="TimesNewRoman"/>
        </w:rPr>
        <w:t>еделенных видов подвиж</w:t>
      </w:r>
      <w:r w:rsidRPr="0070114A">
        <w:rPr>
          <w:rFonts w:eastAsia="TimesNewRoman"/>
        </w:rPr>
        <w:t>ного состава; при этом на о</w:t>
      </w:r>
      <w:r>
        <w:rPr>
          <w:rFonts w:eastAsia="TimesNewRoman"/>
        </w:rPr>
        <w:t>дном предприятии или подразделе</w:t>
      </w:r>
      <w:r w:rsidRPr="0070114A">
        <w:rPr>
          <w:rFonts w:eastAsia="TimesNewRoman"/>
        </w:rPr>
        <w:t>нии сосредотачивается разл</w:t>
      </w:r>
      <w:r>
        <w:rPr>
          <w:rFonts w:eastAsia="TimesNewRoman"/>
        </w:rPr>
        <w:t>ичное технологическое оборудова</w:t>
      </w:r>
      <w:r w:rsidRPr="0070114A">
        <w:rPr>
          <w:rFonts w:eastAsia="TimesNewRoman"/>
        </w:rPr>
        <w:t>ние для выполнения комплек</w:t>
      </w:r>
      <w:r>
        <w:rPr>
          <w:rFonts w:eastAsia="TimesNewRoman"/>
        </w:rPr>
        <w:t>са операций по обеспечению рабо</w:t>
      </w:r>
      <w:r w:rsidRPr="0070114A">
        <w:rPr>
          <w:rFonts w:eastAsia="TimesNewRoman"/>
        </w:rPr>
        <w:t>тоспособности, например, производственно-технические к</w:t>
      </w:r>
      <w:r>
        <w:rPr>
          <w:rFonts w:eastAsia="TimesNewRoman"/>
        </w:rPr>
        <w:t>ом</w:t>
      </w:r>
      <w:r w:rsidRPr="0070114A">
        <w:rPr>
          <w:rFonts w:eastAsia="TimesNewRoman"/>
        </w:rPr>
        <w:t>бинаты по централизованн</w:t>
      </w:r>
      <w:r>
        <w:rPr>
          <w:rFonts w:eastAsia="TimesNewRoman"/>
        </w:rPr>
        <w:t>ому обслуживанию автомобилей се</w:t>
      </w:r>
      <w:r w:rsidRPr="0070114A">
        <w:rPr>
          <w:rFonts w:eastAsia="TimesNewRoman"/>
        </w:rPr>
        <w:t>мейства КамАЗ;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агрегатно-узловая – специализация подразделений на ТО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и ремонте агрегатов, узлов, </w:t>
      </w:r>
      <w:r>
        <w:rPr>
          <w:rFonts w:eastAsia="TimesNewRoman"/>
        </w:rPr>
        <w:t>систем, например, централизован</w:t>
      </w:r>
      <w:r w:rsidRPr="0070114A">
        <w:rPr>
          <w:rFonts w:eastAsia="TimesNewRoman"/>
        </w:rPr>
        <w:t>ные мастерские по КР двига</w:t>
      </w:r>
      <w:r>
        <w:rPr>
          <w:rFonts w:eastAsia="TimesNewRoman"/>
        </w:rPr>
        <w:t>телей, установке и ремонту газо</w:t>
      </w:r>
      <w:r w:rsidRPr="0070114A">
        <w:rPr>
          <w:rFonts w:eastAsia="TimesNewRoman"/>
        </w:rPr>
        <w:t>баллонного оборудования, компьютерных систем;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подетальная – специал</w:t>
      </w:r>
      <w:r>
        <w:rPr>
          <w:rFonts w:eastAsia="TimesNewRoman"/>
        </w:rPr>
        <w:t>изация на восстановлении или из</w:t>
      </w:r>
      <w:r w:rsidRPr="0070114A">
        <w:rPr>
          <w:rFonts w:eastAsia="TimesNewRoman"/>
        </w:rPr>
        <w:t>готовлении деталей всех видов подвижного состава, например,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мастерские по восстановлению коленчатых валов;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технологическая – специализация подразделений на </w:t>
      </w:r>
      <w:r>
        <w:rPr>
          <w:rFonts w:eastAsia="TimesNewRoman"/>
        </w:rPr>
        <w:t>вы</w:t>
      </w:r>
      <w:r w:rsidRPr="0070114A">
        <w:rPr>
          <w:rFonts w:eastAsia="TimesNewRoman"/>
        </w:rPr>
        <w:t>полнении однородных технологических процессов, операций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или группы операций, основ</w:t>
      </w:r>
      <w:r>
        <w:rPr>
          <w:rFonts w:eastAsia="TimesNewRoman"/>
        </w:rPr>
        <w:t>анная на общности основного тех</w:t>
      </w:r>
      <w:r w:rsidRPr="0070114A">
        <w:rPr>
          <w:rFonts w:eastAsia="TimesNewRoman"/>
        </w:rPr>
        <w:t>нологического оборудования, например, мастерские, СТОА,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централизованные участки </w:t>
      </w:r>
      <w:r>
        <w:rPr>
          <w:rFonts w:eastAsia="TimesNewRoman"/>
        </w:rPr>
        <w:t>по окраске автомобилей, шиномон</w:t>
      </w:r>
      <w:r w:rsidRPr="0070114A">
        <w:rPr>
          <w:rFonts w:eastAsia="TimesNewRoman"/>
        </w:rPr>
        <w:t>тажным работам и т.д.;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регламентно-технологическая – специализация по видам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ТО (ЕО, ТО-1, ТО-2);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функциональная – сп</w:t>
      </w:r>
      <w:r>
        <w:rPr>
          <w:rFonts w:eastAsia="TimesNewRoman"/>
        </w:rPr>
        <w:t>ециализация вспомогательных про</w:t>
      </w:r>
      <w:r w:rsidRPr="0070114A">
        <w:rPr>
          <w:rFonts w:eastAsia="TimesNewRoman"/>
        </w:rPr>
        <w:t>изводств, обеспечивающи</w:t>
      </w:r>
      <w:r>
        <w:rPr>
          <w:rFonts w:eastAsia="TimesNewRoman"/>
        </w:rPr>
        <w:t>х основной производственный про</w:t>
      </w:r>
      <w:r w:rsidRPr="0070114A">
        <w:rPr>
          <w:rFonts w:eastAsia="TimesNewRoman"/>
        </w:rPr>
        <w:t>цесс предметами и средствам</w:t>
      </w:r>
      <w:r>
        <w:rPr>
          <w:rFonts w:eastAsia="TimesNewRoman"/>
        </w:rPr>
        <w:t>и труда, а также необходимых ус</w:t>
      </w:r>
      <w:r w:rsidRPr="0070114A">
        <w:rPr>
          <w:rFonts w:eastAsia="TimesNewRoman"/>
        </w:rPr>
        <w:t>ловий труда и быта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Конкуренция на трансп</w:t>
      </w:r>
      <w:r>
        <w:rPr>
          <w:rFonts w:eastAsia="TimesNewRoman"/>
        </w:rPr>
        <w:t>ортном рынке корректирует требо</w:t>
      </w:r>
      <w:r w:rsidRPr="0070114A">
        <w:rPr>
          <w:rFonts w:eastAsia="TimesNewRoman"/>
        </w:rPr>
        <w:t>вания своевременного обеспечения работоспособности именно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 автомобилей парка, которые необходимы в данный момент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транспортного процесса (грузоподъемность, специализация,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вместимость, комфортабельность и др.). Это обстоятельство, 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также необходимость эконом</w:t>
      </w:r>
      <w:r>
        <w:rPr>
          <w:rFonts w:eastAsia="TimesNewRoman"/>
        </w:rPr>
        <w:t>ии затрат на обеспечение работо</w:t>
      </w:r>
      <w:r w:rsidRPr="0070114A">
        <w:rPr>
          <w:rFonts w:eastAsia="TimesNewRoman"/>
        </w:rPr>
        <w:t>способности автомобилей повышают требования к организации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технологических процессов ТО и ремонта, персонализации </w:t>
      </w:r>
      <w:r>
        <w:rPr>
          <w:rFonts w:eastAsia="TimesNewRoman"/>
        </w:rPr>
        <w:t>уче</w:t>
      </w:r>
      <w:r w:rsidRPr="0070114A">
        <w:rPr>
          <w:rFonts w:eastAsia="TimesNewRoman"/>
        </w:rPr>
        <w:t>та и ответственности.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7</w:t>
      </w:r>
      <w:r w:rsidRPr="0070114A">
        <w:rPr>
          <w:rFonts w:eastAsia="TimesNewRoman"/>
        </w:rPr>
        <w:t xml:space="preserve">.3. </w:t>
      </w:r>
      <w:r w:rsidRPr="0070114A">
        <w:rPr>
          <w:rFonts w:eastAsia="TimesNewRoman,Bold"/>
        </w:rPr>
        <w:t>Концепция развития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планово</w:t>
      </w:r>
      <w:r w:rsidRPr="0070114A">
        <w:rPr>
          <w:rFonts w:eastAsia="TimesNewRoman"/>
        </w:rPr>
        <w:t>-</w:t>
      </w:r>
      <w:r w:rsidRPr="0070114A">
        <w:rPr>
          <w:rFonts w:eastAsia="TimesNewRoman,Bold"/>
        </w:rPr>
        <w:t>предупредительного ремонта автомобилей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Рассматривая эти перспективы, необходимо, во-первых,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различать автомобили современной конструкции, технического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уровня, надежности и качес</w:t>
      </w:r>
      <w:r>
        <w:rPr>
          <w:rFonts w:eastAsia="TimesNewRoman"/>
        </w:rPr>
        <w:t>тва и те, которые будут формиро</w:t>
      </w:r>
      <w:r w:rsidRPr="0070114A">
        <w:rPr>
          <w:rFonts w:eastAsia="TimesNewRoman"/>
        </w:rPr>
        <w:t>вать автомобильный парк чере</w:t>
      </w:r>
      <w:r>
        <w:rPr>
          <w:rFonts w:eastAsia="TimesNewRoman"/>
        </w:rPr>
        <w:t>з 5, 10, 15 лет. При этом обнов</w:t>
      </w:r>
      <w:r w:rsidRPr="0070114A">
        <w:rPr>
          <w:rFonts w:eastAsia="TimesNewRoman"/>
        </w:rPr>
        <w:t xml:space="preserve">ление парка автомобилями </w:t>
      </w:r>
      <w:r>
        <w:rPr>
          <w:rFonts w:eastAsia="TimesNewRoman"/>
        </w:rPr>
        <w:t>новой конструкции происходит по</w:t>
      </w:r>
      <w:r w:rsidRPr="0070114A">
        <w:rPr>
          <w:rFonts w:eastAsia="TimesNewRoman"/>
        </w:rPr>
        <w:t>степенно с учетом темпов списания, пополнения и фактических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сроков службы автомобилей. В будущем, так же, как и теперь,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составе АТП будут сосуществоват</w:t>
      </w:r>
      <w:r>
        <w:rPr>
          <w:rFonts w:eastAsia="TimesNewRoman"/>
        </w:rPr>
        <w:t>ь автомобили нескольких по</w:t>
      </w:r>
      <w:r w:rsidRPr="0070114A">
        <w:rPr>
          <w:rFonts w:eastAsia="TimesNewRoman"/>
        </w:rPr>
        <w:t>колений и технических уровней. Действительно, в 2005–2010 гг.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парке будут автомобили выпуска 1995–1999 гг. (табл. 8.3).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865659">
        <w:rPr>
          <w:rFonts w:eastAsia="TimesNewRoman,Italic"/>
          <w:i/>
          <w:iCs/>
          <w:noProof/>
        </w:rPr>
        <w:pict>
          <v:shape id="_x0000_i1044" type="#_x0000_t75" style="width:390.75pt;height:185.25pt;visibility:visible">
            <v:imagedata r:id="rId23" o:title=""/>
          </v:shape>
        </w:pic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Во-вторых, ответить на вопрос, имеются ли научные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практически конструктивные или другие основания замены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действующей планово-пре</w:t>
      </w:r>
      <w:r>
        <w:rPr>
          <w:rFonts w:eastAsia="TimesNewRoman"/>
        </w:rPr>
        <w:t>дупредительной системы обеспече</w:t>
      </w:r>
      <w:r w:rsidRPr="0070114A">
        <w:rPr>
          <w:rFonts w:eastAsia="TimesNewRoman"/>
        </w:rPr>
        <w:t>ния работоспособности автомобилей в эксплуатации.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Приводимые в учебном пособии материалы, имеющийся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отечественный и зарубежный опыт свидетельствует о том, что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сложных восстанавливае</w:t>
      </w:r>
      <w:r>
        <w:rPr>
          <w:rFonts w:eastAsia="TimesNewRoman"/>
        </w:rPr>
        <w:t>мых изделий, какими являются ав</w:t>
      </w:r>
      <w:r w:rsidRPr="0070114A">
        <w:rPr>
          <w:rFonts w:eastAsia="TimesNewRoman"/>
        </w:rPr>
        <w:t>томобили, обеспечивать га</w:t>
      </w:r>
      <w:r>
        <w:rPr>
          <w:rFonts w:eastAsia="TimesNewRoman"/>
        </w:rPr>
        <w:t>рантированный уровень работоспо</w:t>
      </w:r>
      <w:r w:rsidRPr="0070114A">
        <w:rPr>
          <w:rFonts w:eastAsia="TimesNewRoman"/>
        </w:rPr>
        <w:t>собности, важный для надежности транспортного процесса, вне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планово-предупредительной системы невозможно.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  <w:i/>
          <w:iCs/>
        </w:rPr>
      </w:pPr>
      <w:r w:rsidRPr="0070114A">
        <w:rPr>
          <w:rFonts w:eastAsia="TimesNewRoman"/>
          <w:i/>
          <w:iCs/>
        </w:rPr>
        <w:t>Ее значение состоит</w:t>
      </w:r>
      <w:r>
        <w:rPr>
          <w:rFonts w:eastAsia="TimesNewRoman"/>
          <w:i/>
          <w:iCs/>
        </w:rPr>
        <w:t xml:space="preserve"> не в том, что гарантируется аб</w:t>
      </w:r>
      <w:r w:rsidRPr="0070114A">
        <w:rPr>
          <w:rFonts w:eastAsia="TimesNewRoman"/>
          <w:i/>
          <w:iCs/>
        </w:rPr>
        <w:t>солютная работоспособн</w:t>
      </w:r>
      <w:r>
        <w:rPr>
          <w:rFonts w:eastAsia="TimesNewRoman"/>
          <w:i/>
          <w:iCs/>
        </w:rPr>
        <w:t>ость (что невозможно для случай</w:t>
      </w:r>
      <w:r w:rsidRPr="0070114A">
        <w:rPr>
          <w:rFonts w:eastAsia="TimesNewRoman"/>
          <w:i/>
          <w:iCs/>
        </w:rPr>
        <w:t>ных процессов, свойственных эксплуатации), а в том, что</w:t>
      </w:r>
      <w:r>
        <w:rPr>
          <w:rFonts w:eastAsia="TimesNewRoman"/>
          <w:i/>
          <w:iCs/>
        </w:rPr>
        <w:t xml:space="preserve"> </w:t>
      </w:r>
      <w:r w:rsidRPr="0070114A">
        <w:rPr>
          <w:rFonts w:eastAsia="TimesNewRoman"/>
          <w:i/>
          <w:iCs/>
        </w:rPr>
        <w:t>уровнем работоспособности можно управлять, зная, какие</w:t>
      </w:r>
      <w:r>
        <w:rPr>
          <w:rFonts w:eastAsia="TimesNewRoman"/>
          <w:i/>
          <w:iCs/>
        </w:rPr>
        <w:t xml:space="preserve"> </w:t>
      </w:r>
      <w:r w:rsidRPr="0070114A">
        <w:rPr>
          <w:rFonts w:eastAsia="TimesNewRoman"/>
          <w:i/>
          <w:iCs/>
        </w:rPr>
        <w:t>ресурсы при этом необходимы.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В-третьих, для ближайших 10–</w:t>
      </w:r>
      <w:r>
        <w:rPr>
          <w:rFonts w:eastAsia="TimesNewRoman"/>
        </w:rPr>
        <w:t>20 лет целесообразно рас</w:t>
      </w:r>
      <w:r w:rsidRPr="0070114A">
        <w:rPr>
          <w:rFonts w:eastAsia="TimesNewRoman"/>
        </w:rPr>
        <w:t>сматривать возможные варианты совершенствования планово-предупредительной системы, ее структуру, режимы, уровни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регламентации и др.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работе автомобил</w:t>
      </w:r>
      <w:r>
        <w:rPr>
          <w:rFonts w:eastAsia="TimesNewRoman"/>
        </w:rPr>
        <w:t>ей под влиянием различных факто</w:t>
      </w:r>
      <w:r w:rsidRPr="0070114A">
        <w:rPr>
          <w:rFonts w:eastAsia="TimesNewRoman"/>
        </w:rPr>
        <w:t>ров возникает совокупность отказов (неисправностей), каждый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из которых является случайной величиной, характеризуемой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наработкой детали на конкретный отказ.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результате использов</w:t>
      </w:r>
      <w:r>
        <w:rPr>
          <w:rFonts w:eastAsia="TimesNewRoman"/>
        </w:rPr>
        <w:t>ания экономических и других кри</w:t>
      </w:r>
      <w:r w:rsidRPr="0070114A">
        <w:rPr>
          <w:rFonts w:eastAsia="TimesNewRoman"/>
        </w:rPr>
        <w:t>териев концепция обслуживания автомобилей развивается по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двум принципиальным вариантам: выполнение технического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обслуживания по наработке без предварительного контроля и с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предварительным контролем </w:t>
      </w:r>
      <w:r>
        <w:rPr>
          <w:rFonts w:eastAsia="TimesNewRoman"/>
        </w:rPr>
        <w:t>– диагностикой, т.е. по техниче</w:t>
      </w:r>
      <w:r w:rsidRPr="0070114A">
        <w:rPr>
          <w:rFonts w:eastAsia="TimesNewRoman"/>
        </w:rPr>
        <w:t>скому состоянию.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зависимости от эконо</w:t>
      </w:r>
      <w:r>
        <w:rPr>
          <w:rFonts w:eastAsia="TimesNewRoman"/>
        </w:rPr>
        <w:t>мических условий, надежности из</w:t>
      </w:r>
      <w:r w:rsidRPr="0070114A">
        <w:rPr>
          <w:rFonts w:eastAsia="TimesNewRoman"/>
        </w:rPr>
        <w:t>делий и поставленных целей любая из этих стратегий может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оказаться рациональной.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 случае с предварительным контролем используются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стационарные и главным образом компактные и мобильные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контрольно-диагностические средства. Основными условиями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применения этой тактики являются точность, надежность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универсальность самих контрольно-диагностических средств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снижения затрат на их приобретение и эксплуатацию.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этом возможны два варианта развития концепции: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 первом варианте проводится контроль работоспособности,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выполняемый с определенной (постоянной или изменяющейся)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периодичностью и «корректирование» технического состояния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 результатам этого контроля</w:t>
      </w:r>
      <w:r>
        <w:rPr>
          <w:rFonts w:eastAsia="TimesNewRoman"/>
        </w:rPr>
        <w:t>. При втором варианте по резуль</w:t>
      </w:r>
      <w:r w:rsidRPr="0070114A">
        <w:rPr>
          <w:rFonts w:eastAsia="TimesNewRoman"/>
        </w:rPr>
        <w:t>татам контроля дается прогно</w:t>
      </w:r>
      <w:r>
        <w:rPr>
          <w:rFonts w:eastAsia="TimesNewRoman"/>
        </w:rPr>
        <w:t>з работоспособности, который по</w:t>
      </w:r>
      <w:r w:rsidRPr="0070114A">
        <w:rPr>
          <w:rFonts w:eastAsia="TimesNewRoman"/>
        </w:rPr>
        <w:t>зволяет на следующем шаге или корректировать периодичность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последующего контроля или уточнить предстоящий объем 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Система встроенных контрольно-диагностических средств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может развиваться в двух о</w:t>
      </w:r>
      <w:r>
        <w:rPr>
          <w:rFonts w:eastAsia="TimesNewRoman"/>
        </w:rPr>
        <w:t>сновных направлениях. Первое на</w:t>
      </w:r>
      <w:r w:rsidRPr="0070114A">
        <w:rPr>
          <w:rFonts w:eastAsia="TimesNewRoman"/>
        </w:rPr>
        <w:t>правление связано с созданием средств, сигнализирующих теми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или иными способами об ур</w:t>
      </w:r>
      <w:r>
        <w:rPr>
          <w:rFonts w:eastAsia="TimesNewRoman"/>
        </w:rPr>
        <w:t>овне работоспособности автомоби</w:t>
      </w:r>
      <w:r w:rsidRPr="0070114A">
        <w:rPr>
          <w:rFonts w:eastAsia="TimesNewRoman"/>
        </w:rPr>
        <w:t>ля или агрегата. Этого можно достичь, например, при отборе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информации о техническом </w:t>
      </w:r>
      <w:r>
        <w:rPr>
          <w:rFonts w:eastAsia="TimesNewRoman"/>
        </w:rPr>
        <w:t>состоянии с заданной периодично</w:t>
      </w:r>
      <w:r w:rsidRPr="0070114A">
        <w:rPr>
          <w:rFonts w:eastAsia="TimesNewRoman"/>
        </w:rPr>
        <w:t>стью. Например, при ТО, при сигнализации о достижении заданных (предельных, допустимых значений и т.д.) параметров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технического состояния и т.</w:t>
      </w:r>
      <w:r>
        <w:rPr>
          <w:rFonts w:eastAsia="TimesNewRoman"/>
        </w:rPr>
        <w:t>д. Эта информация может анализи</w:t>
      </w:r>
      <w:r w:rsidRPr="0070114A">
        <w:rPr>
          <w:rFonts w:eastAsia="TimesNewRoman"/>
        </w:rPr>
        <w:t>роваться на месте, где и прин</w:t>
      </w:r>
      <w:r>
        <w:rPr>
          <w:rFonts w:eastAsia="TimesNewRoman"/>
        </w:rPr>
        <w:t>имается решение, или централизо</w:t>
      </w:r>
      <w:r w:rsidRPr="0070114A">
        <w:rPr>
          <w:rFonts w:eastAsia="TimesNewRoman"/>
        </w:rPr>
        <w:t>ванно.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Вторым направлением является использование таких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встроенных контрольно-диаг</w:t>
      </w:r>
      <w:r>
        <w:rPr>
          <w:rFonts w:eastAsia="TimesNewRoman"/>
        </w:rPr>
        <w:t>ностических средств, которые по</w:t>
      </w:r>
      <w:r w:rsidRPr="0070114A">
        <w:rPr>
          <w:rFonts w:eastAsia="TimesNewRoman"/>
        </w:rPr>
        <w:t>зволяют не только определять,</w:t>
      </w:r>
      <w:r>
        <w:rPr>
          <w:rFonts w:eastAsia="TimesNewRoman"/>
        </w:rPr>
        <w:t xml:space="preserve"> но и прогнозировать уровень ра</w:t>
      </w:r>
      <w:r w:rsidRPr="0070114A">
        <w:rPr>
          <w:rFonts w:eastAsia="TimesNewRoman"/>
        </w:rPr>
        <w:t>ботоспособности.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Аналогичные членение и совершенствование возможны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для второй концепции. Однако технологические цели будут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иными. Например, контрол</w:t>
      </w:r>
      <w:r>
        <w:rPr>
          <w:rFonts w:eastAsia="TimesNewRoman"/>
        </w:rPr>
        <w:t>ь при отказе имеет целью опреде</w:t>
      </w:r>
      <w:r w:rsidRPr="0070114A">
        <w:rPr>
          <w:rFonts w:eastAsia="TimesNewRoman"/>
        </w:rPr>
        <w:t>лить причины отказа и уточни</w:t>
      </w:r>
      <w:r>
        <w:rPr>
          <w:rFonts w:eastAsia="TimesNewRoman"/>
        </w:rPr>
        <w:t>ть характер и технологию (трудо</w:t>
      </w:r>
      <w:r w:rsidRPr="0070114A">
        <w:rPr>
          <w:rFonts w:eastAsia="TimesNewRoman"/>
        </w:rPr>
        <w:t>емкость, стоимость, последовательность и продолжительность)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восстановительных работ.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автомобиля в целом</w:t>
      </w:r>
      <w:r>
        <w:rPr>
          <w:rFonts w:eastAsia="TimesNewRoman"/>
        </w:rPr>
        <w:t xml:space="preserve"> как совокупности агрегатов, уз</w:t>
      </w:r>
      <w:r w:rsidRPr="0070114A">
        <w:rPr>
          <w:rFonts w:eastAsia="TimesNewRoman"/>
        </w:rPr>
        <w:t>лов и систем могут применяться все рассмотренные варианты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стратегий, которые не меняют существа планово-предупредительной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системы ТО и ремонта, заключающегося в получении теми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иными способами упрежд</w:t>
      </w:r>
      <w:r>
        <w:rPr>
          <w:rFonts w:eastAsia="TimesNewRoman"/>
        </w:rPr>
        <w:t>ающей информации о состоянии из</w:t>
      </w:r>
      <w:r w:rsidRPr="0070114A">
        <w:rPr>
          <w:rFonts w:eastAsia="TimesNewRoman"/>
        </w:rPr>
        <w:t>делия, планировании и проведении работ по поддержанию его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работоспособности.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 этом необходимо учитывать, что работоспособность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самих внешних встроенных контрольно-диагностических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средств, включающих десят</w:t>
      </w:r>
      <w:r>
        <w:rPr>
          <w:rFonts w:eastAsia="TimesNewRoman"/>
        </w:rPr>
        <w:t>ки элементов, должна также обес</w:t>
      </w:r>
      <w:r w:rsidRPr="0070114A">
        <w:rPr>
          <w:rFonts w:eastAsia="TimesNewRoman"/>
        </w:rPr>
        <w:t>печиваться планово-предупредительной системой, включая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метрологический контроль.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Структуру системы ТО и р</w:t>
      </w:r>
      <w:r>
        <w:rPr>
          <w:rFonts w:eastAsia="TimesNewRoman"/>
        </w:rPr>
        <w:t>емонта рекомендуют совершен</w:t>
      </w:r>
      <w:r w:rsidRPr="0070114A">
        <w:rPr>
          <w:rFonts w:eastAsia="TimesNewRoman"/>
        </w:rPr>
        <w:t>ствовать следующим образом.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индивидуальных ав</w:t>
      </w:r>
      <w:r>
        <w:rPr>
          <w:rFonts w:eastAsia="TimesNewRoman"/>
        </w:rPr>
        <w:t>томобилей (легковые, грузопасса</w:t>
      </w:r>
      <w:r w:rsidRPr="0070114A">
        <w:rPr>
          <w:rFonts w:eastAsia="TimesNewRoman"/>
        </w:rPr>
        <w:t>жирские, микроавтобусы) наиболее распространенной будет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система с одним основным </w:t>
      </w:r>
      <w:r>
        <w:rPr>
          <w:rFonts w:eastAsia="TimesNewRoman"/>
        </w:rPr>
        <w:t>видом ТО, сопоставимым по перио</w:t>
      </w:r>
      <w:r w:rsidRPr="0070114A">
        <w:rPr>
          <w:rFonts w:eastAsia="TimesNewRoman"/>
        </w:rPr>
        <w:t>дичности со среднегодовым пробегом этих автомобилей 10–20 тыс. км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предшествующим по врем</w:t>
      </w:r>
      <w:r>
        <w:rPr>
          <w:rFonts w:eastAsia="TimesNewRoman"/>
        </w:rPr>
        <w:t>ени государственному техническо</w:t>
      </w:r>
      <w:r w:rsidRPr="0070114A">
        <w:rPr>
          <w:rFonts w:eastAsia="TimesNewRoman"/>
        </w:rPr>
        <w:t>му осмотру, а в перспективе совмещенным с ним.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коммерческих грузовых и пассажирских автомобилей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система ТО и ремонта может</w:t>
      </w:r>
      <w:r>
        <w:rPr>
          <w:rFonts w:eastAsia="TimesNewRoman"/>
        </w:rPr>
        <w:t xml:space="preserve"> развиваться при сохранении пла</w:t>
      </w:r>
      <w:r w:rsidRPr="0070114A">
        <w:rPr>
          <w:rFonts w:eastAsia="TimesNewRoman"/>
        </w:rPr>
        <w:t>ново-предупредительных принципов в следующих направлениях.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Увеличение периодичн</w:t>
      </w:r>
      <w:r>
        <w:rPr>
          <w:rFonts w:eastAsia="TimesNewRoman"/>
        </w:rPr>
        <w:t>ости ТО в соответствии с повыше</w:t>
      </w:r>
      <w:r w:rsidRPr="0070114A">
        <w:rPr>
          <w:rFonts w:eastAsia="TimesNewRoman"/>
        </w:rPr>
        <w:t>нием надежности автомобил</w:t>
      </w:r>
      <w:r>
        <w:rPr>
          <w:rFonts w:eastAsia="TimesNewRoman"/>
        </w:rPr>
        <w:t>ей, качества их технической экс</w:t>
      </w:r>
      <w:r w:rsidRPr="0070114A">
        <w:rPr>
          <w:rFonts w:eastAsia="TimesNewRoman"/>
        </w:rPr>
        <w:t>плуатации, применяемых э</w:t>
      </w:r>
      <w:r>
        <w:rPr>
          <w:rFonts w:eastAsia="TimesNewRoman"/>
        </w:rPr>
        <w:t>ксплуатационных материалов и по</w:t>
      </w:r>
      <w:r w:rsidRPr="0070114A">
        <w:rPr>
          <w:rFonts w:eastAsia="TimesNewRoman"/>
        </w:rPr>
        <w:t>вышением квалификации персонала.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Для интенсивно эксп</w:t>
      </w:r>
      <w:r>
        <w:rPr>
          <w:rFonts w:eastAsia="TimesNewRoman"/>
        </w:rPr>
        <w:t>луатируемых коммерческих автомо</w:t>
      </w:r>
      <w:r w:rsidRPr="0070114A">
        <w:rPr>
          <w:rFonts w:eastAsia="TimesNewRoman"/>
        </w:rPr>
        <w:t>билей (междугородные и международные перевозки, городские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пригородные пассажирские перевозки) будет развиваться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корректирование нормативов, а</w:t>
      </w:r>
      <w:r>
        <w:rPr>
          <w:rFonts w:eastAsia="TimesNewRoman"/>
        </w:rPr>
        <w:t xml:space="preserve"> в ряде случаев и структуры сис</w:t>
      </w:r>
      <w:r w:rsidRPr="0070114A">
        <w:rPr>
          <w:rFonts w:eastAsia="TimesNewRoman"/>
        </w:rPr>
        <w:t>темы, вплоть до индивидуализа</w:t>
      </w:r>
      <w:r>
        <w:rPr>
          <w:rFonts w:eastAsia="TimesNewRoman"/>
        </w:rPr>
        <w:t>ции нормативов с учетом усло</w:t>
      </w:r>
      <w:r w:rsidRPr="0070114A">
        <w:rPr>
          <w:rFonts w:eastAsia="TimesNewRoman"/>
        </w:rPr>
        <w:t>вий эксплуатации и техничес</w:t>
      </w:r>
      <w:r>
        <w:rPr>
          <w:rFonts w:eastAsia="TimesNewRoman"/>
        </w:rPr>
        <w:t>кого состояния автомобилей и по</w:t>
      </w:r>
      <w:r w:rsidRPr="0070114A">
        <w:rPr>
          <w:rFonts w:eastAsia="TimesNewRoman"/>
        </w:rPr>
        <w:t>казаний встроенных контрольно-диагностических средств. Этой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тенденции будут благопри</w:t>
      </w:r>
      <w:r>
        <w:rPr>
          <w:rFonts w:eastAsia="TimesNewRoman"/>
        </w:rPr>
        <w:t>ятствовать совершенствование ин</w:t>
      </w:r>
      <w:r w:rsidRPr="0070114A">
        <w:rPr>
          <w:rFonts w:eastAsia="TimesNewRoman"/>
        </w:rPr>
        <w:t>формационного обеспечения технической эксплуатаци</w:t>
      </w:r>
      <w:r>
        <w:rPr>
          <w:rFonts w:eastAsia="TimesNewRoman"/>
        </w:rPr>
        <w:t>и, опера</w:t>
      </w:r>
      <w:r w:rsidRPr="0070114A">
        <w:rPr>
          <w:rFonts w:eastAsia="TimesNewRoman"/>
        </w:rPr>
        <w:t>тивный учет взаимодействий, оборудование автомобилей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большой грузоподъемности и вместимости встроенной системой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диагностики.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Применение новых информационных технологий в ТЭА,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сопровождаемое сокращен</w:t>
      </w:r>
      <w:r>
        <w:rPr>
          <w:rFonts w:eastAsia="TimesNewRoman"/>
        </w:rPr>
        <w:t>ием затрат при организации пома</w:t>
      </w:r>
      <w:r w:rsidRPr="0070114A">
        <w:rPr>
          <w:rFonts w:eastAsia="TimesNewRoman"/>
        </w:rPr>
        <w:t>шинного учета, позволит при</w:t>
      </w:r>
      <w:r>
        <w:rPr>
          <w:rFonts w:eastAsia="TimesNewRoman"/>
        </w:rPr>
        <w:t xml:space="preserve"> необходимости изменять структу</w:t>
      </w:r>
      <w:r w:rsidRPr="0070114A">
        <w:rPr>
          <w:rFonts w:eastAsia="TimesNewRoman"/>
        </w:rPr>
        <w:t>ру системы, увеличивая числ</w:t>
      </w:r>
      <w:r>
        <w:rPr>
          <w:rFonts w:eastAsia="TimesNewRoman"/>
        </w:rPr>
        <w:t>о видов ТО, а также индивидуали</w:t>
      </w:r>
      <w:r w:rsidRPr="0070114A">
        <w:rPr>
          <w:rFonts w:eastAsia="TimesNewRoman"/>
        </w:rPr>
        <w:t>зировать моменты замены (списания или продажи) автомобилей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 учетом экономических и технических критериев, управляя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возрастной структурой парков.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Повышение надежности агрегатов и систем автомобилей,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антикоррозийной стойкости кузовов и кабин, регулирование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сроков службы позволит отк</w:t>
      </w:r>
      <w:r>
        <w:rPr>
          <w:rFonts w:eastAsia="TimesNewRoman"/>
        </w:rPr>
        <w:t>азаться от полнокомплектного ка</w:t>
      </w:r>
      <w:r w:rsidRPr="0070114A">
        <w:rPr>
          <w:rFonts w:eastAsia="TimesNewRoman"/>
        </w:rPr>
        <w:t>питального ремонта автомобилей.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Улучшение ремонтопригодности автомобилей и агрегатов,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применение компактных и мо</w:t>
      </w:r>
      <w:r>
        <w:rPr>
          <w:rFonts w:eastAsia="TimesNewRoman"/>
        </w:rPr>
        <w:t>бильных средств диагностики, об</w:t>
      </w:r>
      <w:r w:rsidRPr="0070114A">
        <w:rPr>
          <w:rFonts w:eastAsia="TimesNewRoman"/>
        </w:rPr>
        <w:t>служивания и ремонта позволит постепенно для коммерческих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автомобилей переходить к у</w:t>
      </w:r>
      <w:r>
        <w:rPr>
          <w:rFonts w:eastAsia="TimesNewRoman"/>
        </w:rPr>
        <w:t>глубленному ремонту ряда агрега</w:t>
      </w:r>
      <w:r w:rsidRPr="0070114A">
        <w:rPr>
          <w:rFonts w:eastAsia="TimesNewRoman"/>
        </w:rPr>
        <w:t>тов без снятия их с автомоби</w:t>
      </w:r>
      <w:r>
        <w:rPr>
          <w:rFonts w:eastAsia="TimesNewRoman"/>
        </w:rPr>
        <w:t>ля (иногда так называемый нарам</w:t>
      </w:r>
      <w:r w:rsidRPr="0070114A">
        <w:rPr>
          <w:rFonts w:eastAsia="TimesNewRoman"/>
        </w:rPr>
        <w:t>ный ремонт), что существенно сократит простои автомобиля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ремонте.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Ремонтные подразделения или предприятия в основном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сосредоточатся на восстановлении деталей, особенно базовых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основных, до уровня новых</w:t>
      </w:r>
      <w:r>
        <w:rPr>
          <w:rFonts w:eastAsia="TimesNewRoman"/>
        </w:rPr>
        <w:t>, что обеспечит существенное по</w:t>
      </w:r>
      <w:r w:rsidRPr="0070114A">
        <w:rPr>
          <w:rFonts w:eastAsia="TimesNewRoman"/>
        </w:rPr>
        <w:t>вышение ресурсов ремонтируемых агрегатов и систем.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Будет возрастать присп</w:t>
      </w:r>
      <w:r>
        <w:rPr>
          <w:rFonts w:eastAsia="TimesNewRoman"/>
        </w:rPr>
        <w:t>особленность конструкции автомо</w:t>
      </w:r>
      <w:r w:rsidRPr="0070114A">
        <w:rPr>
          <w:rFonts w:eastAsia="TimesNewRoman"/>
        </w:rPr>
        <w:t>билей к утилизации и вторич</w:t>
      </w:r>
      <w:r>
        <w:rPr>
          <w:rFonts w:eastAsia="TimesNewRoman"/>
        </w:rPr>
        <w:t>ному использованию деталей и аг</w:t>
      </w:r>
      <w:r w:rsidRPr="0070114A">
        <w:rPr>
          <w:rFonts w:eastAsia="TimesNewRoman"/>
        </w:rPr>
        <w:t>регатов, в котором будут п</w:t>
      </w:r>
      <w:r>
        <w:rPr>
          <w:rFonts w:eastAsia="TimesNewRoman"/>
        </w:rPr>
        <w:t>ринимать непосредственное и рас</w:t>
      </w:r>
      <w:r w:rsidRPr="0070114A">
        <w:rPr>
          <w:rFonts w:eastAsia="TimesNewRoman"/>
        </w:rPr>
        <w:t>ширяющееся участие прои</w:t>
      </w:r>
      <w:r>
        <w:rPr>
          <w:rFonts w:eastAsia="TimesNewRoman"/>
        </w:rPr>
        <w:t>зводители автомобилей и материа</w:t>
      </w:r>
      <w:r w:rsidRPr="0070114A">
        <w:rPr>
          <w:rFonts w:eastAsia="TimesNewRoman"/>
        </w:rPr>
        <w:t xml:space="preserve">лов, что позволит снизить </w:t>
      </w:r>
      <w:r>
        <w:rPr>
          <w:rFonts w:eastAsia="TimesNewRoman"/>
        </w:rPr>
        <w:t>загрязнение окружающей среды от</w:t>
      </w:r>
      <w:r w:rsidRPr="0070114A">
        <w:rPr>
          <w:rFonts w:eastAsia="TimesNewRoman"/>
        </w:rPr>
        <w:t>ходами и утилем.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Согласно имеющимся </w:t>
      </w:r>
      <w:r>
        <w:rPr>
          <w:rFonts w:eastAsia="TimesNewRoman"/>
        </w:rPr>
        <w:t>оценкам и перспективным техноло</w:t>
      </w:r>
      <w:r w:rsidRPr="0070114A">
        <w:rPr>
          <w:rFonts w:eastAsia="TimesNewRoman"/>
        </w:rPr>
        <w:t>гиям около 75 % (по массе) деталей и материалов современного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автомобиля (металлические д</w:t>
      </w:r>
      <w:r>
        <w:rPr>
          <w:rFonts w:eastAsia="TimesNewRoman"/>
        </w:rPr>
        <w:t>етали, масла, технические жидко</w:t>
      </w:r>
      <w:r w:rsidRPr="0070114A">
        <w:rPr>
          <w:rFonts w:eastAsia="TimesNewRoman"/>
        </w:rPr>
        <w:t>сти) могут быть переработаны и вторично использованы, в том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числе при производстве и э</w:t>
      </w:r>
      <w:r>
        <w:rPr>
          <w:rFonts w:eastAsia="TimesNewRoman"/>
        </w:rPr>
        <w:t>ксплуатации автомобилей. Осталь</w:t>
      </w:r>
      <w:r w:rsidRPr="0070114A">
        <w:rPr>
          <w:rFonts w:eastAsia="TimesNewRoman"/>
        </w:rPr>
        <w:t>ные отходы, образующиеся</w:t>
      </w:r>
      <w:r>
        <w:rPr>
          <w:rFonts w:eastAsia="TimesNewRoman"/>
        </w:rPr>
        <w:t xml:space="preserve"> при переработке списанных авто</w:t>
      </w:r>
      <w:r w:rsidRPr="0070114A">
        <w:rPr>
          <w:rFonts w:eastAsia="TimesNewRoman"/>
        </w:rPr>
        <w:t>мобилей (пластики, краска, резина, стекло и т.д.), подлежат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дроблению или измельчению с последующим использованием 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других отраслях, например, в </w:t>
      </w:r>
      <w:r>
        <w:rPr>
          <w:rFonts w:eastAsia="TimesNewRoman"/>
        </w:rPr>
        <w:t>строительстве, или по экологиче</w:t>
      </w:r>
      <w:r w:rsidRPr="0070114A">
        <w:rPr>
          <w:rFonts w:eastAsia="TimesNewRoman"/>
        </w:rPr>
        <w:t>ским требованиям – захоронению.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Принципиальное изменение планово-предупредительной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системы возможно при следующем шаге, когда изделию (или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его элементам) будет обеспечено поддержание работоспособности методами резервирования</w:t>
      </w:r>
      <w:r>
        <w:rPr>
          <w:rFonts w:eastAsia="TimesNewRoman"/>
        </w:rPr>
        <w:t xml:space="preserve"> или самовосстановления в преде</w:t>
      </w:r>
      <w:r w:rsidRPr="0070114A">
        <w:rPr>
          <w:rFonts w:eastAsia="TimesNewRoman"/>
        </w:rPr>
        <w:t xml:space="preserve">лах установленного срока </w:t>
      </w:r>
      <w:r>
        <w:rPr>
          <w:rFonts w:eastAsia="TimesNewRoman"/>
        </w:rPr>
        <w:t>службы. Здесь возможны два реше</w:t>
      </w:r>
      <w:r w:rsidRPr="0070114A">
        <w:rPr>
          <w:rFonts w:eastAsia="TimesNewRoman"/>
        </w:rPr>
        <w:t>ния: или использование «абсолютно надежных» материалов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изделий, вероятность отказа которых за заданную наработку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ничтожно мала (резервиро</w:t>
      </w:r>
      <w:r>
        <w:rPr>
          <w:rFonts w:eastAsia="TimesNewRoman"/>
        </w:rPr>
        <w:t>вание, повышение надежности эле</w:t>
      </w:r>
      <w:r w:rsidRPr="0070114A">
        <w:rPr>
          <w:rFonts w:eastAsia="TimesNewRoman"/>
        </w:rPr>
        <w:t xml:space="preserve">ментов конструкции) или </w:t>
      </w:r>
      <w:r>
        <w:rPr>
          <w:rFonts w:eastAsia="TimesNewRoman"/>
        </w:rPr>
        <w:t>применение иных принципов конст</w:t>
      </w:r>
      <w:r w:rsidRPr="0070114A">
        <w:rPr>
          <w:rFonts w:eastAsia="TimesNewRoman"/>
        </w:rPr>
        <w:t>руирования, предусматривающих самовосстановление изделия.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Целесообразность под</w:t>
      </w:r>
      <w:r>
        <w:rPr>
          <w:rFonts w:eastAsia="TimesNewRoman"/>
        </w:rPr>
        <w:t>обной трансформации таких массо</w:t>
      </w:r>
      <w:r w:rsidRPr="0070114A">
        <w:rPr>
          <w:rFonts w:eastAsia="TimesNewRoman"/>
        </w:rPr>
        <w:t>вых изделий, как автомобиль, должна б</w:t>
      </w:r>
      <w:r>
        <w:rPr>
          <w:rFonts w:eastAsia="TimesNewRoman"/>
        </w:rPr>
        <w:t>ыть подвергнута тща</w:t>
      </w:r>
      <w:r w:rsidRPr="0070114A">
        <w:rPr>
          <w:rFonts w:eastAsia="TimesNewRoman"/>
        </w:rPr>
        <w:t>тельной экономической, социологической, конструкторской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технологической проработке.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Что же касается об</w:t>
      </w:r>
      <w:r>
        <w:rPr>
          <w:rFonts w:eastAsia="TimesNewRoman"/>
        </w:rPr>
        <w:t>озримого будущего, то в планово-</w:t>
      </w:r>
      <w:r w:rsidRPr="0070114A">
        <w:rPr>
          <w:rFonts w:eastAsia="TimesNewRoman"/>
        </w:rPr>
        <w:t>предупредительной системе</w:t>
      </w:r>
      <w:r>
        <w:rPr>
          <w:rFonts w:eastAsia="TimesNewRoman"/>
        </w:rPr>
        <w:t xml:space="preserve"> технического обслуживания авто</w:t>
      </w:r>
      <w:r w:rsidRPr="0070114A">
        <w:rPr>
          <w:rFonts w:eastAsia="TimesNewRoman"/>
        </w:rPr>
        <w:t>мобилей будут использоваться все вариант</w:t>
      </w:r>
      <w:r>
        <w:rPr>
          <w:rFonts w:eastAsia="TimesNewRoman"/>
        </w:rPr>
        <w:t>ы в пропорциях, оп</w:t>
      </w:r>
      <w:r w:rsidRPr="0070114A">
        <w:rPr>
          <w:rFonts w:eastAsia="TimesNewRoman"/>
        </w:rPr>
        <w:t>ределяемых конкретными технико-экономической и целевой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ситуациями в экономике и на автомобильном транспорте.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,Bold"/>
        </w:rPr>
      </w:pPr>
      <w:r>
        <w:rPr>
          <w:rFonts w:eastAsia="TimesNewRoman"/>
        </w:rPr>
        <w:t>7</w:t>
      </w:r>
      <w:r w:rsidRPr="0070114A">
        <w:rPr>
          <w:rFonts w:eastAsia="TimesNewRoman"/>
        </w:rPr>
        <w:t xml:space="preserve">.4. </w:t>
      </w:r>
      <w:r w:rsidRPr="0070114A">
        <w:rPr>
          <w:rFonts w:eastAsia="TimesNewRoman,Bold"/>
        </w:rPr>
        <w:t>Перспективы формирования и развития рынка</w:t>
      </w:r>
      <w:r>
        <w:rPr>
          <w:rFonts w:eastAsia="TimesNewRoman,Bold"/>
        </w:rPr>
        <w:t xml:space="preserve"> </w:t>
      </w:r>
      <w:r w:rsidRPr="0070114A">
        <w:rPr>
          <w:rFonts w:eastAsia="TimesNewRoman,Bold"/>
        </w:rPr>
        <w:t>услуг обслуживания подвижного состава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Под рынком услуг подсистемы технической эксплуатации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 сервиса понимается возни</w:t>
      </w:r>
      <w:r>
        <w:rPr>
          <w:rFonts w:eastAsia="TimesNewRoman"/>
        </w:rPr>
        <w:t>кновение и удовлетворение требо</w:t>
      </w:r>
      <w:r w:rsidRPr="0070114A">
        <w:rPr>
          <w:rFonts w:eastAsia="TimesNewRoman"/>
        </w:rPr>
        <w:t>ваний по обеспечению работ</w:t>
      </w:r>
      <w:r>
        <w:rPr>
          <w:rFonts w:eastAsia="TimesNewRoman"/>
        </w:rPr>
        <w:t>оспособности, сохранности и под</w:t>
      </w:r>
      <w:r w:rsidRPr="0070114A">
        <w:rPr>
          <w:rFonts w:eastAsia="TimesNewRoman"/>
        </w:rPr>
        <w:t>готовки к использованию автотранспортных средств всех форм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собственности в течение всего периода эксплуатации с момента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приобретения и до списания. В ряде стран этот рынок в отличие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от продажи новых автомобилей называется вторичным (aftermarket).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Происходящие на </w:t>
      </w:r>
      <w:r>
        <w:rPr>
          <w:rFonts w:eastAsia="TimesNewRoman"/>
        </w:rPr>
        <w:t>автомобильном транспорте измене</w:t>
      </w:r>
      <w:r w:rsidRPr="0070114A">
        <w:rPr>
          <w:rFonts w:eastAsia="TimesNewRoman"/>
        </w:rPr>
        <w:t>ния (формы собственности,</w:t>
      </w:r>
      <w:r>
        <w:rPr>
          <w:rFonts w:eastAsia="TimesNewRoman"/>
        </w:rPr>
        <w:t xml:space="preserve"> размеры предприятий, диверсифи</w:t>
      </w:r>
      <w:r w:rsidRPr="0070114A">
        <w:rPr>
          <w:rFonts w:eastAsia="TimesNewRoman"/>
        </w:rPr>
        <w:t>кация деятельности, конкуренц</w:t>
      </w:r>
      <w:r>
        <w:rPr>
          <w:rFonts w:eastAsia="TimesNewRoman"/>
        </w:rPr>
        <w:t>ия, рост парка и т.д.), повыше</w:t>
      </w:r>
      <w:r w:rsidRPr="0070114A">
        <w:rPr>
          <w:rFonts w:eastAsia="TimesNewRoman"/>
        </w:rPr>
        <w:t>ние государственных требований к дорожной и экологической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безопасности автотранспорт</w:t>
      </w:r>
      <w:r>
        <w:rPr>
          <w:rFonts w:eastAsia="TimesNewRoman"/>
        </w:rPr>
        <w:t>ных средств воздействуют на фор</w:t>
      </w:r>
      <w:r w:rsidRPr="0070114A">
        <w:rPr>
          <w:rFonts w:eastAsia="TimesNewRoman"/>
        </w:rPr>
        <w:t>мирование и перспективы этого рынка. Прежде всего, объем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этого рынка продолжает расти и в ближайшие 5–10 лет может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увеличиться соответственно на 25–60 %.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Расширяется потенциальная клиентура этого рынка. Если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в прошлом большинство к</w:t>
      </w:r>
      <w:r>
        <w:rPr>
          <w:rFonts w:eastAsia="TimesNewRoman"/>
        </w:rPr>
        <w:t>оммерческих АТП обеспечивало ра</w:t>
      </w:r>
      <w:r w:rsidRPr="0070114A">
        <w:rPr>
          <w:rFonts w:eastAsia="TimesNewRoman"/>
        </w:rPr>
        <w:t>ботоспособность автом</w:t>
      </w:r>
      <w:r>
        <w:rPr>
          <w:rFonts w:eastAsia="TimesNewRoman"/>
        </w:rPr>
        <w:t>обилей собственными силами (ком</w:t>
      </w:r>
      <w:r w:rsidRPr="0070114A">
        <w:rPr>
          <w:rFonts w:eastAsia="TimesNewRoman"/>
        </w:rPr>
        <w:t>плексные предприятия), то в настоящее время и в перспективе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значительная часть малых автотранспортных предприятий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водителей-операторов, не </w:t>
      </w:r>
      <w:r>
        <w:rPr>
          <w:rFonts w:eastAsia="TimesNewRoman"/>
        </w:rPr>
        <w:t>располагающих собственной произ</w:t>
      </w:r>
      <w:r w:rsidRPr="0070114A">
        <w:rPr>
          <w:rFonts w:eastAsia="TimesNewRoman"/>
        </w:rPr>
        <w:t>водственно-технической б</w:t>
      </w:r>
      <w:r>
        <w:rPr>
          <w:rFonts w:eastAsia="TimesNewRoman"/>
        </w:rPr>
        <w:t>азой, будут вынуждены удовлетво</w:t>
      </w:r>
      <w:r w:rsidRPr="0070114A">
        <w:rPr>
          <w:rFonts w:eastAsia="TimesNewRoman"/>
        </w:rPr>
        <w:t>рять соответствующие тр</w:t>
      </w:r>
      <w:r>
        <w:rPr>
          <w:rFonts w:eastAsia="TimesNewRoman"/>
        </w:rPr>
        <w:t>ебования на вторичном рынке. Со</w:t>
      </w:r>
      <w:r w:rsidRPr="0070114A">
        <w:rPr>
          <w:rFonts w:eastAsia="TimesNewRoman"/>
        </w:rPr>
        <w:t>гласно оценке МАДИ (ТУ),</w:t>
      </w:r>
      <w:r>
        <w:rPr>
          <w:rFonts w:eastAsia="TimesNewRoman"/>
        </w:rPr>
        <w:t xml:space="preserve"> потенциальная клиентура вторич</w:t>
      </w:r>
      <w:r w:rsidRPr="0070114A">
        <w:rPr>
          <w:rFonts w:eastAsia="TimesNewRoman"/>
        </w:rPr>
        <w:t>ного рынка включает, помим</w:t>
      </w:r>
      <w:r>
        <w:rPr>
          <w:rFonts w:eastAsia="TimesNewRoman"/>
        </w:rPr>
        <w:t>о индивидуальных владельцев, не</w:t>
      </w:r>
      <w:r w:rsidRPr="0070114A">
        <w:rPr>
          <w:rFonts w:eastAsia="TimesNewRoman"/>
        </w:rPr>
        <w:t>государственные коммерч</w:t>
      </w:r>
      <w:r>
        <w:rPr>
          <w:rFonts w:eastAsia="TimesNewRoman"/>
        </w:rPr>
        <w:t>еские, государственные и муници</w:t>
      </w:r>
      <w:r w:rsidRPr="0070114A">
        <w:rPr>
          <w:rFonts w:eastAsia="TimesNewRoman"/>
        </w:rPr>
        <w:t>пальные предприятия, которые располагают 56–67 % парка.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Растущие объем и содержание требований и услуг, как показывает отечественный и за</w:t>
      </w:r>
      <w:r>
        <w:rPr>
          <w:rFonts w:eastAsia="TimesNewRoman"/>
        </w:rPr>
        <w:t>рубежный опыт, не могут быть ос</w:t>
      </w:r>
      <w:r w:rsidRPr="0070114A">
        <w:rPr>
          <w:rFonts w:eastAsia="TimesNewRoman"/>
        </w:rPr>
        <w:t>воены одним типом или группой операторов вторичного рынка,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например, фирменных. Зарубежный опыт свидетельствует 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преобладании на этом рынке так называемых независимых 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изготовителей предприятий, которые в основном обслуживают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автомобили по истечении гарантийного срока, т.е. в течение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10–15 лет. При разнообраз</w:t>
      </w:r>
      <w:r>
        <w:rPr>
          <w:rFonts w:eastAsia="TimesNewRoman"/>
        </w:rPr>
        <w:t>ии предприятий и форм обслужива</w:t>
      </w:r>
      <w:r w:rsidRPr="0070114A">
        <w:rPr>
          <w:rFonts w:eastAsia="TimesNewRoman"/>
        </w:rPr>
        <w:t>ния на отечественном вторич</w:t>
      </w:r>
      <w:r>
        <w:rPr>
          <w:rFonts w:eastAsia="TimesNewRoman"/>
        </w:rPr>
        <w:t>ном рынке будут действовать сле</w:t>
      </w:r>
      <w:r w:rsidRPr="0070114A">
        <w:rPr>
          <w:rFonts w:eastAsia="TimesNewRoman"/>
        </w:rPr>
        <w:t>дующие основные формы обслуживан</w:t>
      </w:r>
      <w:r>
        <w:rPr>
          <w:rFonts w:eastAsia="TimesNewRoman"/>
        </w:rPr>
        <w:t>ия, обеспечивая конку</w:t>
      </w:r>
      <w:r w:rsidRPr="0070114A">
        <w:rPr>
          <w:rFonts w:eastAsia="TimesNewRoman"/>
        </w:rPr>
        <w:t>рентную среду: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фирменные и дилерские предприятия (15–25 % объемов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работ);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независимые сервисные и ремонтные предприятия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(45–60 %);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мастерские транспортных предприятий (5–10 %);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>
        <w:rPr>
          <w:rFonts w:eastAsia="TimesNewRoman"/>
        </w:rPr>
        <w:t xml:space="preserve">– самообслуживание </w:t>
      </w:r>
      <w:r w:rsidRPr="0070114A">
        <w:rPr>
          <w:rFonts w:eastAsia="TimesNewRoman"/>
        </w:rPr>
        <w:t>(до 20–25 % объемов), которое также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должно поддерживаться вторичным рынком (предоставление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рабочих мест, оборудование, инструмент, информационное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обеспечение и т.п.).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Произойдут серьезные изменения и трансформация работ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 xml:space="preserve">и услуг, выполняемых на </w:t>
      </w:r>
      <w:r>
        <w:rPr>
          <w:rFonts w:eastAsia="TimesNewRoman"/>
        </w:rPr>
        <w:t>вторичном рынке. Помимо традици</w:t>
      </w:r>
      <w:r w:rsidRPr="0070114A">
        <w:rPr>
          <w:rFonts w:eastAsia="TimesNewRoman"/>
        </w:rPr>
        <w:t>онных работ (уборочно-моечных, смазочных, регулировочных,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шинных, кузовных и др.), у</w:t>
      </w:r>
      <w:r>
        <w:rPr>
          <w:rFonts w:eastAsia="TimesNewRoman"/>
        </w:rPr>
        <w:t>дельный вес которых будет сокра</w:t>
      </w:r>
      <w:r w:rsidRPr="0070114A">
        <w:rPr>
          <w:rFonts w:eastAsia="TimesNewRoman"/>
        </w:rPr>
        <w:t>щаться, получат преобладающее развитие: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подбор и доставка необходимых для предприятия или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клиента автотранспортных средств, технологическ</w:t>
      </w:r>
      <w:r>
        <w:rPr>
          <w:rFonts w:eastAsia="TimesNewRoman"/>
        </w:rPr>
        <w:t>ого оборудо</w:t>
      </w:r>
      <w:r w:rsidRPr="0070114A">
        <w:rPr>
          <w:rFonts w:eastAsia="TimesNewRoman"/>
        </w:rPr>
        <w:t>вания, запасных частей и мат</w:t>
      </w:r>
      <w:r>
        <w:rPr>
          <w:rFonts w:eastAsia="TimesNewRoman"/>
        </w:rPr>
        <w:t>ериалов, гарантирование их каче</w:t>
      </w:r>
      <w:r w:rsidRPr="0070114A">
        <w:rPr>
          <w:rFonts w:eastAsia="TimesNewRoman"/>
        </w:rPr>
        <w:t>ства;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обеспечение работоспособности конструктивно новых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агрегатов и систем автомобил</w:t>
      </w:r>
      <w:r>
        <w:rPr>
          <w:rFonts w:eastAsia="TimesNewRoman"/>
        </w:rPr>
        <w:t>я (впрыск, нейтрализация отрабо</w:t>
      </w:r>
      <w:r w:rsidRPr="0070114A">
        <w:rPr>
          <w:rFonts w:eastAsia="TimesNewRoman"/>
        </w:rPr>
        <w:t>тавших газов, автоматические</w:t>
      </w:r>
      <w:r>
        <w:rPr>
          <w:rFonts w:eastAsia="TimesNewRoman"/>
        </w:rPr>
        <w:t xml:space="preserve"> коробки передач, встроенная ди</w:t>
      </w:r>
      <w:r w:rsidRPr="0070114A">
        <w:rPr>
          <w:rFonts w:eastAsia="TimesNewRoman"/>
        </w:rPr>
        <w:t>агностика, антиблокировочные тормозные системы);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контроль и обслуживание систем, обеспечивающих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безопасность и комфортабель</w:t>
      </w:r>
      <w:r>
        <w:rPr>
          <w:rFonts w:eastAsia="TimesNewRoman"/>
        </w:rPr>
        <w:t>ность (системы освещения, сигна</w:t>
      </w:r>
      <w:r w:rsidRPr="0070114A">
        <w:rPr>
          <w:rFonts w:eastAsia="TimesNewRoman"/>
        </w:rPr>
        <w:t>лизации и информации, з</w:t>
      </w:r>
      <w:r>
        <w:rPr>
          <w:rFonts w:eastAsia="TimesNewRoman"/>
        </w:rPr>
        <w:t>ащитные системы, кондиционирова</w:t>
      </w:r>
      <w:r w:rsidRPr="0070114A">
        <w:rPr>
          <w:rFonts w:eastAsia="TimesNewRoman"/>
        </w:rPr>
        <w:t>ние, отопление и вентиляция);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переоборудов</w:t>
      </w:r>
      <w:r>
        <w:rPr>
          <w:rFonts w:eastAsia="TimesNewRoman"/>
        </w:rPr>
        <w:t xml:space="preserve">ание, обслуживание </w:t>
      </w:r>
      <w:r w:rsidRPr="0070114A">
        <w:rPr>
          <w:rFonts w:eastAsia="TimesNewRoman"/>
        </w:rPr>
        <w:t>и ремонт автомобилей,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использующих альтернативные виды топлива и энергии;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модернизация и тюнинг;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кузовные, малярны</w:t>
      </w:r>
      <w:r>
        <w:rPr>
          <w:rFonts w:eastAsia="TimesNewRoman"/>
        </w:rPr>
        <w:t>е, антикоррозионные работы с ис</w:t>
      </w:r>
      <w:r w:rsidRPr="0070114A">
        <w:rPr>
          <w:rFonts w:eastAsia="TimesNewRoman"/>
        </w:rPr>
        <w:t>пользованием экологически чистых материалов и технологий;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замена масел, технических жидкостей по состоянию;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подбор и взаимозаменяемость;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более активное и оперативное участие в подготовке и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проведении государственного инструментального технического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контроля;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оценка и подготовка</w:t>
      </w:r>
      <w:r>
        <w:rPr>
          <w:rFonts w:eastAsia="TimesNewRoman"/>
        </w:rPr>
        <w:t xml:space="preserve"> к продаже подержанных автомоби</w:t>
      </w:r>
      <w:r w:rsidRPr="0070114A">
        <w:rPr>
          <w:rFonts w:eastAsia="TimesNewRoman"/>
        </w:rPr>
        <w:t>лей, включая грузовые и автобусы;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 xml:space="preserve">– оказание помощи на </w:t>
      </w:r>
      <w:r>
        <w:rPr>
          <w:rFonts w:eastAsia="TimesNewRoman"/>
        </w:rPr>
        <w:t>линии, эвакуация, выполнение ра</w:t>
      </w:r>
      <w:r w:rsidRPr="0070114A">
        <w:rPr>
          <w:rFonts w:eastAsia="TimesNewRoman"/>
        </w:rPr>
        <w:t>бот ТО и ремонта по месту хранения автомобилей (выездная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схема), оказание помощи владельцам при самообслуживании;</w:t>
      </w:r>
    </w:p>
    <w:p w:rsidR="00C05A20" w:rsidRPr="0070114A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</w:rPr>
      </w:pPr>
      <w:r w:rsidRPr="0070114A">
        <w:rPr>
          <w:rFonts w:eastAsia="TimesNewRoman"/>
        </w:rPr>
        <w:t>– включение предприятий вторичного рынка в рециклинг,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т.е. сбор, утилизацию, вторичное использование, подготовку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к переработке отходов и утиля, в том числе и с использованием</w:t>
      </w:r>
      <w:r>
        <w:rPr>
          <w:rFonts w:eastAsia="TimesNewRoman"/>
        </w:rPr>
        <w:t xml:space="preserve"> </w:t>
      </w:r>
      <w:r w:rsidRPr="0070114A">
        <w:rPr>
          <w:rFonts w:eastAsia="TimesNewRoman"/>
        </w:rPr>
        <w:t>зачета остаточной стоимости;</w:t>
      </w:r>
    </w:p>
    <w:p w:rsidR="00C05A20" w:rsidRPr="00C95DA9" w:rsidRDefault="00C05A20" w:rsidP="0070114A">
      <w:pPr>
        <w:autoSpaceDE w:val="0"/>
        <w:autoSpaceDN w:val="0"/>
        <w:adjustRightInd w:val="0"/>
        <w:ind w:firstLine="709"/>
        <w:jc w:val="left"/>
        <w:rPr>
          <w:rFonts w:eastAsia="TimesNewRoman"/>
          <w:b/>
          <w:bCs/>
          <w:sz w:val="24"/>
          <w:szCs w:val="24"/>
        </w:rPr>
      </w:pPr>
      <w:r w:rsidRPr="0070114A">
        <w:rPr>
          <w:rFonts w:eastAsia="TimesNewRoman"/>
        </w:rPr>
        <w:t>– информационное о</w:t>
      </w:r>
      <w:r>
        <w:rPr>
          <w:rFonts w:eastAsia="TimesNewRoman"/>
        </w:rPr>
        <w:t>беспечение владельцев автотранс</w:t>
      </w:r>
      <w:r w:rsidRPr="0070114A">
        <w:rPr>
          <w:rFonts w:eastAsia="TimesNewRoman"/>
        </w:rPr>
        <w:t>портных средств, транспортных предприятий и производителей.</w:t>
      </w:r>
    </w:p>
    <w:p w:rsidR="00C05A20" w:rsidRPr="00C95DA9" w:rsidRDefault="00C05A20" w:rsidP="0070114A">
      <w:pPr>
        <w:ind w:firstLine="709"/>
      </w:pPr>
    </w:p>
    <w:sectPr w:rsidR="00C05A20" w:rsidRPr="00C95DA9" w:rsidSect="00C95DA9">
      <w:pgSz w:w="11905" w:h="16837" w:code="9"/>
      <w:pgMar w:top="1134" w:right="850" w:bottom="1134" w:left="1701" w:header="0" w:footer="6" w:gutter="0"/>
      <w:cols w:space="206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DA9"/>
    <w:rsid w:val="0001394D"/>
    <w:rsid w:val="0004163C"/>
    <w:rsid w:val="00084FDD"/>
    <w:rsid w:val="000D2660"/>
    <w:rsid w:val="000D4F0F"/>
    <w:rsid w:val="001477C7"/>
    <w:rsid w:val="00195A34"/>
    <w:rsid w:val="001C7937"/>
    <w:rsid w:val="001D335C"/>
    <w:rsid w:val="001E0E93"/>
    <w:rsid w:val="00271831"/>
    <w:rsid w:val="002F445C"/>
    <w:rsid w:val="003111F2"/>
    <w:rsid w:val="00335608"/>
    <w:rsid w:val="00432750"/>
    <w:rsid w:val="004343FE"/>
    <w:rsid w:val="00446275"/>
    <w:rsid w:val="0049480D"/>
    <w:rsid w:val="004B3BF4"/>
    <w:rsid w:val="004C418A"/>
    <w:rsid w:val="00550C34"/>
    <w:rsid w:val="00557554"/>
    <w:rsid w:val="005F35A7"/>
    <w:rsid w:val="00626F73"/>
    <w:rsid w:val="00654536"/>
    <w:rsid w:val="00684F97"/>
    <w:rsid w:val="006A3811"/>
    <w:rsid w:val="0070114A"/>
    <w:rsid w:val="007D1F20"/>
    <w:rsid w:val="007D2774"/>
    <w:rsid w:val="00865659"/>
    <w:rsid w:val="008E10E7"/>
    <w:rsid w:val="00925039"/>
    <w:rsid w:val="009661FA"/>
    <w:rsid w:val="00970D13"/>
    <w:rsid w:val="00975A49"/>
    <w:rsid w:val="00A619CF"/>
    <w:rsid w:val="00A95956"/>
    <w:rsid w:val="00AB6542"/>
    <w:rsid w:val="00B34E5B"/>
    <w:rsid w:val="00BB4720"/>
    <w:rsid w:val="00C03036"/>
    <w:rsid w:val="00C05A20"/>
    <w:rsid w:val="00C64CBE"/>
    <w:rsid w:val="00C95DA9"/>
    <w:rsid w:val="00CC1E01"/>
    <w:rsid w:val="00D4065E"/>
    <w:rsid w:val="00D63623"/>
    <w:rsid w:val="00DB6B40"/>
    <w:rsid w:val="00DF44B1"/>
    <w:rsid w:val="00EE621C"/>
    <w:rsid w:val="00F24C67"/>
    <w:rsid w:val="00F26B85"/>
    <w:rsid w:val="00FA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75A49"/>
    <w:pPr>
      <w:jc w:val="both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472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4720"/>
    <w:pPr>
      <w:spacing w:before="200"/>
      <w:outlineLvl w:val="1"/>
    </w:pPr>
    <w:rPr>
      <w:rFonts w:ascii="Cambria" w:hAnsi="Cambria" w:cs="Cambria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4720"/>
    <w:pPr>
      <w:spacing w:before="200" w:line="271" w:lineRule="auto"/>
      <w:outlineLvl w:val="2"/>
    </w:pPr>
    <w:rPr>
      <w:rFonts w:ascii="Cambria" w:hAnsi="Cambria" w:cs="Cambria"/>
      <w:b/>
      <w:bCs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B4720"/>
    <w:pPr>
      <w:spacing w:before="200"/>
      <w:outlineLvl w:val="3"/>
    </w:pPr>
    <w:rPr>
      <w:rFonts w:ascii="Cambria" w:hAnsi="Cambria" w:cs="Cambria"/>
      <w:b/>
      <w:bCs/>
      <w:i/>
      <w:iCs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4720"/>
    <w:pPr>
      <w:spacing w:before="200"/>
      <w:outlineLvl w:val="4"/>
    </w:pPr>
    <w:rPr>
      <w:rFonts w:ascii="Cambria" w:hAnsi="Cambria" w:cs="Cambria"/>
      <w:b/>
      <w:bCs/>
      <w:color w:val="7F7F7F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B4720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B4720"/>
    <w:pPr>
      <w:outlineLvl w:val="6"/>
    </w:pPr>
    <w:rPr>
      <w:rFonts w:ascii="Cambria" w:hAnsi="Cambria" w:cs="Cambria"/>
      <w:i/>
      <w:iCs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B4720"/>
    <w:pPr>
      <w:outlineLvl w:val="7"/>
    </w:pPr>
    <w:rPr>
      <w:rFonts w:ascii="Cambria" w:hAnsi="Cambria" w:cs="Cambria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B4720"/>
    <w:pPr>
      <w:outlineLvl w:val="8"/>
    </w:pPr>
    <w:rPr>
      <w:rFonts w:ascii="Cambria" w:hAnsi="Cambria" w:cs="Cambria"/>
      <w:i/>
      <w:iCs/>
      <w:spacing w:val="5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4720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B4720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B4720"/>
    <w:rPr>
      <w:rFonts w:ascii="Cambria" w:hAnsi="Cambria" w:cs="Cambria"/>
      <w:b/>
      <w:bCs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B4720"/>
    <w:rPr>
      <w:rFonts w:ascii="Cambria" w:hAnsi="Cambria" w:cs="Cambria"/>
      <w:b/>
      <w:bCs/>
      <w:i/>
      <w:iCs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B4720"/>
    <w:rPr>
      <w:rFonts w:ascii="Cambria" w:hAnsi="Cambria" w:cs="Cambria"/>
      <w:b/>
      <w:bCs/>
      <w:color w:val="7F7F7F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B4720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B4720"/>
    <w:rPr>
      <w:rFonts w:ascii="Cambria" w:hAnsi="Cambria" w:cs="Cambria"/>
      <w:i/>
      <w:iCs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B4720"/>
    <w:rPr>
      <w:rFonts w:ascii="Cambria" w:hAnsi="Cambria" w:cs="Cambria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B4720"/>
    <w:rPr>
      <w:rFonts w:ascii="Cambria" w:hAnsi="Cambria" w:cs="Cambria"/>
      <w:i/>
      <w:iCs/>
      <w:spacing w:val="5"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qFormat/>
    <w:rsid w:val="00D63623"/>
    <w:pPr>
      <w:widowControl w:val="0"/>
      <w:ind w:firstLine="567"/>
      <w:jc w:val="center"/>
    </w:pPr>
  </w:style>
  <w:style w:type="paragraph" w:styleId="Title">
    <w:name w:val="Title"/>
    <w:basedOn w:val="Normal"/>
    <w:link w:val="TitleChar"/>
    <w:uiPriority w:val="99"/>
    <w:qFormat/>
    <w:rsid w:val="00BB472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BB472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BB4720"/>
  </w:style>
  <w:style w:type="character" w:customStyle="1" w:styleId="SubtitleChar">
    <w:name w:val="Subtitle Char"/>
    <w:basedOn w:val="DefaultParagraphFont"/>
    <w:link w:val="Subtitle"/>
    <w:uiPriority w:val="99"/>
    <w:locked/>
    <w:rsid w:val="00BB4720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B4720"/>
    <w:rPr>
      <w:b/>
      <w:bCs/>
    </w:rPr>
  </w:style>
  <w:style w:type="character" w:styleId="Emphasis">
    <w:name w:val="Emphasis"/>
    <w:basedOn w:val="DefaultParagraphFont"/>
    <w:uiPriority w:val="99"/>
    <w:qFormat/>
    <w:rsid w:val="00BB4720"/>
    <w:rPr>
      <w:i/>
      <w:iCs/>
    </w:rPr>
  </w:style>
  <w:style w:type="paragraph" w:styleId="NoSpacing">
    <w:name w:val="No Spacing"/>
    <w:link w:val="NoSpacingChar"/>
    <w:uiPriority w:val="99"/>
    <w:qFormat/>
    <w:rsid w:val="00BB4720"/>
    <w:rPr>
      <w:rFonts w:ascii="Calibri" w:hAnsi="Calibri" w:cs="Calibri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B4720"/>
    <w:rPr>
      <w:rFonts w:ascii="Calibri" w:eastAsia="Times New Roman" w:hAnsi="Calibri" w:cs="Calibri"/>
      <w:lang w:val="ru-RU" w:eastAsia="ru-RU"/>
    </w:rPr>
  </w:style>
  <w:style w:type="paragraph" w:styleId="ListParagraph">
    <w:name w:val="List Paragraph"/>
    <w:basedOn w:val="Normal"/>
    <w:uiPriority w:val="99"/>
    <w:qFormat/>
    <w:rsid w:val="00BB4720"/>
    <w:pPr>
      <w:ind w:left="720"/>
    </w:pPr>
    <w:rPr>
      <w:lang w:val="en-US"/>
    </w:rPr>
  </w:style>
  <w:style w:type="paragraph" w:styleId="Quote">
    <w:name w:val="Quote"/>
    <w:basedOn w:val="Normal"/>
    <w:next w:val="Normal"/>
    <w:link w:val="QuoteChar"/>
    <w:uiPriority w:val="99"/>
    <w:qFormat/>
    <w:rsid w:val="00BB4720"/>
    <w:pPr>
      <w:spacing w:before="200"/>
      <w:ind w:left="360" w:right="360"/>
    </w:pPr>
    <w:rPr>
      <w:i/>
      <w:iCs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BB4720"/>
    <w:rPr>
      <w:rFonts w:eastAsia="Times New Roman"/>
      <w:i/>
      <w:iCs/>
      <w:lang w:val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B4720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B4720"/>
    <w:rPr>
      <w:rFonts w:eastAsia="Times New Roman"/>
      <w:b/>
      <w:bCs/>
      <w:i/>
      <w:iCs/>
      <w:lang w:val="en-US"/>
    </w:rPr>
  </w:style>
  <w:style w:type="character" w:styleId="SubtleEmphasis">
    <w:name w:val="Subtle Emphasis"/>
    <w:basedOn w:val="DefaultParagraphFont"/>
    <w:uiPriority w:val="99"/>
    <w:qFormat/>
    <w:rsid w:val="00BB4720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B4720"/>
    <w:rPr>
      <w:b/>
      <w:bCs/>
    </w:rPr>
  </w:style>
  <w:style w:type="character" w:styleId="SubtleReference">
    <w:name w:val="Subtle Reference"/>
    <w:basedOn w:val="DefaultParagraphFont"/>
    <w:uiPriority w:val="99"/>
    <w:qFormat/>
    <w:rsid w:val="00BB4720"/>
    <w:rPr>
      <w:smallCaps/>
    </w:rPr>
  </w:style>
  <w:style w:type="character" w:styleId="IntenseReference">
    <w:name w:val="Intense Reference"/>
    <w:basedOn w:val="DefaultParagraphFont"/>
    <w:uiPriority w:val="99"/>
    <w:qFormat/>
    <w:rsid w:val="00BB4720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BB472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BB4720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rsid w:val="00BB4720"/>
    <w:pPr>
      <w:spacing w:before="120"/>
    </w:pPr>
    <w:rPr>
      <w:rFonts w:ascii="Cambria" w:hAnsi="Cambria" w:cs="Cambria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94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4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299</TotalTime>
  <Pages>66</Pages>
  <Words>21987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Линькова</cp:lastModifiedBy>
  <cp:revision>13</cp:revision>
  <dcterms:created xsi:type="dcterms:W3CDTF">2013-10-14T07:59:00Z</dcterms:created>
  <dcterms:modified xsi:type="dcterms:W3CDTF">2016-12-08T09:17:00Z</dcterms:modified>
</cp:coreProperties>
</file>